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BC5C6" w14:textId="77777777" w:rsidR="008E47F3" w:rsidRPr="008D6E39" w:rsidRDefault="008E47F3" w:rsidP="008E47F3">
      <w:pPr>
        <w:pStyle w:val="Title"/>
        <w:rPr>
          <w:bCs/>
        </w:rPr>
      </w:pPr>
      <w:r w:rsidRPr="008D6E39">
        <w:rPr>
          <w:bCs/>
        </w:rPr>
        <w:t xml:space="preserve">Binge Eating Disorder: Breaking Down </w:t>
      </w:r>
      <w:r>
        <w:rPr>
          <w:bCs/>
        </w:rPr>
        <w:t xml:space="preserve">Patient-, Provider-, and Public Policy </w:t>
      </w:r>
      <w:r w:rsidRPr="008D6E39">
        <w:rPr>
          <w:bCs/>
        </w:rPr>
        <w:t>Barriers to Detection, Treatment</w:t>
      </w:r>
      <w:r>
        <w:rPr>
          <w:bCs/>
        </w:rPr>
        <w:t xml:space="preserve"> Access, and Engagement</w:t>
      </w:r>
    </w:p>
    <w:p w14:paraId="32A02D64" w14:textId="77777777" w:rsidR="007257AB" w:rsidRPr="00770518" w:rsidRDefault="007257AB" w:rsidP="007257AB">
      <w:pPr>
        <w:pStyle w:val="BodyText"/>
        <w:spacing w:line="415" w:lineRule="auto"/>
        <w:ind w:left="22"/>
        <w:jc w:val="center"/>
        <w:rPr>
          <w:b/>
          <w:bCs/>
        </w:rPr>
      </w:pPr>
      <w:r>
        <w:rPr>
          <w:b/>
          <w:bCs/>
        </w:rPr>
        <w:t>Supplementary Material</w:t>
      </w:r>
    </w:p>
    <w:p w14:paraId="50DE6B62" w14:textId="77777777" w:rsidR="007257AB" w:rsidRPr="007257AB" w:rsidRDefault="007257AB" w:rsidP="007257AB"/>
    <w:p w14:paraId="1443EB76" w14:textId="77777777" w:rsidR="008E47F3" w:rsidRDefault="008E47F3" w:rsidP="008E47F3">
      <w:pPr>
        <w:pBdr>
          <w:top w:val="nil"/>
          <w:left w:val="nil"/>
          <w:bottom w:val="nil"/>
          <w:right w:val="nil"/>
          <w:between w:val="nil"/>
        </w:pBdr>
        <w:spacing w:before="240"/>
        <w:rPr>
          <w:b/>
          <w:color w:val="000000"/>
        </w:rPr>
      </w:pPr>
      <w:r>
        <w:rPr>
          <w:b/>
          <w:color w:val="000000"/>
        </w:rPr>
        <w:t>Brenna Bray</w:t>
      </w:r>
      <w:r>
        <w:rPr>
          <w:b/>
          <w:color w:val="000000"/>
          <w:vertAlign w:val="superscript"/>
        </w:rPr>
        <w:t>1*</w:t>
      </w:r>
      <w:r>
        <w:rPr>
          <w:b/>
          <w:color w:val="000000"/>
        </w:rPr>
        <w:t>, Amanda J. Shallcross</w:t>
      </w:r>
      <w:r>
        <w:rPr>
          <w:b/>
          <w:color w:val="000000"/>
          <w:vertAlign w:val="superscript"/>
        </w:rPr>
        <w:t>2</w:t>
      </w:r>
      <w:r>
        <w:rPr>
          <w:b/>
          <w:color w:val="000000"/>
        </w:rPr>
        <w:t>, David Wiss</w:t>
      </w:r>
      <w:r>
        <w:rPr>
          <w:b/>
          <w:color w:val="000000"/>
          <w:vertAlign w:val="superscript"/>
        </w:rPr>
        <w:t>3</w:t>
      </w:r>
      <w:r>
        <w:rPr>
          <w:b/>
          <w:color w:val="000000"/>
        </w:rPr>
        <w:t>, Adam Sadowski</w:t>
      </w:r>
      <w:r>
        <w:rPr>
          <w:b/>
          <w:color w:val="000000"/>
          <w:vertAlign w:val="superscript"/>
        </w:rPr>
        <w:t>4</w:t>
      </w:r>
      <w:r>
        <w:rPr>
          <w:b/>
          <w:color w:val="000000"/>
        </w:rPr>
        <w:t>, Chris Bray</w:t>
      </w:r>
      <w:r>
        <w:rPr>
          <w:b/>
          <w:color w:val="000000"/>
          <w:vertAlign w:val="superscript"/>
        </w:rPr>
        <w:t>5</w:t>
      </w:r>
      <w:r>
        <w:rPr>
          <w:b/>
          <w:color w:val="000000"/>
        </w:rPr>
        <w:t>, Heather Zwickey</w:t>
      </w:r>
      <w:r>
        <w:rPr>
          <w:b/>
          <w:color w:val="000000"/>
          <w:vertAlign w:val="superscript"/>
        </w:rPr>
        <w:t>1,6</w:t>
      </w:r>
    </w:p>
    <w:p w14:paraId="0CACBD13" w14:textId="77777777" w:rsidR="008E47F3" w:rsidRDefault="008E47F3" w:rsidP="008E47F3">
      <w:pPr>
        <w:spacing w:before="0" w:after="0"/>
      </w:pPr>
      <w:r>
        <w:rPr>
          <w:vertAlign w:val="superscript"/>
        </w:rPr>
        <w:t>1</w:t>
      </w:r>
      <w:r>
        <w:t>Helfgott Research Institute, National University of Natural Medicine, Portland, OR, USA</w:t>
      </w:r>
    </w:p>
    <w:p w14:paraId="59DE4603" w14:textId="77777777" w:rsidR="008E47F3" w:rsidRPr="009A16A8" w:rsidRDefault="008E47F3" w:rsidP="008E47F3">
      <w:pPr>
        <w:spacing w:before="0" w:after="0"/>
      </w:pPr>
      <w:r>
        <w:rPr>
          <w:vertAlign w:val="superscript"/>
        </w:rPr>
        <w:t>2</w:t>
      </w:r>
      <w:r w:rsidRPr="00FF1CEB">
        <w:t>Department of Wellness and Preventative</w:t>
      </w:r>
      <w:r>
        <w:rPr>
          <w:vertAlign w:val="superscript"/>
        </w:rPr>
        <w:t xml:space="preserve"> </w:t>
      </w:r>
      <w:r>
        <w:t>Medicine, Cleveland Clinic, Cleveland, OH, USA</w:t>
      </w:r>
    </w:p>
    <w:p w14:paraId="3F30BF33" w14:textId="77777777" w:rsidR="008E47F3" w:rsidRDefault="008E47F3" w:rsidP="008E47F3">
      <w:pPr>
        <w:spacing w:before="0" w:after="0"/>
      </w:pPr>
      <w:r>
        <w:rPr>
          <w:vertAlign w:val="superscript"/>
        </w:rPr>
        <w:t>3</w:t>
      </w:r>
      <w:sdt>
        <w:sdtPr>
          <w:tag w:val="goog_rdk_0"/>
          <w:id w:val="-202792379"/>
        </w:sdtPr>
        <w:sdtContent/>
      </w:sdt>
      <w:r w:rsidRPr="00237EBE">
        <w:t>Department of Community Health Sciences, Fielding School of Public Health, University of California Los Angeles, Los Angeles, CA, USA.</w:t>
      </w:r>
    </w:p>
    <w:p w14:paraId="4C23E6C3" w14:textId="77777777" w:rsidR="008E47F3" w:rsidRPr="007207CB" w:rsidRDefault="008E47F3" w:rsidP="008E47F3">
      <w:pPr>
        <w:spacing w:before="0" w:after="0"/>
        <w:rPr>
          <w:vertAlign w:val="superscript"/>
        </w:rPr>
      </w:pPr>
      <w:r>
        <w:rPr>
          <w:vertAlign w:val="superscript"/>
        </w:rPr>
        <w:t>4</w:t>
      </w:r>
      <w:sdt>
        <w:sdtPr>
          <w:tag w:val="goog_rdk_0"/>
          <w:id w:val="-1220583653"/>
        </w:sdtPr>
        <w:sdtContent/>
      </w:sdt>
      <w:r>
        <w:t>Community Health Centers</w:t>
      </w:r>
      <w:r w:rsidRPr="00237EBE">
        <w:t xml:space="preserve">, </w:t>
      </w:r>
      <w:r>
        <w:t>Burlington, VT</w:t>
      </w:r>
      <w:r w:rsidRPr="00237EBE">
        <w:t>, USA.</w:t>
      </w:r>
    </w:p>
    <w:p w14:paraId="18589B83" w14:textId="77777777" w:rsidR="008E47F3" w:rsidRDefault="008E47F3" w:rsidP="008E47F3">
      <w:pPr>
        <w:spacing w:before="0" w:after="0"/>
      </w:pPr>
      <w:r>
        <w:rPr>
          <w:vertAlign w:val="superscript"/>
        </w:rPr>
        <w:t>5</w:t>
      </w:r>
      <w:r>
        <w:t>Wilder Research Division, Amherst H. Wilder Foundation, Saint Paul, MN, USA</w:t>
      </w:r>
    </w:p>
    <w:p w14:paraId="1A52ADCF" w14:textId="77777777" w:rsidR="008E47F3" w:rsidRPr="00237EBE" w:rsidRDefault="008E47F3" w:rsidP="008E47F3">
      <w:pPr>
        <w:spacing w:before="0" w:after="0"/>
        <w:rPr>
          <w:vertAlign w:val="superscript"/>
        </w:rPr>
      </w:pPr>
      <w:r>
        <w:rPr>
          <w:vertAlign w:val="superscript"/>
        </w:rPr>
        <w:t>6</w:t>
      </w:r>
      <w:r>
        <w:t>Nutrition Department, National University of Natural Medicine, Portland, OR, USA</w:t>
      </w:r>
    </w:p>
    <w:p w14:paraId="70E2A108" w14:textId="77777777" w:rsidR="008E47F3" w:rsidRDefault="008E47F3" w:rsidP="008E47F3">
      <w:pPr>
        <w:spacing w:before="240"/>
        <w:rPr>
          <w:b/>
        </w:rPr>
      </w:pPr>
      <w:r>
        <w:rPr>
          <w:b/>
        </w:rPr>
        <w:t xml:space="preserve">* Correspondence: </w:t>
      </w:r>
      <w:r>
        <w:rPr>
          <w:b/>
        </w:rPr>
        <w:br/>
      </w:r>
      <w:r>
        <w:t>Brenna Bray</w:t>
      </w:r>
      <w:r>
        <w:br/>
        <w:t>brenna.bray1@gmail.com</w:t>
      </w:r>
    </w:p>
    <w:p w14:paraId="4A0780A5" w14:textId="770F27AD" w:rsidR="00E76ACC" w:rsidRPr="00E76ACC" w:rsidRDefault="008E47F3" w:rsidP="00E76ACC">
      <w:pPr>
        <w:pBdr>
          <w:top w:val="nil"/>
          <w:left w:val="nil"/>
          <w:bottom w:val="nil"/>
          <w:right w:val="nil"/>
          <w:between w:val="nil"/>
        </w:pBdr>
        <w:spacing w:before="240"/>
        <w:rPr>
          <w:b/>
          <w:color w:val="000000"/>
        </w:rPr>
      </w:pPr>
      <w:r>
        <w:rPr>
          <w:b/>
          <w:color w:val="000000"/>
        </w:rPr>
        <w:t>Keywords: Binge eating disorder</w:t>
      </w:r>
      <w:r>
        <w:rPr>
          <w:b/>
          <w:color w:val="000000"/>
          <w:vertAlign w:val="subscript"/>
        </w:rPr>
        <w:t>1</w:t>
      </w:r>
      <w:r>
        <w:rPr>
          <w:b/>
          <w:color w:val="000000"/>
        </w:rPr>
        <w:t>, binge eating</w:t>
      </w:r>
      <w:r>
        <w:rPr>
          <w:b/>
          <w:color w:val="000000"/>
          <w:vertAlign w:val="subscript"/>
        </w:rPr>
        <w:t>2</w:t>
      </w:r>
      <w:r>
        <w:rPr>
          <w:b/>
          <w:color w:val="000000"/>
        </w:rPr>
        <w:t>, eating disorder</w:t>
      </w:r>
      <w:r>
        <w:rPr>
          <w:b/>
          <w:color w:val="000000"/>
          <w:vertAlign w:val="subscript"/>
        </w:rPr>
        <w:t>3</w:t>
      </w:r>
      <w:r>
        <w:rPr>
          <w:b/>
          <w:color w:val="000000"/>
        </w:rPr>
        <w:t>, eating disorder treatment</w:t>
      </w:r>
      <w:r>
        <w:rPr>
          <w:b/>
          <w:color w:val="000000"/>
          <w:vertAlign w:val="subscript"/>
        </w:rPr>
        <w:t>4</w:t>
      </w:r>
      <w:r>
        <w:rPr>
          <w:b/>
          <w:color w:val="000000"/>
        </w:rPr>
        <w:t>, public policy</w:t>
      </w:r>
      <w:r>
        <w:rPr>
          <w:b/>
          <w:color w:val="000000"/>
          <w:vertAlign w:val="subscript"/>
        </w:rPr>
        <w:t>5</w:t>
      </w:r>
      <w:r>
        <w:rPr>
          <w:b/>
          <w:color w:val="000000"/>
        </w:rPr>
        <w:t>, public health</w:t>
      </w:r>
      <w:r>
        <w:rPr>
          <w:b/>
          <w:color w:val="000000"/>
          <w:vertAlign w:val="subscript"/>
        </w:rPr>
        <w:t>6</w:t>
      </w:r>
      <w:r>
        <w:rPr>
          <w:b/>
          <w:color w:val="000000"/>
        </w:rPr>
        <w:t>,</w:t>
      </w:r>
      <w:r>
        <w:rPr>
          <w:b/>
          <w:color w:val="000000"/>
          <w:vertAlign w:val="subscript"/>
        </w:rPr>
        <w:t xml:space="preserve">  </w:t>
      </w:r>
      <w:r>
        <w:rPr>
          <w:b/>
          <w:color w:val="000000"/>
        </w:rPr>
        <w:t>obesity</w:t>
      </w:r>
      <w:r>
        <w:rPr>
          <w:b/>
          <w:color w:val="000000"/>
          <w:vertAlign w:val="subscript"/>
        </w:rPr>
        <w:t>7</w:t>
      </w:r>
      <w:r>
        <w:rPr>
          <w:b/>
          <w:color w:val="000000"/>
        </w:rPr>
        <w:t>, inequity</w:t>
      </w:r>
      <w:r>
        <w:rPr>
          <w:b/>
          <w:color w:val="000000"/>
          <w:vertAlign w:val="subscript"/>
        </w:rPr>
        <w:t>8</w:t>
      </w:r>
    </w:p>
    <w:p w14:paraId="61237DF8" w14:textId="5753C727" w:rsidR="00E76ACC" w:rsidRPr="00E76ACC" w:rsidRDefault="00E76ACC" w:rsidP="00E76ACC">
      <w:pPr>
        <w:pStyle w:val="Heading2"/>
        <w:ind w:left="567"/>
        <w:rPr>
          <w:color w:val="FFFFFF" w:themeColor="background1"/>
          <w:sz w:val="32"/>
          <w:szCs w:val="32"/>
        </w:rPr>
        <w:sectPr w:rsidR="00E76ACC" w:rsidRPr="00E76ACC" w:rsidSect="00944F27">
          <w:pgSz w:w="12240" w:h="15840"/>
          <w:pgMar w:top="1138" w:right="1181" w:bottom="1138" w:left="1282" w:header="288" w:footer="504" w:gutter="0"/>
          <w:lnNumType w:countBy="1" w:restart="continuous"/>
          <w:cols w:space="720"/>
          <w:titlePg/>
          <w:docGrid w:linePitch="360"/>
        </w:sectPr>
      </w:pPr>
    </w:p>
    <w:p w14:paraId="2F7861E0" w14:textId="0A712832" w:rsidR="00E76ACC" w:rsidRPr="007257AB" w:rsidRDefault="00E76ACC" w:rsidP="00E76ACC">
      <w:pPr>
        <w:jc w:val="center"/>
        <w:rPr>
          <w:rFonts w:eastAsiaTheme="minorHAnsi" w:cstheme="minorBidi"/>
          <w:b/>
          <w:bCs/>
          <w:szCs w:val="22"/>
        </w:rPr>
      </w:pPr>
      <w:r w:rsidRPr="00E76ACC">
        <w:rPr>
          <w:rFonts w:eastAsiaTheme="minorHAnsi" w:cstheme="minorBidi"/>
          <w:b/>
          <w:bCs/>
          <w:szCs w:val="22"/>
        </w:rPr>
        <w:lastRenderedPageBreak/>
        <w:t>Binge Eating Disorder: Breaking Down Patient-, Provider-, and Public Policy Barriers to Detection, Treatment Access, and Engagement</w:t>
      </w:r>
    </w:p>
    <w:p w14:paraId="2CAB681C" w14:textId="07286C3D" w:rsidR="007257AB" w:rsidRPr="007257AB" w:rsidRDefault="007257AB" w:rsidP="007257AB">
      <w:pPr>
        <w:pStyle w:val="BodyText"/>
        <w:spacing w:line="415" w:lineRule="auto"/>
        <w:ind w:left="22"/>
        <w:jc w:val="center"/>
        <w:rPr>
          <w:b/>
          <w:bCs/>
        </w:rPr>
      </w:pPr>
      <w:r>
        <w:rPr>
          <w:b/>
          <w:bCs/>
        </w:rPr>
        <w:t>SUPPLEMENTARY MATERIAL</w:t>
      </w:r>
    </w:p>
    <w:p w14:paraId="6EF5F65F" w14:textId="40913886" w:rsidR="00B97C36" w:rsidRDefault="00F9704B" w:rsidP="00B870A8">
      <w:pPr>
        <w:pStyle w:val="Heading2"/>
      </w:pPr>
      <w:r>
        <w:t>Supplemental Material</w:t>
      </w:r>
      <w:r w:rsidR="00B870A8">
        <w:t xml:space="preserve"> S</w:t>
      </w:r>
      <w:r w:rsidR="005E7296">
        <w:t>1</w:t>
      </w:r>
    </w:p>
    <w:p w14:paraId="00C0203B" w14:textId="08B853E0" w:rsidR="00E76ACC" w:rsidRDefault="00781BE7" w:rsidP="00781BE7">
      <w:pPr>
        <w:pStyle w:val="Heading1"/>
        <w:numPr>
          <w:ilvl w:val="0"/>
          <w:numId w:val="0"/>
        </w:numPr>
        <w:spacing w:before="0" w:line="300" w:lineRule="auto"/>
        <w:ind w:left="720" w:hanging="720"/>
      </w:pPr>
      <w:bookmarkStart w:id="0" w:name="_Ref145661166"/>
      <w:r>
        <w:rPr>
          <w:rFonts w:eastAsiaTheme="majorEastAsia" w:cstheme="majorBidi"/>
        </w:rPr>
        <w:t xml:space="preserve">S1 </w:t>
      </w:r>
      <w:r w:rsidR="00E76ACC" w:rsidRPr="00E76ACC">
        <w:rPr>
          <w:rFonts w:eastAsiaTheme="majorEastAsia" w:cstheme="majorBidi"/>
        </w:rPr>
        <w:t>Patient-, Provider-, and Systemic Barriers to Binge Eating Disorder Detection, Treatment-</w:t>
      </w:r>
      <w:r w:rsidR="00E76ACC">
        <w:t>Seeking, and Treatment Access and Engagement</w:t>
      </w:r>
    </w:p>
    <w:p w14:paraId="65A11FD1" w14:textId="4CEA9801" w:rsidR="00E76ACC" w:rsidRDefault="00781BE7" w:rsidP="00781BE7">
      <w:pPr>
        <w:pStyle w:val="Heading1"/>
        <w:numPr>
          <w:ilvl w:val="0"/>
          <w:numId w:val="0"/>
        </w:numPr>
        <w:spacing w:before="0" w:line="300" w:lineRule="auto"/>
      </w:pPr>
      <w:r>
        <w:t xml:space="preserve">S1.1 </w:t>
      </w:r>
      <w:r w:rsidR="00E76ACC">
        <w:t>Barrers to Binge Eating Disorder Detection and Diagnosis</w:t>
      </w:r>
    </w:p>
    <w:p w14:paraId="714E9175" w14:textId="39E2FE9C" w:rsidR="00E76ACC" w:rsidRPr="002C4B31" w:rsidRDefault="00781BE7" w:rsidP="00781BE7">
      <w:pPr>
        <w:pStyle w:val="Heading4"/>
        <w:numPr>
          <w:ilvl w:val="0"/>
          <w:numId w:val="0"/>
        </w:numPr>
        <w:rPr>
          <w:rFonts w:eastAsia="Cambria"/>
        </w:rPr>
      </w:pPr>
      <w:bookmarkStart w:id="1" w:name="_Ref152489823"/>
      <w:r>
        <w:t xml:space="preserve">S1.1.1 </w:t>
      </w:r>
      <w:r w:rsidR="00E76ACC">
        <w:t>Patient-Level Barriers</w:t>
      </w:r>
      <w:bookmarkEnd w:id="1"/>
    </w:p>
    <w:p w14:paraId="6E2F1675" w14:textId="48401D00" w:rsidR="00E76ACC" w:rsidRDefault="00E76ACC" w:rsidP="00E76ACC">
      <w:pPr>
        <w:spacing w:line="300" w:lineRule="auto"/>
        <w:rPr>
          <w:rFonts w:eastAsiaTheme="minorHAnsi" w:cstheme="minorBidi"/>
          <w:szCs w:val="22"/>
        </w:rPr>
      </w:pPr>
      <w:r>
        <w:rPr>
          <w:rFonts w:eastAsiaTheme="minorHAnsi" w:cstheme="minorBidi"/>
          <w:szCs w:val="22"/>
        </w:rPr>
        <w:t>Patient-level barriers to BED identification generally include deficient self-recognition (often due to miseducation about who can have BED and the validity of BED as an autonomous DSM mental health disorder as well as attending to weight gain, gastrointestinal issues, and other physical ailments associated with BED rather than the underlying psychopathology (e.g., emotion dysregulation, trauma history, negative affect and negative urgency, often likely related to self-denial)), deflecting/avoiding self-identification (often related to self-stigmatization about having an ED or mental health diagnosis), and missed opportunities for detection (often related to marginalization, racism, and stigmatization that can cause marginalized individuals to avoiding healthcare systems or avoid discussing binge eating behaviors with healthcare providers)</w:t>
      </w:r>
      <w:r w:rsidRPr="00D00EB4">
        <w:rPr>
          <w:rFonts w:eastAsiaTheme="minorHAnsi" w:cstheme="minorBidi"/>
          <w:szCs w:val="22"/>
        </w:rPr>
        <w:t xml:space="preserve"> </w:t>
      </w:r>
      <w:r>
        <w:rPr>
          <w:rFonts w:eastAsiaTheme="minorHAnsi" w:cstheme="minorBidi"/>
          <w:szCs w:val="22"/>
        </w:rPr>
        <w:t>(</w:t>
      </w:r>
      <w:r w:rsidRPr="00724A51">
        <w:rPr>
          <w:b/>
          <w:bCs/>
        </w:rPr>
        <w:fldChar w:fldCharType="begin"/>
      </w:r>
      <w:r w:rsidRPr="00724A51">
        <w:rPr>
          <w:b/>
          <w:bCs/>
        </w:rPr>
        <w:instrText xml:space="preserve"> REF _Ref124661688 \h </w:instrText>
      </w:r>
      <w:r>
        <w:rPr>
          <w:b/>
          <w:bCs/>
        </w:rPr>
        <w:instrText xml:space="preserve"> \* MERGEFORMAT </w:instrText>
      </w:r>
      <w:r w:rsidRPr="00724A51">
        <w:rPr>
          <w:b/>
          <w:bCs/>
        </w:rPr>
      </w:r>
      <w:r w:rsidRPr="00724A51">
        <w:rPr>
          <w:b/>
          <w:bCs/>
        </w:rPr>
        <w:fldChar w:fldCharType="separate"/>
      </w:r>
      <w:r w:rsidRPr="00724A51">
        <w:rPr>
          <w:b/>
          <w:bCs/>
        </w:rPr>
        <w:t xml:space="preserve">Figure </w:t>
      </w:r>
      <w:r w:rsidRPr="00724A51">
        <w:rPr>
          <w:b/>
          <w:bCs/>
          <w:noProof/>
        </w:rPr>
        <w:t>1</w:t>
      </w:r>
      <w:r w:rsidRPr="00724A51">
        <w:rPr>
          <w:b/>
          <w:bCs/>
        </w:rPr>
        <w:fldChar w:fldCharType="end"/>
      </w:r>
      <w:r w:rsidR="0019306C">
        <w:rPr>
          <w:b/>
          <w:bCs/>
        </w:rPr>
        <w:t xml:space="preserve"> (Also Figure S1 below)</w:t>
      </w:r>
      <w:r>
        <w:t>)</w:t>
      </w:r>
      <w:r>
        <w:rPr>
          <w:rFonts w:eastAsiaTheme="minorHAnsi" w:cstheme="minorBidi"/>
          <w:szCs w:val="22"/>
        </w:rPr>
        <w:fldChar w:fldCharType="begin"/>
      </w:r>
      <w:r w:rsidR="007A2EF1">
        <w:rPr>
          <w:rFonts w:eastAsiaTheme="minorHAnsi" w:cstheme="minorBidi"/>
          <w:szCs w:val="22"/>
        </w:rPr>
        <w:instrText xml:space="preserve"> ADDIN EN.CITE &lt;EndNote&gt;&lt;Cite&gt;&lt;Author&gt;Bray&lt;/Author&gt;&lt;Year&gt;2024&lt;/Year&gt;&lt;RecNum&gt;8465&lt;/RecNum&gt;&lt;DisplayText&gt;(1)&lt;/DisplayText&gt;&lt;record&gt;&lt;rec-number&gt;8465&lt;/rec-number&gt;&lt;foreign-keys&gt;&lt;key app="EN" db-id="vv2s9rd9przr9lew5tv52rwde9rard2t52rt" timestamp="1700675825"&gt;8465&lt;/key&gt;&lt;/foreign-keys&gt;&lt;ref-type name="Journal Article"&gt;17&lt;/ref-type&gt;&lt;contributors&gt;&lt;authors&gt;&lt;author&gt;Bray, Brenna&lt;/author&gt;&lt;author&gt;Shallcross, Amanda&lt;/author&gt;&lt;author&gt;Wiss, David&lt;/author&gt;&lt;author&gt;Bray, Chris&lt;/author&gt;&lt;author&gt;Zwickey, Heather&lt;/author&gt;&lt;/authors&gt;&lt;/contributors&gt;&lt;titles&gt;&lt;title&gt;Treatment Barriers in Binge Eating Disorder: A Critical Review of Patient, Provider, and Systemic Barriers to Identification, Treatment-Seeking, Access, and Engagement in Adult Binge Eating Disorder&lt;/title&gt;&lt;secondary-title&gt;International Perspectives on Health Equity&lt;/secondary-title&gt;&lt;short-title&gt;Treatment Barriers in Binge Eating Disorder: A Critical Review&lt;/short-title&gt;&lt;/titles&gt;&lt;periodical&gt;&lt;full-title&gt;International Perspectives on Health Equity&lt;/full-title&gt;&lt;/periodical&gt;&lt;dates&gt;&lt;year&gt;2024&lt;/year&gt;&lt;pub-dates&gt;&lt;date&gt;Submitted&lt;/date&gt;&lt;/pub-dates&gt;&lt;/dates&gt;&lt;work-type&gt;Original Research&lt;/work-type&gt;&lt;urls&gt;&lt;/urls&gt;&lt;language&gt;English&lt;/language&gt;&lt;/record&gt;&lt;/Cite&gt;&lt;/EndNote&gt;</w:instrText>
      </w:r>
      <w:r>
        <w:rPr>
          <w:rFonts w:eastAsiaTheme="minorHAnsi" w:cstheme="minorBidi"/>
          <w:szCs w:val="22"/>
        </w:rPr>
        <w:fldChar w:fldCharType="separate"/>
      </w:r>
      <w:r w:rsidR="007A2EF1">
        <w:rPr>
          <w:rFonts w:eastAsiaTheme="minorHAnsi" w:cstheme="minorBidi"/>
          <w:noProof/>
          <w:szCs w:val="22"/>
        </w:rPr>
        <w:t>(1)</w:t>
      </w:r>
      <w:r>
        <w:rPr>
          <w:rFonts w:eastAsiaTheme="minorHAnsi" w:cstheme="minorBidi"/>
          <w:szCs w:val="22"/>
        </w:rPr>
        <w:fldChar w:fldCharType="end"/>
      </w:r>
      <w:r>
        <w:rPr>
          <w:rFonts w:eastAsiaTheme="minorHAnsi" w:cstheme="minorBidi"/>
          <w:szCs w:val="22"/>
        </w:rPr>
        <w:t>.</w:t>
      </w:r>
    </w:p>
    <w:p w14:paraId="1F7D8882" w14:textId="67309840" w:rsidR="00E76ACC" w:rsidRPr="002C4B31" w:rsidRDefault="00781BE7" w:rsidP="00781BE7">
      <w:pPr>
        <w:pStyle w:val="Heading4"/>
        <w:numPr>
          <w:ilvl w:val="0"/>
          <w:numId w:val="0"/>
        </w:numPr>
        <w:rPr>
          <w:rFonts w:eastAsia="Cambria"/>
        </w:rPr>
      </w:pPr>
      <w:bookmarkStart w:id="2" w:name="_Ref152489810"/>
      <w:r>
        <w:t xml:space="preserve">S1.1.2 </w:t>
      </w:r>
      <w:r w:rsidR="00E76ACC">
        <w:t>Provider-Level Barriers</w:t>
      </w:r>
      <w:bookmarkEnd w:id="2"/>
    </w:p>
    <w:p w14:paraId="2DEA9C66" w14:textId="7592E9A3" w:rsidR="00E76ACC" w:rsidRDefault="00E76ACC" w:rsidP="00E76ACC">
      <w:pPr>
        <w:spacing w:line="300" w:lineRule="auto"/>
        <w:rPr>
          <w:rFonts w:eastAsiaTheme="minorHAnsi" w:cstheme="minorBidi"/>
          <w:szCs w:val="22"/>
        </w:rPr>
      </w:pPr>
      <w:r w:rsidRPr="00D00EB4">
        <w:rPr>
          <w:rFonts w:eastAsiaTheme="minorHAnsi" w:cstheme="minorBidi"/>
          <w:szCs w:val="22"/>
        </w:rPr>
        <w:t>Provider-level barriers to BED identification generally relate to deficits in detection, screening, and diagnosis</w:t>
      </w:r>
      <w:r>
        <w:rPr>
          <w:rFonts w:eastAsiaTheme="minorHAnsi" w:cstheme="minorBidi"/>
          <w:szCs w:val="22"/>
        </w:rPr>
        <w:t xml:space="preserve"> that stem from healthcare provider biases and deficient provider education and training on BED (</w:t>
      </w:r>
      <w:r w:rsidRPr="00724A51">
        <w:rPr>
          <w:b/>
          <w:bCs/>
        </w:rPr>
        <w:fldChar w:fldCharType="begin"/>
      </w:r>
      <w:r w:rsidRPr="00724A51">
        <w:rPr>
          <w:b/>
          <w:bCs/>
        </w:rPr>
        <w:instrText xml:space="preserve"> REF _Ref124661688 \h </w:instrText>
      </w:r>
      <w:r>
        <w:rPr>
          <w:b/>
          <w:bCs/>
        </w:rPr>
        <w:instrText xml:space="preserve"> \* MERGEFORMAT </w:instrText>
      </w:r>
      <w:r w:rsidRPr="00724A51">
        <w:rPr>
          <w:b/>
          <w:bCs/>
        </w:rPr>
      </w:r>
      <w:r w:rsidRPr="00724A51">
        <w:rPr>
          <w:b/>
          <w:bCs/>
        </w:rPr>
        <w:fldChar w:fldCharType="separate"/>
      </w:r>
      <w:r w:rsidRPr="00724A51">
        <w:rPr>
          <w:b/>
          <w:bCs/>
        </w:rPr>
        <w:t xml:space="preserve">Figure </w:t>
      </w:r>
      <w:r w:rsidRPr="00724A51">
        <w:rPr>
          <w:b/>
          <w:bCs/>
          <w:noProof/>
        </w:rPr>
        <w:t>1</w:t>
      </w:r>
      <w:r w:rsidRPr="00724A51">
        <w:rPr>
          <w:b/>
          <w:bCs/>
        </w:rPr>
        <w:fldChar w:fldCharType="end"/>
      </w:r>
      <w:r w:rsidR="0019306C">
        <w:rPr>
          <w:b/>
          <w:bCs/>
        </w:rPr>
        <w:t>/S1</w:t>
      </w:r>
      <w:r>
        <w:t>)</w:t>
      </w:r>
      <w:r>
        <w:rPr>
          <w:rFonts w:eastAsiaTheme="minorHAnsi" w:cstheme="minorBidi"/>
          <w:szCs w:val="22"/>
        </w:rPr>
        <w:fldChar w:fldCharType="begin"/>
      </w:r>
      <w:r w:rsidR="007A2EF1">
        <w:rPr>
          <w:rFonts w:eastAsiaTheme="minorHAnsi" w:cstheme="minorBidi"/>
          <w:szCs w:val="22"/>
        </w:rPr>
        <w:instrText xml:space="preserve"> ADDIN EN.CITE &lt;EndNote&gt;&lt;Cite&gt;&lt;Author&gt;Bray&lt;/Author&gt;&lt;Year&gt;2024&lt;/Year&gt;&lt;RecNum&gt;8465&lt;/RecNum&gt;&lt;DisplayText&gt;(1)&lt;/DisplayText&gt;&lt;record&gt;&lt;rec-number&gt;8465&lt;/rec-number&gt;&lt;foreign-keys&gt;&lt;key app="EN" db-id="vv2s9rd9przr9lew5tv52rwde9rard2t52rt" timestamp="1700675825"&gt;8465&lt;/key&gt;&lt;/foreign-keys&gt;&lt;ref-type name="Journal Article"&gt;17&lt;/ref-type&gt;&lt;contributors&gt;&lt;authors&gt;&lt;author&gt;Bray, Brenna&lt;/author&gt;&lt;author&gt;Shallcross, Amanda&lt;/author&gt;&lt;author&gt;Wiss, David&lt;/author&gt;&lt;author&gt;Bray, Chris&lt;/author&gt;&lt;author&gt;Zwickey, Heather&lt;/author&gt;&lt;/authors&gt;&lt;/contributors&gt;&lt;titles&gt;&lt;title&gt;Treatment Barriers in Binge Eating Disorder: A Critical Review of Patient, Provider, and Systemic Barriers to Identification, Treatment-Seeking, Access, and Engagement in Adult Binge Eating Disorder&lt;/title&gt;&lt;secondary-title&gt;International Perspectives on Health Equity&lt;/secondary-title&gt;&lt;short-title&gt;Treatment Barriers in Binge Eating Disorder: A Critical Review&lt;/short-title&gt;&lt;/titles&gt;&lt;periodical&gt;&lt;full-title&gt;International Perspectives on Health Equity&lt;/full-title&gt;&lt;/periodical&gt;&lt;dates&gt;&lt;year&gt;2024&lt;/year&gt;&lt;pub-dates&gt;&lt;date&gt;Submitted&lt;/date&gt;&lt;/pub-dates&gt;&lt;/dates&gt;&lt;work-type&gt;Original Research&lt;/work-type&gt;&lt;urls&gt;&lt;/urls&gt;&lt;language&gt;English&lt;/language&gt;&lt;/record&gt;&lt;/Cite&gt;&lt;/EndNote&gt;</w:instrText>
      </w:r>
      <w:r>
        <w:rPr>
          <w:rFonts w:eastAsiaTheme="minorHAnsi" w:cstheme="minorBidi"/>
          <w:szCs w:val="22"/>
        </w:rPr>
        <w:fldChar w:fldCharType="separate"/>
      </w:r>
      <w:r w:rsidR="007A2EF1">
        <w:rPr>
          <w:rFonts w:eastAsiaTheme="minorHAnsi" w:cstheme="minorBidi"/>
          <w:noProof/>
          <w:szCs w:val="22"/>
        </w:rPr>
        <w:t>(1)</w:t>
      </w:r>
      <w:r>
        <w:rPr>
          <w:rFonts w:eastAsiaTheme="minorHAnsi" w:cstheme="minorBidi"/>
          <w:szCs w:val="22"/>
        </w:rPr>
        <w:fldChar w:fldCharType="end"/>
      </w:r>
      <w:r>
        <w:rPr>
          <w:rFonts w:eastAsiaTheme="minorHAnsi" w:cstheme="minorBidi"/>
          <w:szCs w:val="22"/>
        </w:rPr>
        <w:t>.</w:t>
      </w:r>
    </w:p>
    <w:p w14:paraId="1C7EBF3C" w14:textId="279B0201" w:rsidR="00E76ACC" w:rsidRPr="002C4B31" w:rsidRDefault="00781BE7" w:rsidP="00781BE7">
      <w:pPr>
        <w:pStyle w:val="Heading4"/>
        <w:numPr>
          <w:ilvl w:val="0"/>
          <w:numId w:val="0"/>
        </w:numPr>
        <w:rPr>
          <w:rFonts w:eastAsia="Cambria"/>
        </w:rPr>
      </w:pPr>
      <w:r>
        <w:t xml:space="preserve">S1.1.3 </w:t>
      </w:r>
      <w:r w:rsidR="00E76ACC">
        <w:t>Systemic Barriers</w:t>
      </w:r>
    </w:p>
    <w:p w14:paraId="457B33E4" w14:textId="73A568D1" w:rsidR="00E76ACC" w:rsidRDefault="00E76ACC" w:rsidP="00E76ACC">
      <w:pPr>
        <w:spacing w:line="300" w:lineRule="auto"/>
        <w:rPr>
          <w:rFonts w:eastAsiaTheme="minorHAnsi" w:cstheme="minorBidi"/>
          <w:szCs w:val="22"/>
        </w:rPr>
      </w:pPr>
      <w:r>
        <w:rPr>
          <w:rFonts w:eastAsiaTheme="minorHAnsi" w:cstheme="minorBidi"/>
          <w:szCs w:val="22"/>
        </w:rPr>
        <w:t xml:space="preserve">Systemic barriers to BED detection </w:t>
      </w:r>
      <w:r>
        <w:t xml:space="preserve">are generally similar to patient-level barriers and include stigmatization, lack of education and awareness about BED (specifically related to its overall prevalence, demographic prevalence, validity as a DSM-5 mental health diagnosis, potential severity, full prognosis, including symptoms and consequences, and low media representation), and prioritization of physical health and appearance over mental health </w:t>
      </w:r>
      <w:r>
        <w:rPr>
          <w:rFonts w:eastAsiaTheme="minorHAnsi" w:cstheme="minorBidi"/>
          <w:szCs w:val="22"/>
        </w:rPr>
        <w:t>(</w:t>
      </w:r>
      <w:r w:rsidRPr="00724A51">
        <w:rPr>
          <w:b/>
          <w:bCs/>
        </w:rPr>
        <w:fldChar w:fldCharType="begin"/>
      </w:r>
      <w:r w:rsidRPr="00724A51">
        <w:rPr>
          <w:b/>
          <w:bCs/>
        </w:rPr>
        <w:instrText xml:space="preserve"> REF _Ref124661688 \h </w:instrText>
      </w:r>
      <w:r>
        <w:rPr>
          <w:b/>
          <w:bCs/>
        </w:rPr>
        <w:instrText xml:space="preserve"> \* MERGEFORMAT </w:instrText>
      </w:r>
      <w:r w:rsidRPr="00724A51">
        <w:rPr>
          <w:b/>
          <w:bCs/>
        </w:rPr>
      </w:r>
      <w:r w:rsidRPr="00724A51">
        <w:rPr>
          <w:b/>
          <w:bCs/>
        </w:rPr>
        <w:fldChar w:fldCharType="separate"/>
      </w:r>
      <w:r w:rsidRPr="00724A51">
        <w:rPr>
          <w:b/>
          <w:bCs/>
        </w:rPr>
        <w:t xml:space="preserve">Figure </w:t>
      </w:r>
      <w:r w:rsidRPr="00724A51">
        <w:rPr>
          <w:b/>
          <w:bCs/>
          <w:noProof/>
        </w:rPr>
        <w:t>1</w:t>
      </w:r>
      <w:r w:rsidRPr="00724A51">
        <w:rPr>
          <w:b/>
          <w:bCs/>
        </w:rPr>
        <w:fldChar w:fldCharType="end"/>
      </w:r>
      <w:r w:rsidR="0019306C">
        <w:rPr>
          <w:b/>
          <w:bCs/>
        </w:rPr>
        <w:t>/S1</w:t>
      </w:r>
      <w:r>
        <w:t>)</w:t>
      </w:r>
      <w:r>
        <w:rPr>
          <w:rFonts w:eastAsiaTheme="minorHAnsi" w:cstheme="minorBidi"/>
          <w:szCs w:val="22"/>
        </w:rPr>
        <w:fldChar w:fldCharType="begin"/>
      </w:r>
      <w:r w:rsidR="007A2EF1">
        <w:rPr>
          <w:rFonts w:eastAsiaTheme="minorHAnsi" w:cstheme="minorBidi"/>
          <w:szCs w:val="22"/>
        </w:rPr>
        <w:instrText xml:space="preserve"> ADDIN EN.CITE &lt;EndNote&gt;&lt;Cite&gt;&lt;Author&gt;Bray&lt;/Author&gt;&lt;Year&gt;2024&lt;/Year&gt;&lt;RecNum&gt;8465&lt;/RecNum&gt;&lt;DisplayText&gt;(1)&lt;/DisplayText&gt;&lt;record&gt;&lt;rec-number&gt;8465&lt;/rec-number&gt;&lt;foreign-keys&gt;&lt;key app="EN" db-id="vv2s9rd9przr9lew5tv52rwde9rard2t52rt" timestamp="1700675825"&gt;8465&lt;/key&gt;&lt;/foreign-keys&gt;&lt;ref-type name="Journal Article"&gt;17&lt;/ref-type&gt;&lt;contributors&gt;&lt;authors&gt;&lt;author&gt;Bray, Brenna&lt;/author&gt;&lt;author&gt;Shallcross, Amanda&lt;/author&gt;&lt;author&gt;Wiss, David&lt;/author&gt;&lt;author&gt;Bray, Chris&lt;/author&gt;&lt;author&gt;Zwickey, Heather&lt;/author&gt;&lt;/authors&gt;&lt;/contributors&gt;&lt;titles&gt;&lt;title&gt;Treatment Barriers in Binge Eating Disorder: A Critical Review of Patient, Provider, and Systemic Barriers to Identification, Treatment-Seeking, Access, and Engagement in Adult Binge Eating Disorder&lt;/title&gt;&lt;secondary-title&gt;International Perspectives on Health Equity&lt;/secondary-title&gt;&lt;short-title&gt;Treatment Barriers in Binge Eating Disorder: A Critical Review&lt;/short-title&gt;&lt;/titles&gt;&lt;periodical&gt;&lt;full-title&gt;International Perspectives on Health Equity&lt;/full-title&gt;&lt;/periodical&gt;&lt;dates&gt;&lt;year&gt;2024&lt;/year&gt;&lt;pub-dates&gt;&lt;date&gt;Submitted&lt;/date&gt;&lt;/pub-dates&gt;&lt;/dates&gt;&lt;work-type&gt;Original Research&lt;/work-type&gt;&lt;urls&gt;&lt;/urls&gt;&lt;language&gt;English&lt;/language&gt;&lt;/record&gt;&lt;/Cite&gt;&lt;/EndNote&gt;</w:instrText>
      </w:r>
      <w:r>
        <w:rPr>
          <w:rFonts w:eastAsiaTheme="minorHAnsi" w:cstheme="minorBidi"/>
          <w:szCs w:val="22"/>
        </w:rPr>
        <w:fldChar w:fldCharType="separate"/>
      </w:r>
      <w:r w:rsidR="007A2EF1">
        <w:rPr>
          <w:rFonts w:eastAsiaTheme="minorHAnsi" w:cstheme="minorBidi"/>
          <w:noProof/>
          <w:szCs w:val="22"/>
        </w:rPr>
        <w:t>(1)</w:t>
      </w:r>
      <w:r>
        <w:rPr>
          <w:rFonts w:eastAsiaTheme="minorHAnsi" w:cstheme="minorBidi"/>
          <w:szCs w:val="22"/>
        </w:rPr>
        <w:fldChar w:fldCharType="end"/>
      </w:r>
      <w:r>
        <w:rPr>
          <w:rFonts w:eastAsiaTheme="minorHAnsi" w:cstheme="minorBidi"/>
          <w:szCs w:val="22"/>
        </w:rPr>
        <w:t>.</w:t>
      </w:r>
    </w:p>
    <w:p w14:paraId="22829C87" w14:textId="2887BD1B" w:rsidR="00E76ACC" w:rsidRDefault="00781BE7" w:rsidP="00781BE7">
      <w:pPr>
        <w:pStyle w:val="Heading3"/>
        <w:numPr>
          <w:ilvl w:val="0"/>
          <w:numId w:val="0"/>
        </w:numPr>
      </w:pPr>
      <w:r>
        <w:t xml:space="preserve">S1.2 </w:t>
      </w:r>
      <w:r w:rsidR="00E76ACC">
        <w:t>Barriers to Seeking, Accessing, and Engaging in Binge Eating Disorder Treatment</w:t>
      </w:r>
    </w:p>
    <w:p w14:paraId="07BBB3B3" w14:textId="6C794826" w:rsidR="00E76ACC" w:rsidRPr="002C4B31" w:rsidRDefault="00781BE7" w:rsidP="00781BE7">
      <w:pPr>
        <w:pStyle w:val="Heading4"/>
        <w:numPr>
          <w:ilvl w:val="0"/>
          <w:numId w:val="0"/>
        </w:numPr>
        <w:rPr>
          <w:rFonts w:eastAsia="Cambria"/>
        </w:rPr>
      </w:pPr>
      <w:bookmarkStart w:id="3" w:name="_Ref152336335"/>
      <w:r>
        <w:t>S1.2.1 P</w:t>
      </w:r>
      <w:r w:rsidR="00E76ACC">
        <w:t>atient-Level Barriers</w:t>
      </w:r>
      <w:bookmarkEnd w:id="3"/>
    </w:p>
    <w:p w14:paraId="46E98689" w14:textId="3BEDBDFA" w:rsidR="00E76ACC" w:rsidRDefault="00E76ACC" w:rsidP="00E76ACC">
      <w:pPr>
        <w:spacing w:line="300" w:lineRule="auto"/>
        <w:rPr>
          <w:rFonts w:eastAsiaTheme="minorHAnsi" w:cstheme="minorBidi"/>
          <w:szCs w:val="22"/>
        </w:rPr>
      </w:pPr>
      <w:r>
        <w:rPr>
          <w:rFonts w:eastAsiaTheme="minorHAnsi" w:cstheme="minorBidi"/>
          <w:szCs w:val="22"/>
        </w:rPr>
        <w:t xml:space="preserve">Patient-level barriers to BED treatment-seeking, access, and engagement generally include insufficient resources to find, coordinate, and receive care, including deficiencies in: knowledge of treatment resources (e.g., treatment approaches, options, providers, centers, insurance coverage </w:t>
      </w:r>
      <w:r>
        <w:rPr>
          <w:rFonts w:eastAsiaTheme="minorHAnsi" w:cstheme="minorBidi"/>
          <w:szCs w:val="22"/>
        </w:rPr>
        <w:lastRenderedPageBreak/>
        <w:t>policies, and financial aid options/resources); time required to seek, access, engage in, and coordinate interdisciplinary care; financial aid options to help cover treatment costs; insurance coverage; transportation to- and from treatment; geographic access/proximity to treatment resources; ED provider specialists (and long waitlists); and resources to coordinate communication between multiple providers in a multidisciplinary team. Negative expectations about treatment can also hinder patient treatment-seeking and engagement by resulting in healthcare system avoidance due to perceived stigmatization, marginalization, healthcare inequity based on race, gender, and ethnicity; and due to shame, self-stigmatization and denial about having BED, an ED, and/or a mental health diagnosis. Fears about facing treatment hardships, letting go of the coping/eating behaviors (often associated with trauma/adversity), and “sticking with” treatment when it becomes difficult are also relevant patient-level barriers to treatment-seeking and engagement (</w:t>
      </w:r>
      <w:r w:rsidRPr="00724A51">
        <w:rPr>
          <w:b/>
          <w:bCs/>
        </w:rPr>
        <w:fldChar w:fldCharType="begin"/>
      </w:r>
      <w:r w:rsidRPr="00724A51">
        <w:rPr>
          <w:b/>
          <w:bCs/>
        </w:rPr>
        <w:instrText xml:space="preserve"> REF _Ref124661688 \h </w:instrText>
      </w:r>
      <w:r>
        <w:rPr>
          <w:b/>
          <w:bCs/>
        </w:rPr>
        <w:instrText xml:space="preserve"> \* MERGEFORMAT </w:instrText>
      </w:r>
      <w:r w:rsidRPr="00724A51">
        <w:rPr>
          <w:b/>
          <w:bCs/>
        </w:rPr>
      </w:r>
      <w:r w:rsidRPr="00724A51">
        <w:rPr>
          <w:b/>
          <w:bCs/>
        </w:rPr>
        <w:fldChar w:fldCharType="separate"/>
      </w:r>
      <w:r w:rsidRPr="00724A51">
        <w:rPr>
          <w:b/>
          <w:bCs/>
        </w:rPr>
        <w:t xml:space="preserve">Figure </w:t>
      </w:r>
      <w:r w:rsidRPr="00724A51">
        <w:rPr>
          <w:b/>
          <w:bCs/>
          <w:noProof/>
        </w:rPr>
        <w:t>1</w:t>
      </w:r>
      <w:r w:rsidRPr="00724A51">
        <w:rPr>
          <w:b/>
          <w:bCs/>
        </w:rPr>
        <w:fldChar w:fldCharType="end"/>
      </w:r>
      <w:r w:rsidR="0019306C">
        <w:rPr>
          <w:b/>
          <w:bCs/>
        </w:rPr>
        <w:t>/S1</w:t>
      </w:r>
      <w:r>
        <w:t>)</w:t>
      </w:r>
      <w:r>
        <w:rPr>
          <w:rFonts w:eastAsiaTheme="minorHAnsi" w:cstheme="minorBidi"/>
          <w:szCs w:val="22"/>
        </w:rPr>
        <w:fldChar w:fldCharType="begin"/>
      </w:r>
      <w:r w:rsidR="007A2EF1">
        <w:rPr>
          <w:rFonts w:eastAsiaTheme="minorHAnsi" w:cstheme="minorBidi"/>
          <w:szCs w:val="22"/>
        </w:rPr>
        <w:instrText xml:space="preserve"> ADDIN EN.CITE &lt;EndNote&gt;&lt;Cite&gt;&lt;Author&gt;Bray&lt;/Author&gt;&lt;Year&gt;2024&lt;/Year&gt;&lt;RecNum&gt;8465&lt;/RecNum&gt;&lt;DisplayText&gt;(1)&lt;/DisplayText&gt;&lt;record&gt;&lt;rec-number&gt;8465&lt;/rec-number&gt;&lt;foreign-keys&gt;&lt;key app="EN" db-id="vv2s9rd9przr9lew5tv52rwde9rard2t52rt" timestamp="1700675825"&gt;8465&lt;/key&gt;&lt;/foreign-keys&gt;&lt;ref-type name="Journal Article"&gt;17&lt;/ref-type&gt;&lt;contributors&gt;&lt;authors&gt;&lt;author&gt;Bray, Brenna&lt;/author&gt;&lt;author&gt;Shallcross, Amanda&lt;/author&gt;&lt;author&gt;Wiss, David&lt;/author&gt;&lt;author&gt;Bray, Chris&lt;/author&gt;&lt;author&gt;Zwickey, Heather&lt;/author&gt;&lt;/authors&gt;&lt;/contributors&gt;&lt;titles&gt;&lt;title&gt;Treatment Barriers in Binge Eating Disorder: A Critical Review of Patient, Provider, and Systemic Barriers to Identification, Treatment-Seeking, Access, and Engagement in Adult Binge Eating Disorder&lt;/title&gt;&lt;secondary-title&gt;International Perspectives on Health Equity&lt;/secondary-title&gt;&lt;short-title&gt;Treatment Barriers in Binge Eating Disorder: A Critical Review&lt;/short-title&gt;&lt;/titles&gt;&lt;periodical&gt;&lt;full-title&gt;International Perspectives on Health Equity&lt;/full-title&gt;&lt;/periodical&gt;&lt;dates&gt;&lt;year&gt;2024&lt;/year&gt;&lt;pub-dates&gt;&lt;date&gt;Submitted&lt;/date&gt;&lt;/pub-dates&gt;&lt;/dates&gt;&lt;work-type&gt;Original Research&lt;/work-type&gt;&lt;urls&gt;&lt;/urls&gt;&lt;language&gt;English&lt;/language&gt;&lt;/record&gt;&lt;/Cite&gt;&lt;/EndNote&gt;</w:instrText>
      </w:r>
      <w:r>
        <w:rPr>
          <w:rFonts w:eastAsiaTheme="minorHAnsi" w:cstheme="minorBidi"/>
          <w:szCs w:val="22"/>
        </w:rPr>
        <w:fldChar w:fldCharType="separate"/>
      </w:r>
      <w:r w:rsidR="007A2EF1">
        <w:rPr>
          <w:rFonts w:eastAsiaTheme="minorHAnsi" w:cstheme="minorBidi"/>
          <w:noProof/>
          <w:szCs w:val="22"/>
        </w:rPr>
        <w:t>(1)</w:t>
      </w:r>
      <w:r>
        <w:rPr>
          <w:rFonts w:eastAsiaTheme="minorHAnsi" w:cstheme="minorBidi"/>
          <w:szCs w:val="22"/>
        </w:rPr>
        <w:fldChar w:fldCharType="end"/>
      </w:r>
      <w:r>
        <w:rPr>
          <w:rFonts w:eastAsiaTheme="minorHAnsi" w:cstheme="minorBidi"/>
          <w:szCs w:val="22"/>
        </w:rPr>
        <w:t>.</w:t>
      </w:r>
    </w:p>
    <w:p w14:paraId="07DB0B91" w14:textId="6F65DAF8" w:rsidR="00E76ACC" w:rsidRPr="002C4B31" w:rsidRDefault="00781BE7" w:rsidP="00781BE7">
      <w:pPr>
        <w:pStyle w:val="Heading4"/>
        <w:numPr>
          <w:ilvl w:val="0"/>
          <w:numId w:val="0"/>
        </w:numPr>
        <w:rPr>
          <w:rFonts w:eastAsia="Cambria"/>
        </w:rPr>
      </w:pPr>
      <w:r>
        <w:t xml:space="preserve">S1.2.2 </w:t>
      </w:r>
      <w:r w:rsidR="00E76ACC">
        <w:t>Provider-Level Barriers</w:t>
      </w:r>
    </w:p>
    <w:p w14:paraId="79576C53" w14:textId="13057BDD" w:rsidR="00E76ACC" w:rsidRPr="00D00EB4" w:rsidRDefault="00E76ACC" w:rsidP="00E76ACC">
      <w:pPr>
        <w:spacing w:line="300" w:lineRule="auto"/>
      </w:pPr>
      <w:r w:rsidRPr="00D77132">
        <w:t>P</w:t>
      </w:r>
      <w:r>
        <w:t>rovider</w:t>
      </w:r>
      <w:r w:rsidRPr="00D77132">
        <w:t xml:space="preserve">-level barriers that can prevent an individual with </w:t>
      </w:r>
      <w:r>
        <w:t>BED</w:t>
      </w:r>
      <w:r w:rsidRPr="00D77132">
        <w:t xml:space="preserve"> from seeking</w:t>
      </w:r>
      <w:r>
        <w:t xml:space="preserve">, </w:t>
      </w:r>
      <w:r w:rsidRPr="00D77132">
        <w:t>accessin</w:t>
      </w:r>
      <w:r>
        <w:t>g, and engaging in</w:t>
      </w:r>
      <w:r w:rsidRPr="00D77132">
        <w:t xml:space="preserve"> treatment </w:t>
      </w:r>
      <w:r>
        <w:t>largely pertain to stigmatization from healthcare providers and insufficient resources to assist patients in finding/coordinating care, including deficiencies in provider education and training on BED treatment approaches and options, specialists and treatment centers, and financial aid resources as well as insufficient provider use of referrals for ED specialists, insufficient provider assistance in coordinating care</w:t>
      </w:r>
      <w:r>
        <w:rPr>
          <w:rFonts w:eastAsia="Cambria"/>
        </w:rPr>
        <w:t>, and</w:t>
      </w:r>
      <w:r>
        <w:t xml:space="preserve"> insufficient compliance with empirical support for rapid</w:t>
      </w:r>
      <w:r w:rsidRPr="00221BC1">
        <w:t xml:space="preserve"> response/behavior change within the first 3</w:t>
      </w:r>
      <w:r>
        <w:t>–4</w:t>
      </w:r>
      <w:r w:rsidRPr="00221BC1">
        <w:t xml:space="preserve"> treatment weeks</w:t>
      </w:r>
      <w:r>
        <w:t xml:space="preserve"> </w:t>
      </w:r>
      <w:r>
        <w:rPr>
          <w:rFonts w:eastAsiaTheme="minorHAnsi" w:cstheme="minorBidi"/>
          <w:szCs w:val="22"/>
        </w:rPr>
        <w:t>(</w:t>
      </w:r>
      <w:r w:rsidRPr="00724A51">
        <w:rPr>
          <w:b/>
          <w:bCs/>
        </w:rPr>
        <w:fldChar w:fldCharType="begin"/>
      </w:r>
      <w:r w:rsidRPr="00724A51">
        <w:rPr>
          <w:b/>
          <w:bCs/>
        </w:rPr>
        <w:instrText xml:space="preserve"> REF _Ref124661688 \h </w:instrText>
      </w:r>
      <w:r>
        <w:rPr>
          <w:b/>
          <w:bCs/>
        </w:rPr>
        <w:instrText xml:space="preserve"> \* MERGEFORMAT </w:instrText>
      </w:r>
      <w:r w:rsidRPr="00724A51">
        <w:rPr>
          <w:b/>
          <w:bCs/>
        </w:rPr>
      </w:r>
      <w:r w:rsidRPr="00724A51">
        <w:rPr>
          <w:b/>
          <w:bCs/>
        </w:rPr>
        <w:fldChar w:fldCharType="separate"/>
      </w:r>
      <w:r w:rsidRPr="00724A51">
        <w:rPr>
          <w:b/>
          <w:bCs/>
        </w:rPr>
        <w:t xml:space="preserve">Figure </w:t>
      </w:r>
      <w:r w:rsidRPr="00724A51">
        <w:rPr>
          <w:b/>
          <w:bCs/>
          <w:noProof/>
        </w:rPr>
        <w:t>1</w:t>
      </w:r>
      <w:r w:rsidRPr="00724A51">
        <w:rPr>
          <w:b/>
          <w:bCs/>
        </w:rPr>
        <w:fldChar w:fldCharType="end"/>
      </w:r>
      <w:r w:rsidR="0019306C">
        <w:rPr>
          <w:b/>
          <w:bCs/>
        </w:rPr>
        <w:t>/S1</w:t>
      </w:r>
      <w:r>
        <w:t>)</w:t>
      </w:r>
      <w:r>
        <w:rPr>
          <w:rFonts w:eastAsiaTheme="minorHAnsi" w:cstheme="minorBidi"/>
          <w:szCs w:val="22"/>
        </w:rPr>
        <w:fldChar w:fldCharType="begin"/>
      </w:r>
      <w:r w:rsidR="007A2EF1">
        <w:rPr>
          <w:rFonts w:eastAsiaTheme="minorHAnsi" w:cstheme="minorBidi"/>
          <w:szCs w:val="22"/>
        </w:rPr>
        <w:instrText xml:space="preserve"> ADDIN EN.CITE &lt;EndNote&gt;&lt;Cite&gt;&lt;Author&gt;Bray&lt;/Author&gt;&lt;Year&gt;2024&lt;/Year&gt;&lt;RecNum&gt;8465&lt;/RecNum&gt;&lt;DisplayText&gt;(1)&lt;/DisplayText&gt;&lt;record&gt;&lt;rec-number&gt;8465&lt;/rec-number&gt;&lt;foreign-keys&gt;&lt;key app="EN" db-id="vv2s9rd9przr9lew5tv52rwde9rard2t52rt" timestamp="1700675825"&gt;8465&lt;/key&gt;&lt;/foreign-keys&gt;&lt;ref-type name="Journal Article"&gt;17&lt;/ref-type&gt;&lt;contributors&gt;&lt;authors&gt;&lt;author&gt;Bray, Brenna&lt;/author&gt;&lt;author&gt;Shallcross, Amanda&lt;/author&gt;&lt;author&gt;Wiss, David&lt;/author&gt;&lt;author&gt;Bray, Chris&lt;/author&gt;&lt;author&gt;Zwickey, Heather&lt;/author&gt;&lt;/authors&gt;&lt;/contributors&gt;&lt;titles&gt;&lt;title&gt;Treatment Barriers in Binge Eating Disorder: A Critical Review of Patient, Provider, and Systemic Barriers to Identification, Treatment-Seeking, Access, and Engagement in Adult Binge Eating Disorder&lt;/title&gt;&lt;secondary-title&gt;International Perspectives on Health Equity&lt;/secondary-title&gt;&lt;short-title&gt;Treatment Barriers in Binge Eating Disorder: A Critical Review&lt;/short-title&gt;&lt;/titles&gt;&lt;periodical&gt;&lt;full-title&gt;International Perspectives on Health Equity&lt;/full-title&gt;&lt;/periodical&gt;&lt;dates&gt;&lt;year&gt;2024&lt;/year&gt;&lt;pub-dates&gt;&lt;date&gt;Submitted&lt;/date&gt;&lt;/pub-dates&gt;&lt;/dates&gt;&lt;work-type&gt;Original Research&lt;/work-type&gt;&lt;urls&gt;&lt;/urls&gt;&lt;language&gt;English&lt;/language&gt;&lt;/record&gt;&lt;/Cite&gt;&lt;/EndNote&gt;</w:instrText>
      </w:r>
      <w:r>
        <w:rPr>
          <w:rFonts w:eastAsiaTheme="minorHAnsi" w:cstheme="minorBidi"/>
          <w:szCs w:val="22"/>
        </w:rPr>
        <w:fldChar w:fldCharType="separate"/>
      </w:r>
      <w:r w:rsidR="007A2EF1">
        <w:rPr>
          <w:rFonts w:eastAsiaTheme="minorHAnsi" w:cstheme="minorBidi"/>
          <w:noProof/>
          <w:szCs w:val="22"/>
        </w:rPr>
        <w:t>(1)</w:t>
      </w:r>
      <w:r>
        <w:rPr>
          <w:rFonts w:eastAsiaTheme="minorHAnsi" w:cstheme="minorBidi"/>
          <w:szCs w:val="22"/>
        </w:rPr>
        <w:fldChar w:fldCharType="end"/>
      </w:r>
      <w:r>
        <w:rPr>
          <w:rFonts w:eastAsiaTheme="minorHAnsi" w:cstheme="minorBidi"/>
          <w:szCs w:val="22"/>
        </w:rPr>
        <w:t>.</w:t>
      </w:r>
    </w:p>
    <w:p w14:paraId="29E3A444" w14:textId="2F7947C5" w:rsidR="00E76ACC" w:rsidRPr="002C4B31" w:rsidRDefault="00781BE7" w:rsidP="00781BE7">
      <w:pPr>
        <w:pStyle w:val="Heading4"/>
        <w:numPr>
          <w:ilvl w:val="0"/>
          <w:numId w:val="0"/>
        </w:numPr>
        <w:rPr>
          <w:rFonts w:eastAsia="Cambria"/>
        </w:rPr>
      </w:pPr>
      <w:r>
        <w:t>S1.2.3 S</w:t>
      </w:r>
      <w:r w:rsidR="00E76ACC">
        <w:t>ystemic Barriers</w:t>
      </w:r>
    </w:p>
    <w:p w14:paraId="745A5DCC" w14:textId="77777777" w:rsidR="0019306C" w:rsidRDefault="00E76ACC" w:rsidP="00801CBA">
      <w:pPr>
        <w:spacing w:line="300" w:lineRule="auto"/>
        <w:rPr>
          <w:rFonts w:eastAsiaTheme="minorHAnsi" w:cstheme="minorBidi"/>
          <w:szCs w:val="22"/>
        </w:rPr>
      </w:pPr>
      <w:r>
        <w:t xml:space="preserve">Systemic barriers to BED detection are generally similar to patient-level barriers and usually include </w:t>
      </w:r>
      <w:r>
        <w:rPr>
          <w:rFonts w:eastAsiaTheme="minorHAnsi" w:cstheme="minorBidi"/>
          <w:szCs w:val="22"/>
        </w:rPr>
        <w:t xml:space="preserve">insufficient resources (and knowledge of resources) to find, coordinate, and receive care (as </w:t>
      </w:r>
      <w:r>
        <w:t xml:space="preserve">identified in section </w:t>
      </w:r>
      <w:r>
        <w:fldChar w:fldCharType="begin"/>
      </w:r>
      <w:r>
        <w:instrText xml:space="preserve"> REF _Ref152336335 \n \h </w:instrText>
      </w:r>
      <w:r>
        <w:fldChar w:fldCharType="separate"/>
      </w:r>
      <w:r>
        <w:t>1.3.1</w:t>
      </w:r>
      <w:r>
        <w:fldChar w:fldCharType="end"/>
      </w:r>
      <w:r>
        <w:t xml:space="preserve">) and stigmatization occurring at the levels of the healthcare providers/systems and systemically </w:t>
      </w:r>
      <w:r>
        <w:rPr>
          <w:rFonts w:eastAsiaTheme="minorHAnsi" w:cstheme="minorBidi"/>
          <w:szCs w:val="22"/>
        </w:rPr>
        <w:t>(</w:t>
      </w:r>
      <w:r w:rsidRPr="00724A51">
        <w:rPr>
          <w:b/>
          <w:bCs/>
        </w:rPr>
        <w:fldChar w:fldCharType="begin"/>
      </w:r>
      <w:r w:rsidRPr="00724A51">
        <w:rPr>
          <w:b/>
          <w:bCs/>
        </w:rPr>
        <w:instrText xml:space="preserve"> REF _Ref124661688 \h </w:instrText>
      </w:r>
      <w:r>
        <w:rPr>
          <w:b/>
          <w:bCs/>
        </w:rPr>
        <w:instrText xml:space="preserve"> \* MERGEFORMAT </w:instrText>
      </w:r>
      <w:r w:rsidRPr="00724A51">
        <w:rPr>
          <w:b/>
          <w:bCs/>
        </w:rPr>
      </w:r>
      <w:r w:rsidRPr="00724A51">
        <w:rPr>
          <w:b/>
          <w:bCs/>
        </w:rPr>
        <w:fldChar w:fldCharType="separate"/>
      </w:r>
      <w:r w:rsidRPr="00724A51">
        <w:rPr>
          <w:b/>
          <w:bCs/>
        </w:rPr>
        <w:t xml:space="preserve">Figure </w:t>
      </w:r>
      <w:r w:rsidRPr="00724A51">
        <w:rPr>
          <w:b/>
          <w:bCs/>
          <w:noProof/>
        </w:rPr>
        <w:t>1</w:t>
      </w:r>
      <w:r w:rsidRPr="00724A51">
        <w:rPr>
          <w:b/>
          <w:bCs/>
        </w:rPr>
        <w:fldChar w:fldCharType="end"/>
      </w:r>
      <w:r w:rsidR="0019306C">
        <w:rPr>
          <w:b/>
          <w:bCs/>
        </w:rPr>
        <w:t>/S1</w:t>
      </w:r>
      <w:r>
        <w:t>)</w:t>
      </w:r>
      <w:r>
        <w:rPr>
          <w:rFonts w:eastAsiaTheme="minorHAnsi" w:cstheme="minorBidi"/>
          <w:szCs w:val="22"/>
        </w:rPr>
        <w:fldChar w:fldCharType="begin"/>
      </w:r>
      <w:r w:rsidR="007A2EF1">
        <w:rPr>
          <w:rFonts w:eastAsiaTheme="minorHAnsi" w:cstheme="minorBidi"/>
          <w:szCs w:val="22"/>
        </w:rPr>
        <w:instrText xml:space="preserve"> ADDIN EN.CITE &lt;EndNote&gt;&lt;Cite&gt;&lt;Author&gt;Bray&lt;/Author&gt;&lt;Year&gt;2024&lt;/Year&gt;&lt;RecNum&gt;8465&lt;/RecNum&gt;&lt;DisplayText&gt;(1)&lt;/DisplayText&gt;&lt;record&gt;&lt;rec-number&gt;8465&lt;/rec-number&gt;&lt;foreign-keys&gt;&lt;key app="EN" db-id="vv2s9rd9przr9lew5tv52rwde9rard2t52rt" timestamp="1700675825"&gt;8465&lt;/key&gt;&lt;/foreign-keys&gt;&lt;ref-type name="Journal Article"&gt;17&lt;/ref-type&gt;&lt;contributors&gt;&lt;authors&gt;&lt;author&gt;Bray, Brenna&lt;/author&gt;&lt;author&gt;Shallcross, Amanda&lt;/author&gt;&lt;author&gt;Wiss, David&lt;/author&gt;&lt;author&gt;Bray, Chris&lt;/author&gt;&lt;author&gt;Zwickey, Heather&lt;/author&gt;&lt;/authors&gt;&lt;/contributors&gt;&lt;titles&gt;&lt;title&gt;Treatment Barriers in Binge Eating Disorder: A Critical Review of Patient, Provider, and Systemic Barriers to Identification, Treatment-Seeking, Access, and Engagement in Adult Binge Eating Disorder&lt;/title&gt;&lt;secondary-title&gt;International Perspectives on Health Equity&lt;/secondary-title&gt;&lt;short-title&gt;Treatment Barriers in Binge Eating Disorder: A Critical Review&lt;/short-title&gt;&lt;/titles&gt;&lt;periodical&gt;&lt;full-title&gt;International Perspectives on Health Equity&lt;/full-title&gt;&lt;/periodical&gt;&lt;dates&gt;&lt;year&gt;2024&lt;/year&gt;&lt;pub-dates&gt;&lt;date&gt;Submitted&lt;/date&gt;&lt;/pub-dates&gt;&lt;/dates&gt;&lt;work-type&gt;Original Research&lt;/work-type&gt;&lt;urls&gt;&lt;/urls&gt;&lt;language&gt;English&lt;/language&gt;&lt;/record&gt;&lt;/Cite&gt;&lt;/EndNote&gt;</w:instrText>
      </w:r>
      <w:r>
        <w:rPr>
          <w:rFonts w:eastAsiaTheme="minorHAnsi" w:cstheme="minorBidi"/>
          <w:szCs w:val="22"/>
        </w:rPr>
        <w:fldChar w:fldCharType="separate"/>
      </w:r>
      <w:r w:rsidR="007A2EF1">
        <w:rPr>
          <w:rFonts w:eastAsiaTheme="minorHAnsi" w:cstheme="minorBidi"/>
          <w:noProof/>
          <w:szCs w:val="22"/>
        </w:rPr>
        <w:t>(1)</w:t>
      </w:r>
      <w:r>
        <w:rPr>
          <w:rFonts w:eastAsiaTheme="minorHAnsi" w:cstheme="minorBidi"/>
          <w:szCs w:val="22"/>
        </w:rPr>
        <w:fldChar w:fldCharType="end"/>
      </w:r>
      <w:r>
        <w:rPr>
          <w:rFonts w:eastAsiaTheme="minorHAnsi" w:cstheme="minorBidi"/>
          <w:szCs w:val="22"/>
        </w:rPr>
        <w:t>.</w:t>
      </w:r>
      <w:bookmarkEnd w:id="0"/>
    </w:p>
    <w:p w14:paraId="4B9C50DE" w14:textId="6CEC9B63" w:rsidR="00801CBA" w:rsidRDefault="00801CBA" w:rsidP="00801CBA">
      <w:pPr>
        <w:spacing w:line="300" w:lineRule="auto"/>
        <w:rPr>
          <w:rFonts w:eastAsiaTheme="minorHAnsi" w:cstheme="minorBidi"/>
          <w:szCs w:val="22"/>
        </w:rPr>
      </w:pPr>
    </w:p>
    <w:p w14:paraId="09011AEE" w14:textId="7B171EEF" w:rsidR="00801CBA" w:rsidRDefault="00801CBA" w:rsidP="00801CBA">
      <w:pPr>
        <w:spacing w:line="300" w:lineRule="auto"/>
        <w:sectPr w:rsidR="00801CBA" w:rsidSect="00944F27">
          <w:pgSz w:w="12240" w:h="15840"/>
          <w:pgMar w:top="1138" w:right="1181" w:bottom="1138" w:left="1282" w:header="288" w:footer="504" w:gutter="0"/>
          <w:lnNumType w:countBy="1" w:restart="continuous"/>
          <w:cols w:space="720"/>
          <w:titlePg/>
        </w:sectPr>
      </w:pPr>
    </w:p>
    <w:p w14:paraId="705E2091" w14:textId="7B259C5D" w:rsidR="0019306C" w:rsidRDefault="0019306C" w:rsidP="0019306C">
      <w:pPr>
        <w:pStyle w:val="Heading2"/>
      </w:pPr>
      <w:r>
        <w:lastRenderedPageBreak/>
        <w:t>S</w:t>
      </w:r>
      <w:r w:rsidR="00801CBA">
        <w:t>1</w:t>
      </w:r>
      <w:r>
        <w:t>.</w:t>
      </w:r>
      <w:r w:rsidR="00801CBA">
        <w:t>3</w:t>
      </w:r>
      <w:r>
        <w:t xml:space="preserve"> </w:t>
      </w:r>
      <w:r>
        <w:t>Figure 1</w:t>
      </w:r>
      <w:r>
        <w:t>/S1</w:t>
      </w:r>
    </w:p>
    <w:p w14:paraId="6614558E" w14:textId="09342EAC" w:rsidR="0019306C" w:rsidRDefault="0019306C" w:rsidP="0019306C">
      <w:pPr>
        <w:pStyle w:val="Caption"/>
      </w:pPr>
      <w:bookmarkStart w:id="4" w:name="_Ref124661688"/>
      <w:r w:rsidRPr="00694B26">
        <w:t xml:space="preserve">Figure </w:t>
      </w:r>
      <w:r>
        <w:fldChar w:fldCharType="begin"/>
      </w:r>
      <w:r>
        <w:instrText xml:space="preserve"> SEQ Figure \* ARABIC </w:instrText>
      </w:r>
      <w:r>
        <w:fldChar w:fldCharType="separate"/>
      </w:r>
      <w:r>
        <w:rPr>
          <w:noProof/>
        </w:rPr>
        <w:t>1</w:t>
      </w:r>
      <w:r>
        <w:rPr>
          <w:noProof/>
        </w:rPr>
        <w:fldChar w:fldCharType="end"/>
      </w:r>
      <w:bookmarkEnd w:id="4"/>
      <w:r>
        <w:rPr>
          <w:noProof/>
        </w:rPr>
        <w:t>/S1</w:t>
      </w:r>
      <w:r w:rsidRPr="00694B26">
        <w:t xml:space="preserve">: Theoretical Model of </w:t>
      </w:r>
      <w:r>
        <w:t>Patient-, Provider-, and Systems-Level</w:t>
      </w:r>
      <w:r w:rsidRPr="00694B26">
        <w:t xml:space="preserve"> Barriers that can Impede </w:t>
      </w:r>
      <w:r>
        <w:t>BED</w:t>
      </w:r>
      <w:r w:rsidRPr="00694B26">
        <w:t xml:space="preserve"> </w:t>
      </w:r>
      <w:r>
        <w:t>Identification (Stage 1), Treatment-Seeking (Stage 2), and Treatment Engagement (Stage 3).</w:t>
      </w:r>
    </w:p>
    <w:p w14:paraId="35232498" w14:textId="77777777" w:rsidR="0019306C" w:rsidRDefault="0019306C" w:rsidP="0019306C">
      <w:r w:rsidRPr="00F95710">
        <w:rPr>
          <w:noProof/>
        </w:rPr>
        <w:drawing>
          <wp:inline distT="0" distB="0" distL="0" distR="0" wp14:anchorId="35874C31" wp14:editId="2282C4F3">
            <wp:extent cx="6208395" cy="3754755"/>
            <wp:effectExtent l="0" t="0" r="1905" b="4445"/>
            <wp:docPr id="1590526773" name="Picture 1" descr="A screenshot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526773" name="Picture 1" descr="A screenshot of a diagram&#10;&#10;Description automatically generated"/>
                    <pic:cNvPicPr/>
                  </pic:nvPicPr>
                  <pic:blipFill>
                    <a:blip r:embed="rId9"/>
                    <a:stretch>
                      <a:fillRect/>
                    </a:stretch>
                  </pic:blipFill>
                  <pic:spPr>
                    <a:xfrm>
                      <a:off x="0" y="0"/>
                      <a:ext cx="6208395" cy="3754755"/>
                    </a:xfrm>
                    <a:prstGeom prst="rect">
                      <a:avLst/>
                    </a:prstGeom>
                  </pic:spPr>
                </pic:pic>
              </a:graphicData>
            </a:graphic>
          </wp:inline>
        </w:drawing>
      </w:r>
    </w:p>
    <w:p w14:paraId="203FA64D" w14:textId="77777777" w:rsidR="0019306C" w:rsidRDefault="0019306C" w:rsidP="0019306C">
      <w:pPr>
        <w:rPr>
          <w:b/>
          <w:bCs/>
        </w:rPr>
      </w:pPr>
    </w:p>
    <w:p w14:paraId="5589FB7D" w14:textId="77777777" w:rsidR="00801CBA" w:rsidRDefault="0019306C" w:rsidP="0019306C">
      <w:pPr>
        <w:rPr>
          <w:bCs/>
        </w:rPr>
        <w:sectPr w:rsidR="00801CBA" w:rsidSect="00944F27">
          <w:pgSz w:w="12240" w:h="15840"/>
          <w:pgMar w:top="1138" w:right="1181" w:bottom="1138" w:left="1282" w:header="288" w:footer="504" w:gutter="0"/>
          <w:lnNumType w:countBy="1" w:restart="continuous"/>
          <w:cols w:space="720"/>
          <w:titlePg/>
        </w:sectPr>
      </w:pPr>
      <w:r>
        <w:rPr>
          <w:b/>
          <w:bCs/>
        </w:rPr>
        <w:t xml:space="preserve">Figure 1: </w:t>
      </w:r>
      <w:r w:rsidRPr="00AE6072">
        <w:rPr>
          <w:bCs/>
        </w:rPr>
        <w:t>Theoretical model of where, when, and how</w:t>
      </w:r>
      <w:r>
        <w:rPr>
          <w:bCs/>
        </w:rPr>
        <w:t xml:space="preserve"> p</w:t>
      </w:r>
      <w:r w:rsidRPr="00F95710">
        <w:rPr>
          <w:bCs/>
        </w:rPr>
        <w:t xml:space="preserve">atient-, </w:t>
      </w:r>
      <w:r>
        <w:rPr>
          <w:bCs/>
        </w:rPr>
        <w:t>p</w:t>
      </w:r>
      <w:r w:rsidRPr="00F95710">
        <w:rPr>
          <w:bCs/>
        </w:rPr>
        <w:t xml:space="preserve">rovider-, and </w:t>
      </w:r>
      <w:r>
        <w:rPr>
          <w:bCs/>
        </w:rPr>
        <w:t>s</w:t>
      </w:r>
      <w:r w:rsidRPr="00F95710">
        <w:rPr>
          <w:bCs/>
        </w:rPr>
        <w:t>ystems-</w:t>
      </w:r>
      <w:r>
        <w:rPr>
          <w:bCs/>
        </w:rPr>
        <w:t>l</w:t>
      </w:r>
      <w:r w:rsidRPr="00F95710">
        <w:rPr>
          <w:bCs/>
        </w:rPr>
        <w:t xml:space="preserve">evel </w:t>
      </w:r>
      <w:r>
        <w:rPr>
          <w:bCs/>
        </w:rPr>
        <w:t>b</w:t>
      </w:r>
      <w:r w:rsidRPr="00F95710">
        <w:rPr>
          <w:bCs/>
        </w:rPr>
        <w:t xml:space="preserve">arriers that can </w:t>
      </w:r>
      <w:r>
        <w:rPr>
          <w:bCs/>
        </w:rPr>
        <w:t>impede BED identification</w:t>
      </w:r>
      <w:r w:rsidRPr="00F95710">
        <w:rPr>
          <w:bCs/>
        </w:rPr>
        <w:t xml:space="preserve"> (Stage 1), </w:t>
      </w:r>
      <w:r>
        <w:rPr>
          <w:bCs/>
        </w:rPr>
        <w:t>t</w:t>
      </w:r>
      <w:r w:rsidRPr="00F95710">
        <w:rPr>
          <w:bCs/>
        </w:rPr>
        <w:t>reatment-</w:t>
      </w:r>
      <w:r>
        <w:rPr>
          <w:bCs/>
        </w:rPr>
        <w:t>s</w:t>
      </w:r>
      <w:r w:rsidRPr="00F95710">
        <w:rPr>
          <w:bCs/>
        </w:rPr>
        <w:t xml:space="preserve">eeking (Stage 2), and </w:t>
      </w:r>
      <w:r>
        <w:rPr>
          <w:bCs/>
        </w:rPr>
        <w:t>trea</w:t>
      </w:r>
      <w:r w:rsidRPr="00F95710">
        <w:rPr>
          <w:bCs/>
        </w:rPr>
        <w:t xml:space="preserve">tment </w:t>
      </w:r>
      <w:r>
        <w:rPr>
          <w:bCs/>
        </w:rPr>
        <w:t>e</w:t>
      </w:r>
      <w:r w:rsidRPr="00F95710">
        <w:rPr>
          <w:bCs/>
        </w:rPr>
        <w:t>ngagement (Stage 3)</w:t>
      </w:r>
      <w:r>
        <w:rPr>
          <w:bCs/>
        </w:rPr>
        <w:t>, as spontaneously identified by 64% of BED experts (9/14</w:t>
      </w:r>
      <w:r>
        <w:rPr>
          <w:b/>
        </w:rPr>
        <w:t>)</w:t>
      </w:r>
      <w:r>
        <w:rPr>
          <w:bCs/>
        </w:rPr>
        <w:t>.</w:t>
      </w:r>
    </w:p>
    <w:p w14:paraId="516EBE80" w14:textId="6A15DBF1" w:rsidR="00801CBA" w:rsidRDefault="00801CBA" w:rsidP="00801CBA">
      <w:pPr>
        <w:pStyle w:val="Heading2"/>
      </w:pPr>
      <w:commentRangeStart w:id="5"/>
      <w:r>
        <w:lastRenderedPageBreak/>
        <w:t>Supplemental Material S</w:t>
      </w:r>
      <w:r>
        <w:t>2</w:t>
      </w:r>
    </w:p>
    <w:p w14:paraId="39AA5395" w14:textId="03BB567C" w:rsidR="00801CBA" w:rsidRDefault="00801CBA" w:rsidP="00801CBA">
      <w:pPr>
        <w:pStyle w:val="Heading2"/>
        <w:spacing w:before="0" w:after="240" w:line="300" w:lineRule="auto"/>
      </w:pPr>
      <w:bookmarkStart w:id="6" w:name="_Ref149140108"/>
      <w:r>
        <w:t xml:space="preserve">S2 </w:t>
      </w:r>
      <w:r>
        <w:t>Free, One-Stop, Online Resource Platform for Individuals with B</w:t>
      </w:r>
      <w:bookmarkEnd w:id="6"/>
      <w:r>
        <w:t>inge Eating Disorder</w:t>
      </w:r>
      <w:r w:rsidR="006F5895">
        <w:t xml:space="preserve"> (</w:t>
      </w:r>
      <w:r w:rsidR="006F5895">
        <w:t>Section 2.3</w:t>
      </w:r>
      <w:r w:rsidR="006F5895">
        <w:t>)</w:t>
      </w:r>
    </w:p>
    <w:p w14:paraId="565541DC" w14:textId="16AC0A9A" w:rsidR="00801CBA" w:rsidRDefault="006F5895" w:rsidP="00801CBA">
      <w:pPr>
        <w:spacing w:line="300" w:lineRule="auto"/>
      </w:pPr>
      <w:r>
        <w:t>Here (and i</w:t>
      </w:r>
      <w:r w:rsidR="00A26895">
        <w:t>n section 2.3</w:t>
      </w:r>
      <w:r>
        <w:t xml:space="preserve"> of the main text)</w:t>
      </w:r>
      <w:r w:rsidR="00801CBA">
        <w:t>, we propose the need for a f</w:t>
      </w:r>
      <w:r w:rsidR="00801CBA" w:rsidRPr="00DF0F06">
        <w:t>ree, one-stop, online resource platform that</w:t>
      </w:r>
      <w:r w:rsidR="00801CBA">
        <w:t xml:space="preserve"> aligns with the aims proposed above (e.g., campaigns aiming to reduce stigmatization and promote BED education/awareness, self-identification, treatment-seeking, and treatment engagement). The primary rationale for this proposition is that individuals with BED, friends and family members acting on their behalf, and healthcare providers cite insufficient resources to find and coordinate care as a barrier to BED treatment-seeking, access, and engagement </w:t>
      </w:r>
      <w:r w:rsidR="00801CBA">
        <w:fldChar w:fldCharType="begin">
          <w:fldData xml:space="preserve">PEVuZE5vdGU+PENpdGU+PEF1dGhvcj5IZXJ1YzwvQXV0aG9yPjxZZWFyPjIwMjA8L1llYXI+PFJl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</w:fldData>
        </w:fldChar>
      </w:r>
      <w:r w:rsidR="0050408E">
        <w:instrText xml:space="preserve"> ADDIN EN.CITE </w:instrText>
      </w:r>
      <w:r w:rsidR="0050408E">
        <w:fldChar w:fldCharType="begin">
          <w:fldData xml:space="preserve">PEVuZE5vdGU+PENpdGU+PEF1dGhvcj5IZXJ1YzwvQXV0aG9yPjxZZWFyPjIwMjA8L1llYXI+PFJl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</w:fldData>
        </w:fldChar>
      </w:r>
      <w:r w:rsidR="0050408E">
        <w:instrText xml:space="preserve"> ADDIN EN.CITE.DATA </w:instrText>
      </w:r>
      <w:r w:rsidR="0050408E">
        <w:fldChar w:fldCharType="end"/>
      </w:r>
      <w:r w:rsidR="00801CBA">
        <w:fldChar w:fldCharType="separate"/>
      </w:r>
      <w:r w:rsidR="0050408E">
        <w:rPr>
          <w:noProof/>
        </w:rPr>
        <w:t>(1-3)</w:t>
      </w:r>
      <w:r w:rsidR="00801CBA">
        <w:fldChar w:fldCharType="end"/>
      </w:r>
      <w:r w:rsidR="00801CBA">
        <w:t>. Thus, it follows that a single/unified free, easily accessible, one-stop, online resource platform could simplify treatment-seeking and thus increase treatment access and engagement by providing all resources an individual with BED may need to navigate and manage their disorder. Additionally, this proposition recognizes the i</w:t>
      </w:r>
      <w:r w:rsidR="00801CBA" w:rsidRPr="002B7A4E">
        <w:t xml:space="preserve">mportance of early intervention </w:t>
      </w:r>
      <w:r w:rsidR="00801CBA">
        <w:t xml:space="preserve">and rapid recovery </w:t>
      </w:r>
      <w:r w:rsidR="00801CBA" w:rsidRPr="002B7A4E">
        <w:t xml:space="preserve">in </w:t>
      </w:r>
      <w:r w:rsidR="00801CBA">
        <w:t>BED</w:t>
      </w:r>
      <w:r w:rsidR="00801CBA" w:rsidRPr="002B7A4E">
        <w:t xml:space="preserve"> </w:t>
      </w:r>
      <w:r w:rsidR="00801CBA">
        <w:t>treatment success</w:t>
      </w:r>
      <w:r w:rsidR="00801CBA" w:rsidRPr="002B7A4E">
        <w:t xml:space="preserve"> </w:t>
      </w:r>
      <w:r w:rsidR="00801CBA">
        <w:fldChar w:fldCharType="begin">
          <w:fldData xml:space="preserve">PEVuZE5vdGU+PENpdGU+PEF1dGhvcj5IZXJ1YzwvQXV0aG9yPjxZZWFyPjIwMjA8L1llYXI+PFJl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==
</w:fldData>
        </w:fldChar>
      </w:r>
      <w:r w:rsidR="0050408E">
        <w:instrText xml:space="preserve"> ADDIN EN.CITE </w:instrText>
      </w:r>
      <w:r w:rsidR="0050408E">
        <w:fldChar w:fldCharType="begin">
          <w:fldData xml:space="preserve">PEVuZE5vdGU+PENpdGU+PEF1dGhvcj5IZXJ1YzwvQXV0aG9yPjxZZWFyPjIwMjA8L1llYXI+PFJl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==
</w:fldData>
        </w:fldChar>
      </w:r>
      <w:r w:rsidR="0050408E">
        <w:instrText xml:space="preserve"> ADDIN EN.CITE.DATA </w:instrText>
      </w:r>
      <w:r w:rsidR="0050408E">
        <w:fldChar w:fldCharType="end"/>
      </w:r>
      <w:r w:rsidR="00801CBA">
        <w:fldChar w:fldCharType="separate"/>
      </w:r>
      <w:r w:rsidR="0050408E">
        <w:rPr>
          <w:noProof/>
        </w:rPr>
        <w:t>(2, 4)</w:t>
      </w:r>
      <w:r w:rsidR="00801CBA">
        <w:fldChar w:fldCharType="end"/>
      </w:r>
      <w:r w:rsidR="00801CBA">
        <w:t xml:space="preserve"> and aims to provide resources in such a way that an individual who suspects s/he may have BED can easily learn more about BED, access diagnostic tools and screening resources, self-screen, and seamlessly access scalable resources on BED management and care. The resources for management and care could include resources for: a) a variety of scalable treatment options; b) addressing misconceptions, stigmatization, discrimination, and biases at the levels of the individual (self-stigmatization), healthcare providers and systems, and the general public; and c) coordinating care and communication across a multidisciplinary team of providers (which patients and providers identify as a barrier to treatment-seeking, access, engagement, and success)</w:t>
      </w:r>
      <w:r w:rsidR="00801CBA">
        <w:fldChar w:fldCharType="begin">
          <w:fldData xml:space="preserve">PEVuZE5vdGU+PENpdGU+PEF1dGhvcj5CcmF5PC9BdXRob3I+PFllYXI+MjAyNDwvWWVhcj48UmVj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==
</w:fldData>
        </w:fldChar>
      </w:r>
      <w:r w:rsidR="0050408E">
        <w:instrText xml:space="preserve"> ADDIN EN.CITE </w:instrText>
      </w:r>
      <w:r w:rsidR="0050408E">
        <w:fldChar w:fldCharType="begin">
          <w:fldData xml:space="preserve">PEVuZE5vdGU+PENpdGU+PEF1dGhvcj5CcmF5PC9BdXRob3I+PFllYXI+MjAyNDwvWWVhcj48UmVj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==
</w:fldData>
        </w:fldChar>
      </w:r>
      <w:r w:rsidR="0050408E">
        <w:instrText xml:space="preserve"> ADDIN EN.CITE.DATA </w:instrText>
      </w:r>
      <w:r w:rsidR="0050408E">
        <w:fldChar w:fldCharType="end"/>
      </w:r>
      <w:r w:rsidR="00801CBA">
        <w:fldChar w:fldCharType="separate"/>
      </w:r>
      <w:r w:rsidR="0050408E">
        <w:rPr>
          <w:noProof/>
        </w:rPr>
        <w:t>(1, 3)</w:t>
      </w:r>
      <w:r w:rsidR="00801CBA">
        <w:fldChar w:fldCharType="end"/>
      </w:r>
      <w:r w:rsidR="00801CBA">
        <w:t xml:space="preserve">. The overarching goals of this proposition </w:t>
      </w:r>
      <w:r w:rsidR="00A26895">
        <w:t>are outlined below</w:t>
      </w:r>
      <w:r w:rsidR="00801CBA">
        <w:t>.</w:t>
      </w:r>
      <w:r>
        <w:t xml:space="preserve"> </w:t>
      </w:r>
    </w:p>
    <w:p w14:paraId="549E93EB" w14:textId="2509A01D" w:rsidR="006F5895" w:rsidRDefault="00801CBA" w:rsidP="00801CBA">
      <w:pPr>
        <w:pStyle w:val="Heading3"/>
        <w:numPr>
          <w:ilvl w:val="0"/>
          <w:numId w:val="0"/>
        </w:numPr>
      </w:pPr>
      <w:r>
        <w:t xml:space="preserve">S2.1 </w:t>
      </w:r>
      <w:r w:rsidR="006F5895">
        <w:t>Companion Resources that Support Public Education Campaigns About Binge Eating Disorder</w:t>
      </w:r>
    </w:p>
    <w:p w14:paraId="0373E17A" w14:textId="21B2D105" w:rsidR="00801CBA" w:rsidRPr="00D73B97" w:rsidRDefault="006F5895" w:rsidP="00801CBA">
      <w:pPr>
        <w:spacing w:line="300" w:lineRule="auto"/>
      </w:pPr>
      <w:r>
        <w:t>First,</w:t>
      </w:r>
      <w:r w:rsidR="00801CBA">
        <w:t xml:space="preserve"> the online resource platform </w:t>
      </w:r>
      <w:r>
        <w:t xml:space="preserve">suggested above </w:t>
      </w:r>
      <w:r w:rsidR="00801CBA">
        <w:t xml:space="preserve">should contain informational resources that complement the aims of the BED public education campaign proposed in Section </w:t>
      </w:r>
      <w:r w:rsidR="00801CBA">
        <w:fldChar w:fldCharType="begin"/>
      </w:r>
      <w:r w:rsidR="00801CBA">
        <w:instrText xml:space="preserve"> REF _Ref148720605 \n \h </w:instrText>
      </w:r>
      <w:r w:rsidR="00801CBA">
        <w:fldChar w:fldCharType="separate"/>
      </w:r>
      <w:r w:rsidR="00801CBA">
        <w:t>2.1</w:t>
      </w:r>
      <w:r w:rsidR="00801CBA">
        <w:fldChar w:fldCharType="end"/>
      </w:r>
      <w:r>
        <w:t>.</w:t>
      </w:r>
    </w:p>
    <w:p w14:paraId="0F9DC0BE" w14:textId="27632C61" w:rsidR="00801CBA" w:rsidRDefault="00801CBA" w:rsidP="00801CBA">
      <w:pPr>
        <w:pStyle w:val="Heading3"/>
        <w:numPr>
          <w:ilvl w:val="0"/>
          <w:numId w:val="0"/>
        </w:numPr>
      </w:pPr>
      <w:r>
        <w:t xml:space="preserve">S2.2 </w:t>
      </w:r>
      <w:r>
        <w:t xml:space="preserve">Screening Tools for </w:t>
      </w:r>
      <w:r w:rsidR="006F5895">
        <w:t xml:space="preserve">Binge Eating Disorder </w:t>
      </w:r>
      <w:r>
        <w:t>Self-Identification</w:t>
      </w:r>
    </w:p>
    <w:p w14:paraId="31F7EE13" w14:textId="0AF611C9" w:rsidR="00801CBA" w:rsidRDefault="006F5895" w:rsidP="00801CBA">
      <w:pPr>
        <w:spacing w:line="300" w:lineRule="auto"/>
      </w:pPr>
      <w:r>
        <w:t>Individuals with BED may benefit from having access to an online platform that provides</w:t>
      </w:r>
      <w:r w:rsidR="00801CBA">
        <w:t xml:space="preserve"> free online screening tools </w:t>
      </w:r>
      <w:r>
        <w:t>as well as other resources that enable</w:t>
      </w:r>
      <w:r w:rsidR="00801CBA">
        <w:t xml:space="preserve"> self-screen</w:t>
      </w:r>
      <w:r>
        <w:t>ing</w:t>
      </w:r>
      <w:r w:rsidR="00801CBA">
        <w:t xml:space="preserve"> and self-identif</w:t>
      </w:r>
      <w:r>
        <w:t>ication</w:t>
      </w:r>
      <w:r w:rsidR="00801CBA">
        <w:t>. The proposed screening tools may include</w:t>
      </w:r>
      <w:r>
        <w:t xml:space="preserve"> the five outlined below; however, this is not an exhaustive list</w:t>
      </w:r>
      <w:r w:rsidR="00801CBA">
        <w:t xml:space="preserve"> </w:t>
      </w:r>
      <w:r w:rsidR="00801CBA">
        <w:fldChar w:fldCharType="begin"/>
      </w:r>
      <w:r w:rsidR="0050408E">
        <w:instrText xml:space="preserve"> ADDIN EN.CITE &lt;EndNote&gt;&lt;Cite&gt;&lt;Author&gt;Burton&lt;/Author&gt;&lt;Year&gt;2016&lt;/Year&gt;&lt;RecNum&gt;4977&lt;/RecNum&gt;&lt;DisplayText&gt;(5)&lt;/DisplayText&gt;&lt;record&gt;&lt;rec-number&gt;4977&lt;/rec-number&gt;&lt;foreign-keys&gt;&lt;key app="EN" db-id="vv2s9rd9przr9lew5tv52rwde9rard2t52rt" timestamp="1615162838"&gt;4977&lt;/key&gt;&lt;/foreign-keys&gt;&lt;ref-type name="Journal Article"&gt;17&lt;/ref-type&gt;&lt;contributors&gt;&lt;authors&gt;&lt;author&gt;Burton, A. L.&lt;/author&gt;&lt;author&gt;Abbott, M. J.&lt;/author&gt;&lt;author&gt;Modini, M.&lt;/author&gt;&lt;author&gt;Touyz, S.&lt;/author&gt;&lt;/authors&gt;&lt;/contributors&gt;&lt;auth-address&gt;School of Psychology, The University of Sydney, New South Wales, Australia.&lt;/auth-address&gt;&lt;titles&gt;&lt;title&gt;Psychometric evaluation of self-report measures of binge-eating symptoms and related psychopathology: A systematic review of the literature&lt;/title&gt;&lt;secondary-title&gt;Int J Eat Disord&lt;/secondary-title&gt;&lt;/titles&gt;&lt;periodical&gt;&lt;full-title&gt;Int J Eat Disord&lt;/full-title&gt;&lt;abbr-1&gt;The International journal of eating disorders&lt;/abbr-1&gt;&lt;/periodical&gt;&lt;pages&gt;123-40&lt;/pages&gt;&lt;volume&gt;49&lt;/volume&gt;&lt;number&gt;2&lt;/number&gt;&lt;edition&gt;2015/08/28&lt;/edition&gt;&lt;keywords&gt;&lt;keyword&gt;Binge-Eating Disorder/*diagnosis/psychology&lt;/keyword&gt;&lt;keyword&gt;Female&lt;/keyword&gt;&lt;keyword&gt;Humans&lt;/keyword&gt;&lt;keyword&gt;Male&lt;/keyword&gt;&lt;keyword&gt;Psychometrics&lt;/keyword&gt;&lt;keyword&gt;Psychopathology&lt;/keyword&gt;&lt;keyword&gt;Reproducibility of Results&lt;/keyword&gt;&lt;keyword&gt;*Self Report&lt;/keyword&gt;&lt;keyword&gt;binge eating&lt;/keyword&gt;&lt;keyword&gt;eating disorders&lt;/keyword&gt;&lt;keyword&gt;psychometric assessment&lt;/keyword&gt;&lt;keyword&gt;review&lt;/keyword&gt;&lt;keyword&gt;self-report&lt;/keyword&gt;&lt;/keywords&gt;&lt;dates&gt;&lt;year&gt;2016&lt;/year&gt;&lt;pub-dates&gt;&lt;date&gt;Feb&lt;/date&gt;&lt;/pub-dates&gt;&lt;/dates&gt;&lt;isbn&gt;0276-3478&lt;/isbn&gt;&lt;accession-num&gt;26311621&lt;/accession-num&gt;&lt;urls&gt;&lt;/urls&gt;&lt;electronic-resource-num&gt;10.1002/eat.22453&lt;/electronic-resource-num&gt;&lt;remote-database-provider&gt;NLM&lt;/remote-database-provider&gt;&lt;language&gt;eng&lt;/language&gt;&lt;/record&gt;&lt;/Cite&gt;&lt;/EndNote&gt;</w:instrText>
      </w:r>
      <w:r w:rsidR="00801CBA">
        <w:fldChar w:fldCharType="separate"/>
      </w:r>
      <w:r w:rsidR="0050408E">
        <w:rPr>
          <w:noProof/>
        </w:rPr>
        <w:t>(5)</w:t>
      </w:r>
      <w:r w:rsidR="00801CBA">
        <w:fldChar w:fldCharType="end"/>
      </w:r>
      <w:r>
        <w:t>.</w:t>
      </w:r>
    </w:p>
    <w:p w14:paraId="0F751976" w14:textId="0AFD1F3D" w:rsidR="00801CBA" w:rsidRDefault="00801CBA" w:rsidP="00801CBA">
      <w:pPr>
        <w:pStyle w:val="ListParagraph"/>
        <w:numPr>
          <w:ilvl w:val="0"/>
          <w:numId w:val="21"/>
        </w:numPr>
        <w:spacing w:before="0" w:line="300" w:lineRule="auto"/>
      </w:pPr>
      <w:r>
        <w:t>T</w:t>
      </w:r>
      <w:r w:rsidRPr="00480240">
        <w:t xml:space="preserve">he </w:t>
      </w:r>
      <w:r>
        <w:t>ED</w:t>
      </w:r>
      <w:r w:rsidRPr="00480240">
        <w:t xml:space="preserve"> Examination-Questionnaire (EDE-Q, full or brief)</w:t>
      </w:r>
      <w:r>
        <w:t xml:space="preserve"> </w:t>
      </w:r>
      <w:r>
        <w:fldChar w:fldCharType="begin">
          <w:fldData xml:space="preserve">PEVuZE5vdGU+PENpdGU+PEF1dGhvcj5Fc2NyaXZhLU1hcnRpbmV6PC9BdXRob3I+PFllYXI+MjAx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</w:fldData>
        </w:fldChar>
      </w:r>
      <w:r w:rsidR="0050408E">
        <w:instrText xml:space="preserve"> ADDIN EN.CITE </w:instrText>
      </w:r>
      <w:r w:rsidR="0050408E">
        <w:fldChar w:fldCharType="begin">
          <w:fldData xml:space="preserve">PEVuZE5vdGU+PENpdGU+PEF1dGhvcj5Fc2NyaXZhLU1hcnRpbmV6PC9BdXRob3I+PFllYXI+MjAx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</w:fldData>
        </w:fldChar>
      </w:r>
      <w:r w:rsidR="0050408E">
        <w:instrText xml:space="preserve"> ADDIN EN.CITE.DATA </w:instrText>
      </w:r>
      <w:r w:rsidR="0050408E">
        <w:fldChar w:fldCharType="end"/>
      </w:r>
      <w:r>
        <w:fldChar w:fldCharType="separate"/>
      </w:r>
      <w:r w:rsidR="0050408E">
        <w:rPr>
          <w:noProof/>
        </w:rPr>
        <w:t>(6, 7)</w:t>
      </w:r>
      <w:r>
        <w:fldChar w:fldCharType="end"/>
      </w:r>
      <w:r>
        <w:t>.</w:t>
      </w:r>
    </w:p>
    <w:p w14:paraId="1A5E6D15" w14:textId="49EB5FCE" w:rsidR="00801CBA" w:rsidRDefault="00801CBA" w:rsidP="00801CBA">
      <w:pPr>
        <w:pStyle w:val="ListParagraph"/>
        <w:numPr>
          <w:ilvl w:val="0"/>
          <w:numId w:val="21"/>
        </w:numPr>
        <w:spacing w:before="0" w:line="300" w:lineRule="auto"/>
      </w:pPr>
      <w:r>
        <w:t>T</w:t>
      </w:r>
      <w:r w:rsidRPr="00480240">
        <w:t>he Binge Eating Scale (BES)</w:t>
      </w:r>
      <w:r>
        <w:t xml:space="preserve"> </w:t>
      </w:r>
      <w:r>
        <w:fldChar w:fldCharType="begin">
          <w:fldData xml:space="preserve">PEVuZE5vdGU+PENpdGU+PEF1dGhvcj5HcmlsbzwvQXV0aG9yPjxZZWFyPjIwMTU8L1llYXI+PFJl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==
</w:fldData>
        </w:fldChar>
      </w:r>
      <w:r w:rsidR="0050408E">
        <w:instrText xml:space="preserve"> ADDIN EN.CITE </w:instrText>
      </w:r>
      <w:r w:rsidR="0050408E">
        <w:fldChar w:fldCharType="begin">
          <w:fldData xml:space="preserve">PEVuZE5vdGU+PENpdGU+PEF1dGhvcj5HcmlsbzwvQXV0aG9yPjxZZWFyPjIwMTU8L1llYXI+PFJl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==
</w:fldData>
        </w:fldChar>
      </w:r>
      <w:r w:rsidR="0050408E">
        <w:instrText xml:space="preserve"> ADDIN EN.CITE.DATA </w:instrText>
      </w:r>
      <w:r w:rsidR="0050408E">
        <w:fldChar w:fldCharType="end"/>
      </w:r>
      <w:r>
        <w:fldChar w:fldCharType="separate"/>
      </w:r>
      <w:r w:rsidR="0050408E">
        <w:rPr>
          <w:noProof/>
        </w:rPr>
        <w:t>(8-10)</w:t>
      </w:r>
      <w:r>
        <w:fldChar w:fldCharType="end"/>
      </w:r>
      <w:r>
        <w:t>.</w:t>
      </w:r>
    </w:p>
    <w:p w14:paraId="338B6E5C" w14:textId="1CBCB75F" w:rsidR="00801CBA" w:rsidRDefault="00801CBA" w:rsidP="00801CBA">
      <w:pPr>
        <w:pStyle w:val="ListParagraph"/>
        <w:numPr>
          <w:ilvl w:val="0"/>
          <w:numId w:val="21"/>
        </w:numPr>
        <w:spacing w:before="0" w:line="300" w:lineRule="auto"/>
      </w:pPr>
      <w:r>
        <w:t>T</w:t>
      </w:r>
      <w:r w:rsidRPr="00480240">
        <w:t>he Eating Beliefs Questionnaire (EBQ, full or brief)</w:t>
      </w:r>
      <w:r>
        <w:t xml:space="preserve"> </w:t>
      </w:r>
      <w:r>
        <w:fldChar w:fldCharType="begin">
          <w:fldData xml:space="preserve">PEVuZE5vdGU+PENpdGU+PEF1dGhvcj5CdXJ0b248L0F1dGhvcj48WWVhcj4yMDE4PC9ZZWFyPjxS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</w:fldData>
        </w:fldChar>
      </w:r>
      <w:r w:rsidR="0050408E">
        <w:instrText xml:space="preserve"> ADDIN EN.CITE </w:instrText>
      </w:r>
      <w:r w:rsidR="0050408E">
        <w:fldChar w:fldCharType="begin">
          <w:fldData xml:space="preserve">PEVuZE5vdGU+PENpdGU+PEF1dGhvcj5CdXJ0b248L0F1dGhvcj48WWVhcj4yMDE4PC9ZZWFyPjxS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</w:fldData>
        </w:fldChar>
      </w:r>
      <w:r w:rsidR="0050408E">
        <w:instrText xml:space="preserve"> ADDIN EN.CITE.DATA </w:instrText>
      </w:r>
      <w:r w:rsidR="0050408E">
        <w:fldChar w:fldCharType="end"/>
      </w:r>
      <w:r>
        <w:fldChar w:fldCharType="separate"/>
      </w:r>
      <w:r w:rsidR="0050408E">
        <w:rPr>
          <w:noProof/>
        </w:rPr>
        <w:t>(11, 12)</w:t>
      </w:r>
      <w:r>
        <w:fldChar w:fldCharType="end"/>
      </w:r>
      <w:r>
        <w:t>.</w:t>
      </w:r>
    </w:p>
    <w:p w14:paraId="07158DF3" w14:textId="022B0B42" w:rsidR="00801CBA" w:rsidRDefault="00801CBA" w:rsidP="00801CBA">
      <w:pPr>
        <w:pStyle w:val="ListParagraph"/>
        <w:numPr>
          <w:ilvl w:val="0"/>
          <w:numId w:val="21"/>
        </w:numPr>
        <w:spacing w:before="0" w:line="300" w:lineRule="auto"/>
      </w:pPr>
      <w:r>
        <w:t>T</w:t>
      </w:r>
      <w:r w:rsidRPr="00480240">
        <w:t xml:space="preserve">he Questionnaire on Eating and Weight Patterns-Revised (QEWP-R) </w:t>
      </w:r>
      <w:r>
        <w:fldChar w:fldCharType="begin"/>
      </w:r>
      <w:r w:rsidR="0050408E">
        <w:instrText xml:space="preserve"> ADDIN EN.CITE &lt;EndNote&gt;&lt;Cite&gt;&lt;Author&gt;Yanovski&lt;/Author&gt;&lt;Year&gt;2015&lt;/Year&gt;&lt;RecNum&gt;7962&lt;/RecNum&gt;&lt;DisplayText&gt;(13)&lt;/DisplayText&gt;&lt;record&gt;&lt;rec-number&gt;7962&lt;/rec-number&gt;&lt;foreign-keys&gt;&lt;key app="EN" db-id="vv2s9rd9przr9lew5tv52rwde9rard2t52rt" timestamp="1693772957"&gt;7962&lt;/key&gt;&lt;/foreign-keys&gt;&lt;ref-type name="Journal Article"&gt;17&lt;/ref-type&gt;&lt;contributors&gt;&lt;authors&gt;&lt;author&gt;Yanovski, S. Z.&lt;/author&gt;&lt;author&gt;Marcus, M. D.&lt;/author&gt;&lt;author&gt;Wadden, T. A.&lt;/author&gt;&lt;author&gt;Walsh, B. T.&lt;/author&gt;&lt;/authors&gt;&lt;/contributors&gt;&lt;auth-address&gt;Division of Digestive Diseases and Nutrition, National Institute of Diabetes and Digestive and Kidney Diseases, Bethesda, Maryland.&lt;/auth-address&gt;&lt;titles&gt;&lt;title&gt;The Questionnaire on Eating and Weight Patterns-5: an updated screening instrument for binge eating disorder&lt;/title&gt;&lt;secondary-title&gt;Int J Eat Disord&lt;/secondary-title&gt;&lt;/titles&gt;&lt;periodical&gt;&lt;full-title&gt;Int J Eat Disord&lt;/full-title&gt;&lt;abbr-1&gt;The International journal of eating disorders&lt;/abbr-1&gt;&lt;/periodical&gt;&lt;pages&gt;259-61&lt;/pages&gt;&lt;volume&gt;48&lt;/volume&gt;&lt;number&gt;3&lt;/number&gt;&lt;edition&gt;2014/12/30&lt;/edition&gt;&lt;keywords&gt;&lt;keyword&gt;Binge-Eating Disorder/*diagnosis/physiopathology&lt;/keyword&gt;&lt;keyword&gt;Body Weight/*physiology&lt;/keyword&gt;&lt;keyword&gt;Diagnostic and Statistical Manual of Mental Disorders&lt;/keyword&gt;&lt;keyword&gt;Early Diagnosis&lt;/keyword&gt;&lt;keyword&gt;Eating/*physiology&lt;/keyword&gt;&lt;keyword&gt;Humans&lt;/keyword&gt;&lt;keyword&gt;*Surveys and Questionnaires&lt;/keyword&gt;&lt;/keywords&gt;&lt;dates&gt;&lt;year&gt;2015&lt;/year&gt;&lt;pub-dates&gt;&lt;date&gt;Apr&lt;/date&gt;&lt;/pub-dates&gt;&lt;/dates&gt;&lt;isbn&gt;0276-3478 (Print)&amp;#xD;0276-3478&lt;/isbn&gt;&lt;accession-num&gt;25545458&lt;/accession-num&gt;&lt;urls&gt;&lt;/urls&gt;&lt;custom2&gt;PMC4374019&lt;/custom2&gt;&lt;custom6&gt;NIHMS644815&lt;/custom6&gt;&lt;electronic-resource-num&gt;10.1002/eat.22372&lt;/electronic-resource-num&gt;&lt;remote-database-provider&gt;NLM&lt;/remote-database-provider&gt;&lt;language&gt;eng&lt;/language&gt;&lt;/record&gt;&lt;/Cite&gt;&lt;/EndNote&gt;</w:instrText>
      </w:r>
      <w:r>
        <w:fldChar w:fldCharType="separate"/>
      </w:r>
      <w:r w:rsidR="0050408E">
        <w:rPr>
          <w:noProof/>
        </w:rPr>
        <w:t>(13)</w:t>
      </w:r>
      <w:r>
        <w:fldChar w:fldCharType="end"/>
      </w:r>
      <w:r>
        <w:t>.</w:t>
      </w:r>
      <w:r w:rsidRPr="00480240">
        <w:t xml:space="preserve"> </w:t>
      </w:r>
    </w:p>
    <w:p w14:paraId="60F3648A" w14:textId="2C502212" w:rsidR="00801CBA" w:rsidRDefault="00801CBA" w:rsidP="00801CBA">
      <w:pPr>
        <w:pStyle w:val="ListParagraph"/>
        <w:numPr>
          <w:ilvl w:val="0"/>
          <w:numId w:val="21"/>
        </w:numPr>
        <w:spacing w:before="0" w:line="300" w:lineRule="auto"/>
      </w:pPr>
      <w:r>
        <w:t>T</w:t>
      </w:r>
      <w:r w:rsidRPr="00480240">
        <w:t xml:space="preserve">he Yale Food Addiction Scale 2.0 </w:t>
      </w:r>
      <w:r>
        <w:fldChar w:fldCharType="begin">
          <w:fldData xml:space="preserve">PEVuZE5vdGU+PENpdGU+PEF1dGhvcj5DYXJyPC9BdXRob3I+PFllYXI+MjAyMDwvWWVhcj48UmVj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</w:fldData>
        </w:fldChar>
      </w:r>
      <w:r w:rsidR="0050408E">
        <w:instrText xml:space="preserve"> ADDIN EN.CITE </w:instrText>
      </w:r>
      <w:r w:rsidR="0050408E">
        <w:fldChar w:fldCharType="begin">
          <w:fldData xml:space="preserve">PEVuZE5vdGU+PENpdGU+PEF1dGhvcj5DYXJyPC9BdXRob3I+PFllYXI+MjAyMDwvWWVhcj48UmVj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</w:fldData>
        </w:fldChar>
      </w:r>
      <w:r w:rsidR="0050408E">
        <w:instrText xml:space="preserve"> ADDIN EN.CITE.DATA </w:instrText>
      </w:r>
      <w:r w:rsidR="0050408E">
        <w:fldChar w:fldCharType="end"/>
      </w:r>
      <w:r>
        <w:fldChar w:fldCharType="separate"/>
      </w:r>
      <w:r w:rsidR="0050408E">
        <w:rPr>
          <w:noProof/>
        </w:rPr>
        <w:t>(14-16)</w:t>
      </w:r>
      <w:r>
        <w:fldChar w:fldCharType="end"/>
      </w:r>
      <w:r w:rsidRPr="00480240">
        <w:t>.</w:t>
      </w:r>
    </w:p>
    <w:p w14:paraId="7464E3FC" w14:textId="266832A7" w:rsidR="00801CBA" w:rsidRDefault="00801CBA" w:rsidP="00801CBA">
      <w:pPr>
        <w:spacing w:line="300" w:lineRule="auto"/>
      </w:pPr>
      <w:r>
        <w:lastRenderedPageBreak/>
        <w:t xml:space="preserve"> It may also be beneficial to preface the screening tools with the diagnostic criteria for BED, as defined by the DSM-5 </w:t>
      </w:r>
      <w:r>
        <w:fldChar w:fldCharType="begin"/>
      </w:r>
      <w:r w:rsidR="0050408E">
        <w:instrText xml:space="preserve"> ADDIN EN.CITE &lt;EndNote&gt;&lt;Cite&gt;&lt;Author&gt;APA&lt;/Author&gt;&lt;Year&gt;2013&lt;/Year&gt;&lt;RecNum&gt;2454&lt;/RecNum&gt;&lt;DisplayText&gt;(17)&lt;/DisplayText&gt;&lt;record&gt;&lt;rec-number&gt;2454&lt;/rec-number&gt;&lt;foreign-keys&gt;&lt;key app="EN" db-id="vv2s9rd9przr9lew5tv52rwde9rard2t52rt" timestamp="1615158061"&gt;2454&lt;/key&gt;&lt;/foreign-keys&gt;&lt;ref-type name="Book"&gt;6&lt;/ref-type&gt;&lt;contributors&gt;&lt;authors&gt;&lt;author&gt;APA &lt;/author&gt;&lt;/authors&gt;&lt;/contributors&gt;&lt;titles&gt;&lt;title&gt;Diagnostic and Statistical Manual of Mental Disorders: Diagnostic and Statistical Manual of Mental Disorders, Fifth Edition.&lt;/title&gt;&lt;/titles&gt;&lt;dates&gt;&lt;year&gt;2013&lt;/year&gt;&lt;pub-dates&gt;&lt;date&gt;2013&lt;/date&gt;&lt;/pub-dates&gt;&lt;/dates&gt;&lt;pub-location&gt;Arlington, VA&lt;/pub-location&gt;&lt;publisher&gt;American Psychiatric Association&lt;/publisher&gt;&lt;urls&gt;&lt;/urls&gt;&lt;research-notes&gt;American Psychiatric Association: Diagnostic and Statistical Manual of Mental Disorders: Diagnostic and Statistical Manual of Mental Disorders, Fifth Edition. Arlington, VA: American Psychiatric Association, 2013.&lt;/research-notes&gt;&lt;/record&gt;&lt;/Cite&gt;&lt;/EndNote&gt;</w:instrText>
      </w:r>
      <w:r>
        <w:fldChar w:fldCharType="separate"/>
      </w:r>
      <w:r w:rsidR="0050408E">
        <w:rPr>
          <w:noProof/>
        </w:rPr>
        <w:t>(17)</w:t>
      </w:r>
      <w:r>
        <w:fldChar w:fldCharType="end"/>
      </w:r>
      <w:r>
        <w:t>.</w:t>
      </w:r>
    </w:p>
    <w:p w14:paraId="5D8B434A" w14:textId="167661F1" w:rsidR="00801CBA" w:rsidRDefault="00801CBA" w:rsidP="00801CBA">
      <w:pPr>
        <w:pStyle w:val="Heading3"/>
        <w:numPr>
          <w:ilvl w:val="0"/>
          <w:numId w:val="0"/>
        </w:numPr>
      </w:pPr>
      <w:bookmarkStart w:id="7" w:name="_Ref148966177"/>
      <w:r>
        <w:t xml:space="preserve">S2.3 </w:t>
      </w:r>
      <w:r>
        <w:t>Scalable Treatment Resources</w:t>
      </w:r>
      <w:bookmarkEnd w:id="7"/>
    </w:p>
    <w:p w14:paraId="42A15AC1" w14:textId="364237AC" w:rsidR="00801CBA" w:rsidRDefault="006F5895" w:rsidP="00801CBA">
      <w:pPr>
        <w:spacing w:line="300" w:lineRule="auto"/>
      </w:pPr>
      <w:r>
        <w:t>G</w:t>
      </w:r>
      <w:r w:rsidR="00801CBA" w:rsidRPr="002B7A4E">
        <w:t xml:space="preserve">iven the </w:t>
      </w:r>
      <w:r w:rsidR="00801CBA">
        <w:t>i</w:t>
      </w:r>
      <w:r w:rsidR="00801CBA" w:rsidRPr="002B7A4E">
        <w:t xml:space="preserve">mportance of early intervention </w:t>
      </w:r>
      <w:r w:rsidR="00801CBA">
        <w:t>and rapid recovery to BED</w:t>
      </w:r>
      <w:r w:rsidR="00801CBA" w:rsidRPr="002B7A4E">
        <w:t xml:space="preserve"> </w:t>
      </w:r>
      <w:r w:rsidR="00801CBA">
        <w:t>treatment success</w:t>
      </w:r>
      <w:r w:rsidR="00801CBA" w:rsidRPr="002B7A4E">
        <w:t xml:space="preserve"> </w:t>
      </w:r>
      <w:r w:rsidR="00801CBA">
        <w:fldChar w:fldCharType="begin">
          <w:fldData xml:space="preserve">PEVuZE5vdGU+PENpdGU+PEF1dGhvcj5IZXJ1YzwvQXV0aG9yPjxZZWFyPjIwMjA8L1llYXI+PFJl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==
</w:fldData>
        </w:fldChar>
      </w:r>
      <w:r w:rsidR="0050408E">
        <w:instrText xml:space="preserve"> ADDIN EN.CITE </w:instrText>
      </w:r>
      <w:r w:rsidR="0050408E">
        <w:fldChar w:fldCharType="begin">
          <w:fldData xml:space="preserve">PEVuZE5vdGU+PENpdGU+PEF1dGhvcj5IZXJ1YzwvQXV0aG9yPjxZZWFyPjIwMjA8L1llYXI+PFJl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==
</w:fldData>
        </w:fldChar>
      </w:r>
      <w:r w:rsidR="0050408E">
        <w:instrText xml:space="preserve"> ADDIN EN.CITE.DATA </w:instrText>
      </w:r>
      <w:r w:rsidR="0050408E">
        <w:fldChar w:fldCharType="end"/>
      </w:r>
      <w:r w:rsidR="00801CBA">
        <w:fldChar w:fldCharType="separate"/>
      </w:r>
      <w:r w:rsidR="0050408E">
        <w:rPr>
          <w:noProof/>
        </w:rPr>
        <w:t>(2, 4)</w:t>
      </w:r>
      <w:r w:rsidR="00801CBA">
        <w:fldChar w:fldCharType="end"/>
      </w:r>
      <w:r w:rsidR="00801CBA">
        <w:t xml:space="preserve">, </w:t>
      </w:r>
      <w:r>
        <w:t xml:space="preserve">individuals with BED may also benefit from having access to a </w:t>
      </w:r>
      <w:r w:rsidR="00801CBA">
        <w:t xml:space="preserve"> resource platform </w:t>
      </w:r>
      <w:r>
        <w:t>that can</w:t>
      </w:r>
      <w:r w:rsidR="00801CBA">
        <w:t xml:space="preserve"> facilitate a seamless transition from </w:t>
      </w:r>
      <w:r>
        <w:t xml:space="preserve">engagement with </w:t>
      </w:r>
      <w:r w:rsidR="00801CBA">
        <w:t xml:space="preserve">screening resources to scalable treatment resources, particularly for individuals who screen positive for BED (thus helping to facilitate rapid intervention and recovery). </w:t>
      </w:r>
      <w:r>
        <w:t>It may be beneficial for such a platform to</w:t>
      </w:r>
      <w:r w:rsidR="00801CBA">
        <w:t xml:space="preserve"> provide </w:t>
      </w:r>
      <w:r w:rsidR="00801CBA" w:rsidRPr="00A36A83">
        <w:t>a variety of scalable treatment options and resources, including</w:t>
      </w:r>
      <w:r w:rsidR="00801CBA">
        <w:t xml:space="preserve"> information on the importance of early intervention and rapid recovery </w:t>
      </w:r>
      <w:r w:rsidR="00801CBA">
        <w:fldChar w:fldCharType="begin">
          <w:fldData xml:space="preserve">PEVuZE5vdGU+PENpdGU+PEF1dGhvcj5IZXJ1YzwvQXV0aG9yPjxZZWFyPjIwMjA8L1llYXI+PFJl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==
</w:fldData>
        </w:fldChar>
      </w:r>
      <w:r w:rsidR="0050408E">
        <w:instrText xml:space="preserve"> ADDIN EN.CITE </w:instrText>
      </w:r>
      <w:r w:rsidR="0050408E">
        <w:fldChar w:fldCharType="begin">
          <w:fldData xml:space="preserve">PEVuZE5vdGU+PENpdGU+PEF1dGhvcj5IZXJ1YzwvQXV0aG9yPjxZZWFyPjIwMjA8L1llYXI+PFJl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==
</w:fldData>
        </w:fldChar>
      </w:r>
      <w:r w:rsidR="0050408E">
        <w:instrText xml:space="preserve"> ADDIN EN.CITE.DATA </w:instrText>
      </w:r>
      <w:r w:rsidR="0050408E">
        <w:fldChar w:fldCharType="end"/>
      </w:r>
      <w:r w:rsidR="00801CBA">
        <w:fldChar w:fldCharType="separate"/>
      </w:r>
      <w:r w:rsidR="0050408E">
        <w:rPr>
          <w:noProof/>
        </w:rPr>
        <w:t>(2, 4)</w:t>
      </w:r>
      <w:r w:rsidR="00801CBA">
        <w:fldChar w:fldCharType="end"/>
      </w:r>
      <w:r>
        <w:t>. Such a platform may also do well to include the information outlined below.</w:t>
      </w:r>
    </w:p>
    <w:p w14:paraId="43237508" w14:textId="77777777" w:rsidR="00801CBA" w:rsidRDefault="00801CBA" w:rsidP="00801CBA">
      <w:pPr>
        <w:pStyle w:val="ListParagraph"/>
        <w:numPr>
          <w:ilvl w:val="0"/>
          <w:numId w:val="23"/>
        </w:numPr>
        <w:spacing w:before="0" w:line="300" w:lineRule="auto"/>
      </w:pPr>
      <w:r>
        <w:t>F</w:t>
      </w:r>
      <w:r w:rsidRPr="00A36A83">
        <w:t>inancial aid options</w:t>
      </w:r>
      <w:r>
        <w:t>.</w:t>
      </w:r>
    </w:p>
    <w:p w14:paraId="424D825B" w14:textId="77777777" w:rsidR="00801CBA" w:rsidRDefault="00801CBA" w:rsidP="00801CBA">
      <w:pPr>
        <w:pStyle w:val="ListParagraph"/>
        <w:numPr>
          <w:ilvl w:val="0"/>
          <w:numId w:val="23"/>
        </w:numPr>
        <w:spacing w:before="0" w:line="300" w:lineRule="auto"/>
      </w:pPr>
      <w:r>
        <w:t>I</w:t>
      </w:r>
      <w:r w:rsidRPr="00A36A83">
        <w:t xml:space="preserve">nsurance </w:t>
      </w:r>
      <w:r>
        <w:t xml:space="preserve">provider policies and </w:t>
      </w:r>
      <w:r w:rsidRPr="00A36A83">
        <w:t>coverage</w:t>
      </w:r>
      <w:r>
        <w:t>.</w:t>
      </w:r>
    </w:p>
    <w:p w14:paraId="328EBDB8" w14:textId="77777777" w:rsidR="00801CBA" w:rsidRDefault="00801CBA" w:rsidP="00801CBA">
      <w:pPr>
        <w:pStyle w:val="ListParagraph"/>
        <w:numPr>
          <w:ilvl w:val="0"/>
          <w:numId w:val="23"/>
        </w:numPr>
        <w:spacing w:before="0" w:line="300" w:lineRule="auto"/>
      </w:pPr>
      <w:r>
        <w:t>N</w:t>
      </w:r>
      <w:r w:rsidRPr="00A36A83">
        <w:t>avigating insurance</w:t>
      </w:r>
      <w:r>
        <w:t>.</w:t>
      </w:r>
    </w:p>
    <w:p w14:paraId="2910FB76" w14:textId="77777777" w:rsidR="00801CBA" w:rsidRDefault="00801CBA" w:rsidP="00801CBA">
      <w:pPr>
        <w:pStyle w:val="ListParagraph"/>
        <w:numPr>
          <w:ilvl w:val="0"/>
          <w:numId w:val="23"/>
        </w:numPr>
        <w:spacing w:before="0" w:line="300" w:lineRule="auto"/>
      </w:pPr>
      <w:r>
        <w:t xml:space="preserve">Provider and Treatment resources (described in </w:t>
      </w:r>
      <w:r w:rsidRPr="00D66248">
        <w:t>Proposi</w:t>
      </w:r>
      <w:r>
        <w:t>tion #1, Aim 4 above).</w:t>
      </w:r>
    </w:p>
    <w:p w14:paraId="7D0B654F" w14:textId="77777777" w:rsidR="0050408E" w:rsidRDefault="00801CBA" w:rsidP="00801CBA">
      <w:pPr>
        <w:pStyle w:val="ListParagraph"/>
        <w:numPr>
          <w:ilvl w:val="0"/>
          <w:numId w:val="23"/>
        </w:numPr>
        <w:spacing w:before="0" w:line="300" w:lineRule="auto"/>
      </w:pPr>
      <w:r>
        <w:t>T</w:t>
      </w:r>
      <w:r w:rsidRPr="00A36A83">
        <w:t>reatment options that do not require financial aid or insurance coverage</w:t>
      </w:r>
      <w:r w:rsidR="0050408E">
        <w:t>. This may include resources that are:</w:t>
      </w:r>
      <w:r w:rsidRPr="00A36A83">
        <w:t xml:space="preserve"> </w:t>
      </w:r>
    </w:p>
    <w:p w14:paraId="56889BA4" w14:textId="77777777" w:rsidR="0050408E" w:rsidRDefault="0050408E" w:rsidP="0050408E">
      <w:pPr>
        <w:pStyle w:val="ListParagraph"/>
        <w:numPr>
          <w:ilvl w:val="1"/>
          <w:numId w:val="23"/>
        </w:numPr>
        <w:spacing w:before="0" w:line="300" w:lineRule="auto"/>
      </w:pPr>
      <w:r>
        <w:t>F</w:t>
      </w:r>
      <w:r w:rsidR="00801CBA" w:rsidRPr="00A36A83">
        <w:t>ree or low-cost</w:t>
      </w:r>
      <w:r>
        <w:t>.</w:t>
      </w:r>
    </w:p>
    <w:p w14:paraId="13F0DD13" w14:textId="77777777" w:rsidR="0050408E" w:rsidRDefault="0050408E" w:rsidP="0050408E">
      <w:pPr>
        <w:pStyle w:val="ListParagraph"/>
        <w:numPr>
          <w:ilvl w:val="1"/>
          <w:numId w:val="23"/>
        </w:numPr>
        <w:spacing w:before="0" w:line="300" w:lineRule="auto"/>
      </w:pPr>
      <w:r>
        <w:t>Overcome transportation limitations</w:t>
      </w:r>
      <w:r w:rsidR="00801CBA">
        <w:t xml:space="preserve"> (e.g., </w:t>
      </w:r>
      <w:r>
        <w:t xml:space="preserve">accessible </w:t>
      </w:r>
      <w:r w:rsidR="00801CBA" w:rsidRPr="00A36A83">
        <w:t>remote</w:t>
      </w:r>
      <w:r>
        <w:t>ly</w:t>
      </w:r>
      <w:r w:rsidR="00801CBA" w:rsidRPr="00A36A83">
        <w:t xml:space="preserve">, virtually accessible, or local/community-based </w:t>
      </w:r>
      <w:r w:rsidR="00801CBA">
        <w:t>treatment options)</w:t>
      </w:r>
      <w:r>
        <w:t>.</w:t>
      </w:r>
    </w:p>
    <w:p w14:paraId="744BC860" w14:textId="77777777" w:rsidR="0050408E" w:rsidRDefault="0050408E" w:rsidP="0050408E">
      <w:pPr>
        <w:pStyle w:val="ListParagraph"/>
        <w:numPr>
          <w:ilvl w:val="1"/>
          <w:numId w:val="23"/>
        </w:numPr>
        <w:spacing w:before="0" w:line="300" w:lineRule="auto"/>
      </w:pPr>
      <w:r>
        <w:t>Offer flexible , self-guided time and pace options.</w:t>
      </w:r>
    </w:p>
    <w:p w14:paraId="79E08641" w14:textId="3459D957" w:rsidR="0050408E" w:rsidRDefault="0050408E" w:rsidP="0050408E">
      <w:pPr>
        <w:pStyle w:val="ListParagraph"/>
        <w:numPr>
          <w:ilvl w:val="1"/>
          <w:numId w:val="23"/>
        </w:numPr>
        <w:spacing w:before="0" w:line="300" w:lineRule="auto"/>
      </w:pPr>
      <w:r>
        <w:t>S</w:t>
      </w:r>
      <w:r w:rsidR="00801CBA" w:rsidRPr="00A36A83">
        <w:t>ociocultural</w:t>
      </w:r>
      <w:r>
        <w:t>ly</w:t>
      </w:r>
      <w:r w:rsidR="00801CBA" w:rsidRPr="00A36A83">
        <w:t xml:space="preserve"> and </w:t>
      </w:r>
      <w:r>
        <w:t>socio</w:t>
      </w:r>
      <w:r w:rsidRPr="00A36A83">
        <w:t>demographic</w:t>
      </w:r>
      <w:r>
        <w:t>ally</w:t>
      </w:r>
      <w:r w:rsidR="00801CBA" w:rsidRPr="00A36A83">
        <w:t xml:space="preserve"> sensitiv</w:t>
      </w:r>
      <w:r>
        <w:t>e and inclusive (e.g., through community-based approaches that honor patient narratives and emphasize the importance of justice, equity, diversity, and inclusion as well as validation and non-oppression).</w:t>
      </w:r>
    </w:p>
    <w:p w14:paraId="0B8B9983" w14:textId="1D91EAFE" w:rsidR="00801CBA" w:rsidRPr="009975F0" w:rsidRDefault="0050408E" w:rsidP="0050408E">
      <w:pPr>
        <w:pStyle w:val="ListParagraph"/>
        <w:numPr>
          <w:ilvl w:val="1"/>
          <w:numId w:val="23"/>
        </w:numPr>
        <w:spacing w:before="0" w:line="300" w:lineRule="auto"/>
      </w:pPr>
      <w:r>
        <w:t xml:space="preserve"> Se</w:t>
      </w:r>
      <w:r w:rsidR="00801CBA">
        <w:t>nsitive to the specific needs of individuals with BED</w:t>
      </w:r>
      <w:r w:rsidR="00801CBA" w:rsidRPr="00A36A83">
        <w:t>.</w:t>
      </w:r>
    </w:p>
    <w:p w14:paraId="058D008C" w14:textId="0C8B9FAD" w:rsidR="00801CBA" w:rsidRPr="00F607D9" w:rsidRDefault="00801CBA" w:rsidP="00801CBA">
      <w:pPr>
        <w:pStyle w:val="Heading3"/>
        <w:numPr>
          <w:ilvl w:val="0"/>
          <w:numId w:val="0"/>
        </w:numPr>
      </w:pPr>
      <w:bookmarkStart w:id="8" w:name="_Aim_4:_Resources"/>
      <w:bookmarkEnd w:id="8"/>
      <w:r>
        <w:t xml:space="preserve">S2.4 </w:t>
      </w:r>
      <w:r>
        <w:t xml:space="preserve">Resources for Coordinating </w:t>
      </w:r>
      <w:r w:rsidRPr="00221BC1">
        <w:t>C</w:t>
      </w:r>
      <w:r w:rsidRPr="00F607D9">
        <w:t xml:space="preserve">ommunication and </w:t>
      </w:r>
      <w:r>
        <w:t>C</w:t>
      </w:r>
      <w:r w:rsidRPr="00F607D9">
        <w:t xml:space="preserve">are </w:t>
      </w:r>
      <w:r>
        <w:t>A</w:t>
      </w:r>
      <w:r w:rsidRPr="00F607D9">
        <w:t xml:space="preserve">cross </w:t>
      </w:r>
      <w:r>
        <w:t>M</w:t>
      </w:r>
      <w:r w:rsidRPr="00F607D9">
        <w:t xml:space="preserve">ultidisciplinary </w:t>
      </w:r>
      <w:r>
        <w:t>P</w:t>
      </w:r>
      <w:r w:rsidRPr="00F607D9">
        <w:t>roviders</w:t>
      </w:r>
    </w:p>
    <w:p w14:paraId="0D5AB90E" w14:textId="71883C9C" w:rsidR="00801CBA" w:rsidRDefault="0050408E" w:rsidP="00801CBA">
      <w:pPr>
        <w:spacing w:line="300" w:lineRule="auto"/>
      </w:pPr>
      <w:r>
        <w:t>Here, we suggest individuals with BED may benefit from having easy access to a</w:t>
      </w:r>
      <w:r w:rsidR="00801CBA">
        <w:t xml:space="preserve"> resource platform </w:t>
      </w:r>
      <w:r>
        <w:t>that can</w:t>
      </w:r>
      <w:r w:rsidR="00801CBA" w:rsidRPr="00F607D9">
        <w:t xml:space="preserve"> help alleviate the patient burden of coordinat</w:t>
      </w:r>
      <w:r w:rsidR="00801CBA">
        <w:t>ing</w:t>
      </w:r>
      <w:r w:rsidR="00801CBA" w:rsidRPr="00F607D9">
        <w:t xml:space="preserve"> communication</w:t>
      </w:r>
      <w:r w:rsidR="00801CBA">
        <w:t xml:space="preserve"> and care</w:t>
      </w:r>
      <w:r w:rsidR="00801CBA" w:rsidRPr="00F607D9">
        <w:t xml:space="preserve"> </w:t>
      </w:r>
      <w:r w:rsidR="00801CBA">
        <w:t>across multiple providers</w:t>
      </w:r>
      <w:r>
        <w:t xml:space="preserve"> in multiple fields and levels of care</w:t>
      </w:r>
      <w:r w:rsidR="00801CBA">
        <w:t xml:space="preserve">. This burden is cited </w:t>
      </w:r>
      <w:r w:rsidR="00801CBA" w:rsidRPr="00F607D9">
        <w:t xml:space="preserve">as a barrier to </w:t>
      </w:r>
      <w:r w:rsidR="00801CBA">
        <w:t>treatment-</w:t>
      </w:r>
      <w:r w:rsidR="00801CBA" w:rsidRPr="00F607D9">
        <w:t>seeking</w:t>
      </w:r>
      <w:r w:rsidR="00801CBA">
        <w:t xml:space="preserve"> and engagement</w:t>
      </w:r>
      <w:r>
        <w:t xml:space="preserve"> in Bray et al., 2024a, b, and other literature sources identified therein </w:t>
      </w:r>
      <w:r>
        <w:fldChar w:fldCharType="begin"/>
      </w:r>
      <w:r>
        <w:instrText xml:space="preserve"> ADDIN EN.CITE &lt;EndNote&gt;&lt;Cite&gt;&lt;Author&gt;Bray&lt;/Author&gt;&lt;Year&gt;2024&lt;/Year&gt;&lt;RecNum&gt;8465&lt;/RecNum&gt;&lt;DisplayText&gt;(1)&lt;/DisplayText&gt;&lt;record&gt;&lt;rec-number&gt;8465&lt;/rec-number&gt;&lt;foreign-keys&gt;&lt;key app="EN" db-id="vv2s9rd9przr9lew5tv52rwde9rard2t52rt" timestamp="1700675825"&gt;8465&lt;/key&gt;&lt;/foreign-keys&gt;&lt;ref-type name="Journal Article"&gt;17&lt;/ref-type&gt;&lt;contributors&gt;&lt;authors&gt;&lt;author&gt;Bray, Brenna&lt;/author&gt;&lt;author&gt;Shallcross, Amanda&lt;/author&gt;&lt;author&gt;Wiss, David&lt;/author&gt;&lt;author&gt;Bray, Chris&lt;/author&gt;&lt;author&gt;Zwickey, Heather&lt;/author&gt;&lt;/authors&gt;&lt;/contributors&gt;&lt;titles&gt;&lt;title&gt;Treatment Barriers in Binge Eating Disorder: A Critical Review of Patient, Provider, and Systemic Barriers to Identification, Treatment-Seeking, Access, and Engagement in Adult Binge Eating Disorder&lt;/title&gt;&lt;secondary-title&gt;International Perspectives on Health Equity&lt;/secondary-title&gt;&lt;short-title&gt;Treatment Barriers in Binge Eating Disorder: A Critical Review&lt;/short-title&gt;&lt;/titles&gt;&lt;periodical&gt;&lt;full-title&gt;International Perspectives on Health Equity&lt;/full-title&gt;&lt;/periodical&gt;&lt;dates&gt;&lt;year&gt;2024&lt;/year&gt;&lt;pub-dates&gt;&lt;date&gt;Submitted&lt;/date&gt;&lt;/pub-dates&gt;&lt;/dates&gt;&lt;work-type&gt;Original Research&lt;/work-type&gt;&lt;urls&gt;&lt;/urls&gt;&lt;language&gt;English&lt;/language&gt;&lt;/record&gt;&lt;/Cite&gt;&lt;/EndNote&gt;</w:instrText>
      </w:r>
      <w:r>
        <w:fldChar w:fldCharType="separate"/>
      </w:r>
      <w:r>
        <w:rPr>
          <w:noProof/>
        </w:rPr>
        <w:t>(1)</w:t>
      </w:r>
      <w:r>
        <w:fldChar w:fldCharType="end"/>
      </w:r>
      <w:r w:rsidR="007328AE">
        <w:t>{Bray, 2024 #7963}</w:t>
      </w:r>
      <w:r w:rsidR="00801CBA">
        <w:t xml:space="preserve">. This aim </w:t>
      </w:r>
      <w:r w:rsidR="007328AE">
        <w:t>can</w:t>
      </w:r>
      <w:r w:rsidR="00801CBA">
        <w:t xml:space="preserve"> be accomplished through the use of secure login pages that patients and providers can access, enabling providers to document and communicate specific care notations to the patient and other providers on the care team. The ability to access and comply with a variety of free/low-cost self-paced treatment options (e.g., BED-specific mobile applications) c</w:t>
      </w:r>
      <w:r w:rsidR="007328AE">
        <w:t>an</w:t>
      </w:r>
      <w:r w:rsidR="00801CBA">
        <w:t xml:space="preserve"> also be beneficial. This </w:t>
      </w:r>
      <w:r w:rsidR="007328AE">
        <w:t>possibility</w:t>
      </w:r>
      <w:r w:rsidR="00801CBA">
        <w:t xml:space="preserve"> </w:t>
      </w:r>
      <w:r w:rsidR="007328AE">
        <w:t>can</w:t>
      </w:r>
      <w:r w:rsidR="00801CBA">
        <w:t xml:space="preserve"> be particularly helpful for patients who receive care from multiple providers working within different networks or facilities (e.g., a patient who utilizes the help of a primary care provider through his or her insurance coverage/network, an out-of-network/out-of-</w:t>
      </w:r>
      <w:r w:rsidR="00801CBA">
        <w:lastRenderedPageBreak/>
        <w:t>pocket therapist, a responsive mobile application to track his/her food/eating thoughts and behaviors, and separate mobile application to manage his/her diet/nutrition, weight, and health goals) and is responsible for coordinating communication and care between these various provider modalities.</w:t>
      </w:r>
    </w:p>
    <w:p w14:paraId="6C79F86B" w14:textId="1E706441" w:rsidR="00801CBA" w:rsidRDefault="00801CBA" w:rsidP="00801CBA">
      <w:pPr>
        <w:pStyle w:val="Heading3"/>
        <w:numPr>
          <w:ilvl w:val="0"/>
          <w:numId w:val="0"/>
        </w:numPr>
      </w:pPr>
      <w:r>
        <w:t xml:space="preserve">S2.5 </w:t>
      </w:r>
      <w:r>
        <w:t>Resources for Individuals with BED who Experience Stigmatization</w:t>
      </w:r>
    </w:p>
    <w:p w14:paraId="1E3C12C4" w14:textId="2867859D" w:rsidR="00801CBA" w:rsidRDefault="007328AE" w:rsidP="00801CBA">
      <w:pPr>
        <w:spacing w:line="300" w:lineRule="auto"/>
      </w:pPr>
      <w:r>
        <w:t>Individuals with BED may also benefit from having access to</w:t>
      </w:r>
      <w:r w:rsidR="00801CBA">
        <w:t xml:space="preserve"> free online resources </w:t>
      </w:r>
      <w:r>
        <w:t xml:space="preserve">that they can use to navigate </w:t>
      </w:r>
      <w:r w:rsidR="00801CBA">
        <w:t>experience</w:t>
      </w:r>
      <w:r>
        <w:t>s of</w:t>
      </w:r>
      <w:r w:rsidR="00801CBA">
        <w:t xml:space="preserve"> stigmatization, discrimination, </w:t>
      </w:r>
      <w:r>
        <w:t xml:space="preserve">misunderstanding/misconceptions, </w:t>
      </w:r>
      <w:r w:rsidR="00801CBA">
        <w:t xml:space="preserve">and/or biases based on their ED, BED, or mental health diagnosis, eating thoughts and behaviors (perceived or real), </w:t>
      </w:r>
      <w:r>
        <w:t>and/or b</w:t>
      </w:r>
      <w:r w:rsidR="00801CBA">
        <w:t xml:space="preserve">ody weight, shape, or size – either within </w:t>
      </w:r>
      <w:r>
        <w:t>themselves</w:t>
      </w:r>
      <w:r w:rsidR="00801CBA">
        <w:t xml:space="preserve"> (e.g., self-stigmatization, guilt, and shame) or </w:t>
      </w:r>
      <w:r>
        <w:t>through engagement with</w:t>
      </w:r>
      <w:r w:rsidR="00801CBA">
        <w:t xml:space="preserve"> healthcare systems and providers</w:t>
      </w:r>
      <w:r>
        <w:t xml:space="preserve">, </w:t>
      </w:r>
      <w:r w:rsidR="00801CBA">
        <w:t>mass media</w:t>
      </w:r>
      <w:r>
        <w:t>,</w:t>
      </w:r>
      <w:r w:rsidR="00801CBA">
        <w:t xml:space="preserve"> and general public</w:t>
      </w:r>
      <w:r>
        <w:t xml:space="preserve"> exposure and interpersonal relationships</w:t>
      </w:r>
      <w:r w:rsidR="00801CBA">
        <w:t xml:space="preserve"> </w:t>
      </w:r>
      <w:r>
        <w:t xml:space="preserve">and encounters </w:t>
      </w:r>
      <w:r w:rsidR="00801CBA">
        <w:fldChar w:fldCharType="begin">
          <w:fldData xml:space="preserve">PEVuZE5vdGU+PENpdGU+PEF1dGhvcj5CcmF5PC9BdXRob3I+PFllYXI+MjAyNDwvWWVhcj48UmVj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</w:fldData>
        </w:fldChar>
      </w:r>
      <w:r w:rsidR="0050408E">
        <w:instrText xml:space="preserve"> ADDIN EN.CITE </w:instrText>
      </w:r>
      <w:r w:rsidR="0050408E">
        <w:fldChar w:fldCharType="begin">
          <w:fldData xml:space="preserve">PEVuZE5vdGU+PENpdGU+PEF1dGhvcj5CcmF5PC9BdXRob3I+PFllYXI+MjAyNDwvWWVhcj48UmVj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</w:fldData>
        </w:fldChar>
      </w:r>
      <w:r w:rsidR="0050408E">
        <w:instrText xml:space="preserve"> ADDIN EN.CITE.DATA </w:instrText>
      </w:r>
      <w:r w:rsidR="0050408E">
        <w:fldChar w:fldCharType="end"/>
      </w:r>
      <w:r w:rsidR="00801CBA">
        <w:fldChar w:fldCharType="separate"/>
      </w:r>
      <w:r w:rsidR="0050408E">
        <w:rPr>
          <w:noProof/>
        </w:rPr>
        <w:t>(1, 3, 18)</w:t>
      </w:r>
      <w:r w:rsidR="00801CBA">
        <w:fldChar w:fldCharType="end"/>
      </w:r>
      <w:r w:rsidR="00801CBA">
        <w:t>. In addition to providing information on stigmatization and its impacts on individuals with BED</w:t>
      </w:r>
      <w:r>
        <w:t>, a one-stop resource platform may</w:t>
      </w:r>
      <w:r w:rsidR="00801CBA">
        <w:t xml:space="preserve"> also include resources for healing and reducing stigmatization at the levels of the individual/self, </w:t>
      </w:r>
      <w:r>
        <w:t xml:space="preserve">interpersonal relationships, </w:t>
      </w:r>
      <w:r w:rsidR="00801CBA">
        <w:t xml:space="preserve">healthcare systems and other instructions, and mass media and general public </w:t>
      </w:r>
      <w:r w:rsidR="00801CBA">
        <w:fldChar w:fldCharType="begin">
          <w:fldData xml:space="preserve">PEVuZE5vdGU+PENpdGU+PEF1dGhvcj5Db21taXR0ZWUgb24gdGhlIFNjaWVuY2Ugb2YgQ2hhbmdp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</w:fldData>
        </w:fldChar>
      </w:r>
      <w:r w:rsidR="0050408E">
        <w:instrText xml:space="preserve"> ADDIN EN.CITE </w:instrText>
      </w:r>
      <w:r w:rsidR="0050408E">
        <w:fldChar w:fldCharType="begin">
          <w:fldData xml:space="preserve">PEVuZE5vdGU+PENpdGU+PEF1dGhvcj5Db21taXR0ZWUgb24gdGhlIFNjaWVuY2Ugb2YgQ2hhbmdp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</w:fldData>
        </w:fldChar>
      </w:r>
      <w:r w:rsidR="0050408E">
        <w:instrText xml:space="preserve"> ADDIN EN.CITE.DATA </w:instrText>
      </w:r>
      <w:r w:rsidR="0050408E">
        <w:fldChar w:fldCharType="end"/>
      </w:r>
      <w:r w:rsidR="00801CBA">
        <w:fldChar w:fldCharType="separate"/>
      </w:r>
      <w:r w:rsidR="0050408E">
        <w:rPr>
          <w:noProof/>
        </w:rPr>
        <w:t>(19, 20)</w:t>
      </w:r>
      <w:r w:rsidR="00801CBA">
        <w:fldChar w:fldCharType="end"/>
      </w:r>
      <w:r w:rsidR="00801CBA" w:rsidRPr="00E022A3">
        <w:t>.</w:t>
      </w:r>
    </w:p>
    <w:p w14:paraId="01A8A048" w14:textId="51DA6139" w:rsidR="00801CBA" w:rsidRDefault="00801CBA" w:rsidP="00801CBA">
      <w:pPr>
        <w:pStyle w:val="Heading3"/>
        <w:numPr>
          <w:ilvl w:val="0"/>
          <w:numId w:val="0"/>
        </w:numPr>
      </w:pPr>
      <w:bookmarkStart w:id="9" w:name="_Ref148968751"/>
      <w:r>
        <w:t xml:space="preserve">S2.6 </w:t>
      </w:r>
      <w:r>
        <w:t>Resources for Healthcare Providers</w:t>
      </w:r>
      <w:bookmarkEnd w:id="9"/>
    </w:p>
    <w:p w14:paraId="1ED0DF3C" w14:textId="00FE4916" w:rsidR="005D72C5" w:rsidRDefault="007328AE" w:rsidP="00801CBA">
      <w:pPr>
        <w:spacing w:line="300" w:lineRule="auto"/>
      </w:pPr>
      <w:r>
        <w:t xml:space="preserve">Individuals with BED can also benefit from </w:t>
      </w:r>
      <w:r w:rsidR="005D72C5">
        <w:t>the creation of f</w:t>
      </w:r>
      <w:r w:rsidR="00801CBA">
        <w:t xml:space="preserve">ree online resources for healthcare providers that </w:t>
      </w:r>
      <w:r w:rsidR="005D72C5">
        <w:t>address treatment barriers that exit at the level of healthcare providers and systems but have impacts at the patient level. These issues include those related to BED stigmatization and disparities in BED recognition, screening, and detection at the level of healthcare providers and systems</w:t>
      </w:r>
      <w:r w:rsidR="00801CBA">
        <w:t xml:space="preserve"> (</w:t>
      </w:r>
      <w:r w:rsidR="005D72C5">
        <w:t xml:space="preserve">addressed in </w:t>
      </w:r>
      <w:r w:rsidR="00801CBA">
        <w:t>section</w:t>
      </w:r>
      <w:r w:rsidR="005D72C5">
        <w:t>s</w:t>
      </w:r>
      <w:r w:rsidR="00801CBA">
        <w:t xml:space="preserve"> </w:t>
      </w:r>
      <w:r w:rsidR="00801CBA">
        <w:fldChar w:fldCharType="begin"/>
      </w:r>
      <w:r w:rsidR="00801CBA">
        <w:instrText xml:space="preserve"> REF _Ref148722932 \n \h </w:instrText>
      </w:r>
      <w:r w:rsidR="00801CBA">
        <w:fldChar w:fldCharType="separate"/>
      </w:r>
      <w:r w:rsidR="00801CBA">
        <w:t>2.4</w:t>
      </w:r>
      <w:r w:rsidR="00801CBA">
        <w:fldChar w:fldCharType="end"/>
      </w:r>
      <w:r w:rsidR="005D72C5">
        <w:t xml:space="preserve"> and </w:t>
      </w:r>
      <w:r w:rsidR="00801CBA">
        <w:fldChar w:fldCharType="begin"/>
      </w:r>
      <w:r w:rsidR="00801CBA">
        <w:instrText xml:space="preserve"> REF _Ref148859497 \n \h </w:instrText>
      </w:r>
      <w:r w:rsidR="00801CBA">
        <w:fldChar w:fldCharType="separate"/>
      </w:r>
      <w:r w:rsidR="00801CBA">
        <w:t>2.4.1</w:t>
      </w:r>
      <w:r w:rsidR="00801CBA">
        <w:fldChar w:fldCharType="end"/>
      </w:r>
      <w:r w:rsidR="005D72C5">
        <w:t xml:space="preserve"> in the main text)</w:t>
      </w:r>
      <w:r w:rsidR="00801CBA">
        <w:t xml:space="preserve">. </w:t>
      </w:r>
      <w:r w:rsidR="005D72C5">
        <w:t xml:space="preserve">This possibility can help </w:t>
      </w:r>
      <w:r w:rsidR="00801CBA">
        <w:t xml:space="preserve">reduce </w:t>
      </w:r>
      <w:r w:rsidR="00801CBA" w:rsidRPr="00E022A3">
        <w:t>provider-level treatment barriers and their impact</w:t>
      </w:r>
      <w:r w:rsidR="00801CBA">
        <w:t>s</w:t>
      </w:r>
      <w:r w:rsidR="00801CBA" w:rsidRPr="00E022A3">
        <w:t xml:space="preserve"> on individuals with </w:t>
      </w:r>
      <w:proofErr w:type="gramStart"/>
      <w:r w:rsidR="00801CBA">
        <w:t>BED</w:t>
      </w:r>
      <w:r w:rsidR="005D72C5">
        <w:t>, and</w:t>
      </w:r>
      <w:proofErr w:type="gramEnd"/>
      <w:r w:rsidR="005D72C5">
        <w:t xml:space="preserve"> may also reduce the patient-level avoidance of healthcare systems that occurs in response to the stigmatization and inequity in these systems</w:t>
      </w:r>
      <w:r w:rsidR="00801CBA" w:rsidRPr="00E022A3">
        <w:t xml:space="preserve">. </w:t>
      </w:r>
    </w:p>
    <w:p w14:paraId="3D198AAD" w14:textId="1D110241" w:rsidR="00801CBA" w:rsidRPr="00E022A3" w:rsidRDefault="005D72C5" w:rsidP="00801CBA">
      <w:pPr>
        <w:spacing w:line="300" w:lineRule="auto"/>
      </w:pPr>
      <w:r>
        <w:t xml:space="preserve">Healthcare provider education resources should also </w:t>
      </w:r>
      <w:r w:rsidR="00801CBA">
        <w:t>includ</w:t>
      </w:r>
      <w:r>
        <w:t>e</w:t>
      </w:r>
      <w:r w:rsidR="00801CBA">
        <w:t xml:space="preserve"> the following resources</w:t>
      </w:r>
      <w:r>
        <w:t>,</w:t>
      </w:r>
      <w:r w:rsidR="00801CBA">
        <w:t xml:space="preserve"> in </w:t>
      </w:r>
      <w:r>
        <w:t>one</w:t>
      </w:r>
      <w:r w:rsidR="00801CBA">
        <w:t xml:space="preserve"> free, one-stop, online platform</w:t>
      </w:r>
      <w:r w:rsidR="00801CBA" w:rsidRPr="00E022A3">
        <w:t>:</w:t>
      </w:r>
    </w:p>
    <w:p w14:paraId="17E9E23F" w14:textId="4F76A888" w:rsidR="00801CBA" w:rsidRPr="007475A3" w:rsidRDefault="00801CBA" w:rsidP="00801CBA">
      <w:pPr>
        <w:numPr>
          <w:ilvl w:val="0"/>
          <w:numId w:val="22"/>
        </w:numPr>
        <w:spacing w:before="0" w:line="300" w:lineRule="auto"/>
      </w:pPr>
      <w:r w:rsidRPr="007475A3">
        <w:t xml:space="preserve">Information on stigmatization </w:t>
      </w:r>
      <w:r>
        <w:fldChar w:fldCharType="begin">
          <w:fldData xml:space="preserve">PEVuZE5vdGU+PENpdGU+PEF1dGhvcj5IZXJtYW48L0F1dGhvcj48WWVhcj4yMDE0PC9ZZWFyPjxS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</w:fldData>
        </w:fldChar>
      </w:r>
      <w:r w:rsidR="0050408E">
        <w:instrText xml:space="preserve"> ADDIN EN.CITE </w:instrText>
      </w:r>
      <w:r w:rsidR="0050408E">
        <w:fldChar w:fldCharType="begin">
          <w:fldData xml:space="preserve">PEVuZE5vdGU+PENpdGU+PEF1dGhvcj5IZXJtYW48L0F1dGhvcj48WWVhcj4yMDE0PC9ZZWFyPjxS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</w:fldData>
        </w:fldChar>
      </w:r>
      <w:r w:rsidR="0050408E">
        <w:instrText xml:space="preserve"> ADDIN EN.CITE.DATA </w:instrText>
      </w:r>
      <w:r w:rsidR="0050408E">
        <w:fldChar w:fldCharType="end"/>
      </w:r>
      <w:r>
        <w:fldChar w:fldCharType="separate"/>
      </w:r>
      <w:r w:rsidR="0050408E">
        <w:rPr>
          <w:noProof/>
        </w:rPr>
        <w:t>(18, 21-25)</w:t>
      </w:r>
      <w:r>
        <w:fldChar w:fldCharType="end"/>
      </w:r>
      <w:r w:rsidRPr="007475A3">
        <w:t xml:space="preserve">, weight bias </w:t>
      </w:r>
      <w:r>
        <w:fldChar w:fldCharType="begin">
          <w:fldData xml:space="preserve">PEVuZE5vdGU+PENpdGU+PEF1dGhvcj5Tb25uZXZpbGxlPC9BdXRob3I+PFllYXI+MjAxODwvWWVh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</w:fldData>
        </w:fldChar>
      </w:r>
      <w:r w:rsidR="0050408E">
        <w:instrText xml:space="preserve"> ADDIN EN.CITE </w:instrText>
      </w:r>
      <w:r w:rsidR="0050408E">
        <w:fldChar w:fldCharType="begin">
          <w:fldData xml:space="preserve">PEVuZE5vdGU+PENpdGU+PEF1dGhvcj5Tb25uZXZpbGxlPC9BdXRob3I+PFllYXI+MjAxODwvWWVh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</w:fldData>
        </w:fldChar>
      </w:r>
      <w:r w:rsidR="0050408E">
        <w:instrText xml:space="preserve"> ADDIN EN.CITE.DATA </w:instrText>
      </w:r>
      <w:r w:rsidR="0050408E">
        <w:fldChar w:fldCharType="end"/>
      </w:r>
      <w:r>
        <w:fldChar w:fldCharType="separate"/>
      </w:r>
      <w:r w:rsidR="0050408E">
        <w:rPr>
          <w:noProof/>
        </w:rPr>
        <w:t>(18, 21, 22, 26-30)</w:t>
      </w:r>
      <w:r>
        <w:fldChar w:fldCharType="end"/>
      </w:r>
      <w:r w:rsidRPr="007475A3">
        <w:t xml:space="preserve">, under-screening </w:t>
      </w:r>
      <w:r>
        <w:fldChar w:fldCharType="begin">
          <w:fldData xml:space="preserve">PEVuZE5vdGU+PENpdGU+PEF1dGhvcj5Tb25uZXZpbGxlPC9BdXRob3I+PFllYXI+MjAxODwvWWVh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</w:fldData>
        </w:fldChar>
      </w:r>
      <w:r w:rsidR="0050408E">
        <w:instrText xml:space="preserve"> ADDIN EN.CITE </w:instrText>
      </w:r>
      <w:r w:rsidR="0050408E">
        <w:fldChar w:fldCharType="begin">
          <w:fldData xml:space="preserve">PEVuZE5vdGU+PENpdGU+PEF1dGhvcj5Tb25uZXZpbGxlPC9BdXRob3I+PFllYXI+MjAxODwvWWVh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</w:fldData>
        </w:fldChar>
      </w:r>
      <w:r w:rsidR="0050408E">
        <w:instrText xml:space="preserve"> ADDIN EN.CITE.DATA </w:instrText>
      </w:r>
      <w:r w:rsidR="0050408E">
        <w:fldChar w:fldCharType="end"/>
      </w:r>
      <w:r>
        <w:fldChar w:fldCharType="separate"/>
      </w:r>
      <w:r w:rsidR="0050408E">
        <w:rPr>
          <w:noProof/>
        </w:rPr>
        <w:t>(18, 21, 22, 25-28, 31, 32)</w:t>
      </w:r>
      <w:r>
        <w:fldChar w:fldCharType="end"/>
      </w:r>
      <w:r w:rsidR="005D72C5">
        <w:t>, and inequities in detection and screening</w:t>
      </w:r>
      <w:r w:rsidRPr="007475A3">
        <w:t xml:space="preserve"> within healthcare systems.</w:t>
      </w:r>
    </w:p>
    <w:p w14:paraId="02995033" w14:textId="24744864" w:rsidR="00801CBA" w:rsidRDefault="00801CBA" w:rsidP="00801CBA">
      <w:pPr>
        <w:numPr>
          <w:ilvl w:val="0"/>
          <w:numId w:val="22"/>
        </w:numPr>
        <w:spacing w:before="0" w:line="300" w:lineRule="auto"/>
      </w:pPr>
      <w:r w:rsidRPr="0094254D">
        <w:t xml:space="preserve">Information on treating </w:t>
      </w:r>
      <w:r>
        <w:t>BED</w:t>
      </w:r>
      <w:r w:rsidRPr="0094254D">
        <w:t xml:space="preserve"> (e.g., laboratory work that might be helpful, </w:t>
      </w:r>
      <w:r>
        <w:t>r</w:t>
      </w:r>
      <w:r w:rsidRPr="00316FCC">
        <w:t>eferrals</w:t>
      </w:r>
      <w:r>
        <w:t>,</w:t>
      </w:r>
      <w:r w:rsidRPr="00316FCC">
        <w:t xml:space="preserve"> and follow-up for individuals with </w:t>
      </w:r>
      <w:r>
        <w:t>BED</w:t>
      </w:r>
      <w:r w:rsidRPr="00316FCC">
        <w:t xml:space="preserve"> to appropriate care options</w:t>
      </w:r>
      <w:r w:rsidR="005D72C5">
        <w:t>)</w:t>
      </w:r>
      <w:r>
        <w:fldChar w:fldCharType="begin">
          <w:fldData xml:space="preserve">PEVuZE5vdGU+PENpdGU+PEF1dGhvcj5CcmF5PC9BdXRob3I+PFllYXI+SW4gUHJlcCAoMjAyNCBQ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</w:fldData>
        </w:fldChar>
      </w:r>
      <w:r w:rsidR="0050408E">
        <w:instrText xml:space="preserve"> ADDIN EN.CITE </w:instrText>
      </w:r>
      <w:r w:rsidR="0050408E">
        <w:fldChar w:fldCharType="begin">
          <w:fldData xml:space="preserve">PEVuZE5vdGU+PENpdGU+PEF1dGhvcj5CcmF5PC9BdXRob3I+PFllYXI+SW4gUHJlcCAoMjAyNCBQ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</w:fldData>
        </w:fldChar>
      </w:r>
      <w:r w:rsidR="0050408E">
        <w:instrText xml:space="preserve"> ADDIN EN.CITE.DATA </w:instrText>
      </w:r>
      <w:r w:rsidR="0050408E">
        <w:fldChar w:fldCharType="end"/>
      </w:r>
      <w:r>
        <w:fldChar w:fldCharType="separate"/>
      </w:r>
      <w:r w:rsidR="0050408E">
        <w:rPr>
          <w:noProof/>
        </w:rPr>
        <w:t>(2, 33-37)</w:t>
      </w:r>
      <w:r>
        <w:fldChar w:fldCharType="end"/>
      </w:r>
      <w:r w:rsidRPr="0094254D">
        <w:t>.</w:t>
      </w:r>
    </w:p>
    <w:p w14:paraId="4EA668AD" w14:textId="513A8982" w:rsidR="00801CBA" w:rsidRPr="00E022A3" w:rsidRDefault="00801CBA" w:rsidP="00801CBA">
      <w:pPr>
        <w:spacing w:line="300" w:lineRule="auto"/>
      </w:pPr>
      <w:r>
        <w:t>These resources should also be accessible to individuals with BED, should they wish to share them with their healthcare provider(s)</w:t>
      </w:r>
      <w:r w:rsidR="005D72C5">
        <w:t>, though should be offered with an acknowledgement that healthcare education around these issues is not the responsibility of the individuals/patients.</w:t>
      </w:r>
    </w:p>
    <w:p w14:paraId="610A9EDF" w14:textId="0CA0ADEE" w:rsidR="00801CBA" w:rsidRDefault="00801CBA" w:rsidP="00801CBA">
      <w:pPr>
        <w:pStyle w:val="Heading3"/>
        <w:numPr>
          <w:ilvl w:val="0"/>
          <w:numId w:val="0"/>
        </w:numPr>
      </w:pPr>
      <w:bookmarkStart w:id="10" w:name="_Ref148968324"/>
      <w:r>
        <w:lastRenderedPageBreak/>
        <w:t xml:space="preserve">S2.7 </w:t>
      </w:r>
      <w:r>
        <w:t>Feasibility and Other Relevant Considerations</w:t>
      </w:r>
      <w:bookmarkEnd w:id="10"/>
    </w:p>
    <w:p w14:paraId="6F7DC2AD" w14:textId="09E56A7D" w:rsidR="00801CBA" w:rsidRDefault="00801CBA" w:rsidP="00801CBA">
      <w:pPr>
        <w:spacing w:line="300" w:lineRule="auto"/>
      </w:pPr>
      <w:r>
        <w:t xml:space="preserve">Importantly, several online resource platforms </w:t>
      </w:r>
      <w:r w:rsidR="00723672">
        <w:t xml:space="preserve">do </w:t>
      </w:r>
      <w:r>
        <w:t>exist that are similar to the one-stop platform we propose her</w:t>
      </w:r>
      <w:r w:rsidR="00723672">
        <w:t>e. We have outlined four (4) below; however, this is not an exhaustive list.</w:t>
      </w:r>
    </w:p>
    <w:p w14:paraId="46A255BE" w14:textId="1FFA3D5C" w:rsidR="00801CBA" w:rsidRDefault="00801CBA" w:rsidP="00801CBA">
      <w:pPr>
        <w:pStyle w:val="ListParagraph"/>
        <w:numPr>
          <w:ilvl w:val="0"/>
          <w:numId w:val="24"/>
        </w:numPr>
        <w:spacing w:before="0" w:line="300" w:lineRule="auto"/>
      </w:pPr>
      <w:r>
        <w:t xml:space="preserve">The </w:t>
      </w:r>
      <w:r w:rsidR="00723672">
        <w:t>National Eating Disorder Association (</w:t>
      </w:r>
      <w:r>
        <w:t>NEDA</w:t>
      </w:r>
      <w:r w:rsidR="00723672">
        <w:t>)</w:t>
      </w:r>
      <w:r>
        <w:t xml:space="preserve"> website </w:t>
      </w:r>
      <w:r>
        <w:fldChar w:fldCharType="begin"/>
      </w:r>
      <w:r w:rsidR="0050408E">
        <w:instrText xml:space="preserve"> ADDIN EN.CITE &lt;EndNote&gt;&lt;Cite&gt;&lt;Author&gt;NEDA&lt;/Author&gt;&lt;Year&gt;2022&lt;/Year&gt;&lt;RecNum&gt;8372&lt;/RecNum&gt;&lt;DisplayText&gt;(38)&lt;/DisplayText&gt;&lt;record&gt;&lt;rec-number&gt;8372&lt;/rec-number&gt;&lt;foreign-keys&gt;&lt;key app="EN" db-id="vv2s9rd9przr9lew5tv52rwde9rard2t52rt" timestamp="1698090190"&gt;8372&lt;/key&gt;&lt;/foreign-keys&gt;&lt;ref-type name="Web Page"&gt;12&lt;/ref-type&gt;&lt;contributors&gt;&lt;authors&gt;&lt;author&gt;NEDA, National Eating Disorder Association&lt;/author&gt;&lt;/authors&gt;&lt;/contributors&gt;&lt;titles&gt;&lt;title&gt;NEDA: Feeding Hope.&lt;/title&gt;&lt;/titles&gt;&lt;volume&gt;2023&lt;/volume&gt;&lt;number&gt;Oct 23, 2023&lt;/number&gt;&lt;dates&gt;&lt;year&gt;2022&lt;/year&gt;&lt;/dates&gt;&lt;pub-location&gt;https://www.nationaleatingdisorders.org&lt;/pub-location&gt;&lt;urls&gt;&lt;/urls&gt;&lt;/record&gt;&lt;/Cite&gt;&lt;/EndNote&gt;</w:instrText>
      </w:r>
      <w:r>
        <w:fldChar w:fldCharType="separate"/>
      </w:r>
      <w:r w:rsidR="0050408E">
        <w:rPr>
          <w:noProof/>
        </w:rPr>
        <w:t>(38)</w:t>
      </w:r>
      <w:r>
        <w:fldChar w:fldCharType="end"/>
      </w:r>
      <w:r>
        <w:t xml:space="preserve"> contains information about a variety of different EDs (including BED), including information on signs and symptoms of BED, screening tools, insurance and legal information/resources, a treatment/provider directory, free and low-cost treatment options (including social support group directories), information on identity and EDs that pertains to socio-demographic minorities and marginalized populations, information on weight stigma and its impacts on mental health, an ambassador program (to champion treatment successes) and professional development courses and resources for providers. </w:t>
      </w:r>
    </w:p>
    <w:p w14:paraId="5CC02D44" w14:textId="2E334B1E" w:rsidR="00801CBA" w:rsidRDefault="00801CBA" w:rsidP="00801CBA">
      <w:pPr>
        <w:pStyle w:val="ListParagraph"/>
        <w:numPr>
          <w:ilvl w:val="0"/>
          <w:numId w:val="24"/>
        </w:numPr>
        <w:spacing w:before="0" w:line="300" w:lineRule="auto"/>
      </w:pPr>
      <w:r>
        <w:t xml:space="preserve">The </w:t>
      </w:r>
      <w:r w:rsidR="00723672">
        <w:t>Eating Disorder</w:t>
      </w:r>
      <w:r>
        <w:t xml:space="preserve"> Coalition website </w:t>
      </w:r>
      <w:r>
        <w:fldChar w:fldCharType="begin"/>
      </w:r>
      <w:r w:rsidR="0050408E">
        <w:instrText xml:space="preserve"> ADDIN EN.CITE &lt;EndNote&gt;&lt;Cite ExcludeYear="1"&gt;&lt;Author&gt;EDC&lt;/Author&gt;&lt;RecNum&gt;8373&lt;/RecNum&gt;&lt;DisplayText&gt;(39)&lt;/DisplayText&gt;&lt;record&gt;&lt;rec-number&gt;8373&lt;/rec-number&gt;&lt;foreign-keys&gt;&lt;key app="EN" db-id="vv2s9rd9przr9lew5tv52rwde9rard2t52rt" timestamp="1698090651"&gt;8373&lt;/key&gt;&lt;/foreign-keys&gt;&lt;ref-type name="Web Page"&gt;12&lt;/ref-type&gt;&lt;contributors&gt;&lt;authors&gt;&lt;author&gt;EDC, Eating Disorders Coalition&lt;/author&gt;&lt;/authors&gt;&lt;/contributors&gt;&lt;titles&gt;&lt;title&gt;The Eating Disorders Coalition for Research, Policy, and Action&lt;/title&gt;&lt;/titles&gt;&lt;volume&gt;2023&lt;/volume&gt;&lt;number&gt;Oct 23, 2023&lt;/number&gt;&lt;dates&gt;&lt;/dates&gt;&lt;pub-location&gt;https://eatingdisorderscoalition.org&lt;/pub-location&gt;&lt;publisher&gt;EDC, Eating Disorders Coalition&lt;/publisher&gt;&lt;urls&gt;&lt;/urls&gt;&lt;/record&gt;&lt;/Cite&gt;&lt;/EndNote&gt;</w:instrText>
      </w:r>
      <w:r>
        <w:fldChar w:fldCharType="separate"/>
      </w:r>
      <w:r w:rsidR="0050408E">
        <w:rPr>
          <w:noProof/>
        </w:rPr>
        <w:t>(39)</w:t>
      </w:r>
      <w:r>
        <w:fldChar w:fldCharType="end"/>
      </w:r>
      <w:r>
        <w:t xml:space="preserve"> has information on EDs, including their prevalence in minority and marginalized populations as well as an ambassador program and a variety of resources on parity and insurance, including Medicare and the Anna Westin Act. However, this site caters more to research and policy than to individuals who experience EDs. </w:t>
      </w:r>
    </w:p>
    <w:p w14:paraId="53958256" w14:textId="190C97BF" w:rsidR="00801CBA" w:rsidRDefault="00801CBA" w:rsidP="00801CBA">
      <w:pPr>
        <w:pStyle w:val="ListParagraph"/>
        <w:numPr>
          <w:ilvl w:val="0"/>
          <w:numId w:val="24"/>
        </w:numPr>
        <w:spacing w:before="0" w:line="300" w:lineRule="auto"/>
      </w:pPr>
      <w:r>
        <w:t xml:space="preserve">The </w:t>
      </w:r>
      <w:r w:rsidR="00723672">
        <w:t>Eating Disorder</w:t>
      </w:r>
      <w:r>
        <w:t xml:space="preserve"> Foundation website </w:t>
      </w:r>
      <w:r>
        <w:fldChar w:fldCharType="begin"/>
      </w:r>
      <w:r w:rsidR="0050408E">
        <w:instrText xml:space="preserve"> ADDIN EN.CITE &lt;EndNote&gt;&lt;Cite&gt;&lt;Author&gt;The_Eating_Disorder_Foundation&lt;/Author&gt;&lt;Year&gt;2023&lt;/Year&gt;&lt;RecNum&gt;8374&lt;/RecNum&gt;&lt;DisplayText&gt;(40)&lt;/DisplayText&gt;&lt;record&gt;&lt;rec-number&gt;8374&lt;/rec-number&gt;&lt;foreign-keys&gt;&lt;key app="EN" db-id="vv2s9rd9przr9lew5tv52rwde9rard2t52rt" timestamp="1698091128"&gt;8374&lt;/key&gt;&lt;/foreign-keys&gt;&lt;ref-type name="Web Page"&gt;12&lt;/ref-type&gt;&lt;contributors&gt;&lt;authors&gt;&lt;author&gt;The_Eating_Disorder_Foundation&lt;/author&gt;&lt;/authors&gt;&lt;/contributors&gt;&lt;titles&gt;&lt;title&gt;The Eating Disorder Foundation&lt;/title&gt;&lt;/titles&gt;&lt;volume&gt;2023&lt;/volume&gt;&lt;number&gt;Oct 23, 2023&lt;/number&gt;&lt;dates&gt;&lt;year&gt;2023&lt;/year&gt;&lt;/dates&gt;&lt;pub-location&gt;https://eatingdisorderfoundation.org&lt;/pub-location&gt;&lt;publisher&gt;The Eating Disorder Foundation&lt;/publisher&gt;&lt;urls&gt;&lt;/urls&gt;&lt;/record&gt;&lt;/Cite&gt;&lt;/EndNote&gt;</w:instrText>
      </w:r>
      <w:r>
        <w:fldChar w:fldCharType="separate"/>
      </w:r>
      <w:r w:rsidR="0050408E">
        <w:rPr>
          <w:noProof/>
        </w:rPr>
        <w:t>(40)</w:t>
      </w:r>
      <w:r>
        <w:fldChar w:fldCharType="end"/>
      </w:r>
      <w:r>
        <w:t xml:space="preserve"> offers information on EDs (including BED) that includes signs and symptoms, treatment options, including free and low-cost options and support groups, and mentorship programs. </w:t>
      </w:r>
    </w:p>
    <w:p w14:paraId="29B60804" w14:textId="30B18AC0" w:rsidR="00801CBA" w:rsidRDefault="00801CBA" w:rsidP="00801CBA">
      <w:pPr>
        <w:pStyle w:val="ListParagraph"/>
        <w:numPr>
          <w:ilvl w:val="0"/>
          <w:numId w:val="24"/>
        </w:numPr>
        <w:spacing w:before="0" w:line="300" w:lineRule="auto"/>
      </w:pPr>
      <w:r>
        <w:t xml:space="preserve">The Mayo Clinic </w:t>
      </w:r>
      <w:r>
        <w:fldChar w:fldCharType="begin"/>
      </w:r>
      <w:r w:rsidR="0050408E">
        <w:instrText xml:space="preserve"> ADDIN EN.CITE &lt;EndNote&gt;&lt;Cite ExcludeYear="1"&gt;&lt;Author&gt;MFMER&lt;/Author&gt;&lt;RecNum&gt;8379&lt;/RecNum&gt;&lt;DisplayText&gt;(41)&lt;/DisplayText&gt;&lt;record&gt;&lt;rec-number&gt;8379&lt;/rec-number&gt;&lt;foreign-keys&gt;&lt;key app="EN" db-id="vv2s9rd9przr9lew5tv52rwde9rard2t52rt" timestamp="1698097133"&gt;8379&lt;/key&gt;&lt;/foreign-keys&gt;&lt;ref-type name="Web Page"&gt;12&lt;/ref-type&gt;&lt;contributors&gt;&lt;authors&gt;&lt;author&gt;MFMER, Mayo Foundation for Medical Education and Research&lt;/author&gt;&lt;/authors&gt;&lt;/contributors&gt;&lt;titles&gt;&lt;title&gt;Binge-eating disorder&lt;/title&gt;&lt;/titles&gt;&lt;volume&gt;2023&lt;/volume&gt;&lt;number&gt;Oct 23, 2023&lt;/number&gt;&lt;dates&gt;&lt;/dates&gt;&lt;pub-location&gt;https://www.mayoclinic.org/diseases-conditions/binge-eating-disorder/symptoms-causes/syc-20353627&lt;/pub-location&gt;&lt;publisher&gt;Mayo Foundation for Medical Education and Research (MFMER)&lt;/publisher&gt;&lt;urls&gt;&lt;/urls&gt;&lt;/record&gt;&lt;/Cite&gt;&lt;/EndNote&gt;</w:instrText>
      </w:r>
      <w:r>
        <w:fldChar w:fldCharType="separate"/>
      </w:r>
      <w:r w:rsidR="0050408E">
        <w:rPr>
          <w:noProof/>
        </w:rPr>
        <w:t>(41)</w:t>
      </w:r>
      <w:r>
        <w:fldChar w:fldCharType="end"/>
      </w:r>
      <w:r>
        <w:t xml:space="preserve"> offers patient and provider resources specific to BED, including information on symptoms, causes, risk factors, complications, diagnosis (including relevant laboratory workup), treatment approaches/options (including standard treatment options as well as “lifestyle and home remedies,” “alternative medicine” approaches, coping and support, and Mayo Clinic providers).</w:t>
      </w:r>
    </w:p>
    <w:p w14:paraId="475E5513" w14:textId="77777777" w:rsidR="00801CBA" w:rsidRDefault="00801CBA" w:rsidP="00801CBA">
      <w:pPr>
        <w:spacing w:line="300" w:lineRule="auto"/>
      </w:pPr>
      <w:r>
        <w:t xml:space="preserve">Various commercial treatment centers also offer websites with all or some of the information we suggest including. Here, we propose that </w:t>
      </w:r>
      <w:commentRangeStart w:id="11"/>
      <w:commentRangeStart w:id="12"/>
      <w:r>
        <w:t xml:space="preserve">individuals with BED may benefit from having one definitive unified and streamlined resource platform </w:t>
      </w:r>
      <w:commentRangeEnd w:id="11"/>
      <w:r>
        <w:rPr>
          <w:rStyle w:val="CommentReference"/>
        </w:rPr>
        <w:commentReference w:id="11"/>
      </w:r>
      <w:commentRangeEnd w:id="12"/>
      <w:r>
        <w:rPr>
          <w:rStyle w:val="CommentReference"/>
        </w:rPr>
        <w:commentReference w:id="12"/>
      </w:r>
      <w:r>
        <w:t>that combines the aims identified here, rather than having several unvetted piecemeal resource options. Importantly, we do not suggest a consensus on how BED should be conceptualized or treated. Rather, we suggest that individuals with BED could benefit from having a one-stop online resource platform within which they can learn about the various existing conceptualizations of BED and use that information to explore treatment options suitable to their needs and circumstances.</w:t>
      </w:r>
    </w:p>
    <w:p w14:paraId="08F288A8" w14:textId="33900F9F" w:rsidR="00801CBA" w:rsidRDefault="00801CBA" w:rsidP="00801CBA">
      <w:pPr>
        <w:spacing w:line="300" w:lineRule="auto"/>
      </w:pPr>
      <w:r w:rsidRPr="00FC273B">
        <w:t xml:space="preserve">In support of the feasibility of the </w:t>
      </w:r>
      <w:r>
        <w:t>online resource platform</w:t>
      </w:r>
      <w:r w:rsidRPr="00FC273B">
        <w:t xml:space="preserve"> proposed here, </w:t>
      </w:r>
      <w:r>
        <w:t xml:space="preserve">we again point to </w:t>
      </w:r>
      <w:r w:rsidRPr="00FC273B">
        <w:t xml:space="preserve">the Anna Westin </w:t>
      </w:r>
      <w:r>
        <w:t>A</w:t>
      </w:r>
      <w:r w:rsidRPr="00FC273B">
        <w:t>ct of 2015 (</w:t>
      </w:r>
      <w:hyperlink r:id="rId14" w:history="1">
        <w:r w:rsidRPr="00FC273B">
          <w:rPr>
            <w:rStyle w:val="Hyperlink"/>
          </w:rPr>
          <w:t>H.R. 2515</w:t>
        </w:r>
      </w:hyperlink>
      <w:r w:rsidRPr="00FC273B">
        <w:t>, </w:t>
      </w:r>
      <w:hyperlink r:id="rId15" w:history="1">
        <w:r w:rsidRPr="00FC273B">
          <w:rPr>
            <w:rStyle w:val="Hyperlink"/>
          </w:rPr>
          <w:t>S. 1865</w:t>
        </w:r>
      </w:hyperlink>
      <w:r w:rsidRPr="00FC273B">
        <w:t>)</w:t>
      </w:r>
      <w:r>
        <w:t xml:space="preserve"> and its precedential call for </w:t>
      </w:r>
      <w:r w:rsidRPr="00FC273B">
        <w:t>NIMH</w:t>
      </w:r>
      <w:r>
        <w:t xml:space="preserve"> </w:t>
      </w:r>
      <w:r w:rsidRPr="00FC273B">
        <w:t xml:space="preserve">and SAMHSA funds to be used to train healthcare professionals and school personnel to identify </w:t>
      </w:r>
      <w:r>
        <w:t>ED</w:t>
      </w:r>
      <w:r w:rsidRPr="00FC273B">
        <w:t xml:space="preserve">s and intervene early </w:t>
      </w:r>
      <w:r>
        <w:fldChar w:fldCharType="begin"/>
      </w:r>
      <w:r w:rsidR="0050408E">
        <w:instrText xml:space="preserve"> ADDIN EN.CITE &lt;EndNote&gt;&lt;Cite&gt;&lt;Author&gt;Wikipedia_Contributors&lt;/Author&gt;&lt;Year&gt;2022&lt;/Year&gt;&lt;RecNum&gt;7949&lt;/RecNum&gt;&lt;DisplayText&gt;(42)&lt;/DisplayText&gt;&lt;record&gt;&lt;rec-number&gt;7949&lt;/rec-number&gt;&lt;foreign-keys&gt;&lt;key app="EN" db-id="vv2s9rd9przr9lew5tv52rwde9rard2t52rt" timestamp="1693616697"&gt;7949&lt;/key&gt;&lt;/foreign-keys&gt;&lt;ref-type name="Encyclopedia"&gt;53&lt;/ref-type&gt;&lt;contributors&gt;&lt;authors&gt;&lt;author&gt;Wikipedia_Contributors&lt;/author&gt;&lt;/authors&gt;&lt;/contributors&gt;&lt;titles&gt;&lt;title&gt;Anna Westin Act&lt;/title&gt;&lt;secondary-title&gt;Wikipedia, The Free Encyclopedia&lt;/secondary-title&gt;&lt;/titles&gt;&lt;pages&gt;Page Version ID: 1117836348&lt;/pages&gt;&lt;dates&gt;&lt;year&gt;2022&lt;/year&gt;&lt;pub-dates&gt;&lt;date&gt;Date of last revision: 23 October 2022&lt;/date&gt;&lt;/pub-dates&gt;&lt;/dates&gt;&lt;pub-location&gt;https://en.wikipedia.org/w/index.php?title=Anna_Westin_Act&amp;amp;oldid=1117836348&lt;/pub-location&gt;&lt;publisher&gt;Wikipedia, The Free Encyclopedia&lt;/publisher&gt;&lt;urls&gt;&lt;/urls&gt;&lt;access-date&gt;2 September 2023&lt;/access-date&gt;&lt;/record&gt;&lt;/Cite&gt;&lt;/EndNote&gt;</w:instrText>
      </w:r>
      <w:r>
        <w:fldChar w:fldCharType="separate"/>
      </w:r>
      <w:r w:rsidR="0050408E">
        <w:rPr>
          <w:noProof/>
        </w:rPr>
        <w:t>(42)</w:t>
      </w:r>
      <w:r>
        <w:fldChar w:fldCharType="end"/>
      </w:r>
      <w:r w:rsidRPr="00FC273B">
        <w:t xml:space="preserve">. Similar policy to provide funding </w:t>
      </w:r>
      <w:r>
        <w:t>for a free, easy-access, one-stop, online resource platform for BED</w:t>
      </w:r>
      <w:r w:rsidRPr="00FC273B">
        <w:t xml:space="preserve"> could </w:t>
      </w:r>
      <w:r>
        <w:t>have great public benefit</w:t>
      </w:r>
      <w:r w:rsidRPr="00FC273B">
        <w:t xml:space="preserve">. </w:t>
      </w:r>
      <w:commentRangeEnd w:id="5"/>
      <w:r w:rsidR="00672B06">
        <w:rPr>
          <w:rStyle w:val="CommentReference"/>
        </w:rPr>
        <w:commentReference w:id="5"/>
      </w:r>
    </w:p>
    <w:p w14:paraId="44DB8B99" w14:textId="77777777" w:rsidR="00801CBA" w:rsidRDefault="00801CBA" w:rsidP="0019306C">
      <w:pPr>
        <w:rPr>
          <w:bCs/>
        </w:rPr>
        <w:sectPr w:rsidR="00801CBA" w:rsidSect="00944F27">
          <w:pgSz w:w="12240" w:h="15840"/>
          <w:pgMar w:top="1138" w:right="1181" w:bottom="1138" w:left="1282" w:header="288" w:footer="504" w:gutter="0"/>
          <w:lnNumType w:countBy="1" w:restart="continuous"/>
          <w:cols w:space="720"/>
          <w:titlePg/>
        </w:sectPr>
      </w:pPr>
    </w:p>
    <w:p w14:paraId="21CF35C5" w14:textId="5CD5E92D" w:rsidR="007A2EF1" w:rsidRPr="007A2EF1" w:rsidRDefault="007A2EF1" w:rsidP="00F9704B">
      <w:pPr>
        <w:rPr>
          <w:b/>
          <w:bCs/>
        </w:rPr>
      </w:pPr>
      <w:r w:rsidRPr="007A2EF1">
        <w:rPr>
          <w:b/>
          <w:bCs/>
        </w:rPr>
        <w:lastRenderedPageBreak/>
        <w:t>References</w:t>
      </w:r>
    </w:p>
    <w:p w14:paraId="355CB224" w14:textId="77777777" w:rsidR="0050408E" w:rsidRPr="0050408E" w:rsidRDefault="007A2EF1" w:rsidP="0050408E">
      <w:pPr>
        <w:pStyle w:val="EndNoteBibliography"/>
        <w:spacing w:after="0"/>
        <w:rPr>
          <w:noProof/>
        </w:rPr>
      </w:pPr>
      <w:r>
        <w:fldChar w:fldCharType="begin"/>
      </w:r>
      <w:r>
        <w:instrText xml:space="preserve"> ADDIN EN.REFLIST </w:instrText>
      </w:r>
      <w:r>
        <w:fldChar w:fldCharType="separate"/>
      </w:r>
      <w:r w:rsidR="0050408E" w:rsidRPr="0050408E">
        <w:rPr>
          <w:noProof/>
        </w:rPr>
        <w:t>1.</w:t>
      </w:r>
      <w:r w:rsidR="0050408E" w:rsidRPr="0050408E">
        <w:rPr>
          <w:noProof/>
        </w:rPr>
        <w:tab/>
        <w:t xml:space="preserve">Bray B, Shallcross A, Wiss D, Bray C, Zwickey H. Treatment Barriers in Binge Eating Disorder: A Critical Review of Patient, Provider, and Systemic Barriers to Identification, Treatment-Seeking, Access, and Engagement in Adult Binge Eating Disorder. </w:t>
      </w:r>
      <w:r w:rsidR="0050408E" w:rsidRPr="0050408E">
        <w:rPr>
          <w:i/>
          <w:noProof/>
        </w:rPr>
        <w:t>International Perspectives on Health Equity</w:t>
      </w:r>
      <w:r w:rsidR="0050408E" w:rsidRPr="0050408E">
        <w:rPr>
          <w:noProof/>
        </w:rPr>
        <w:t xml:space="preserve"> (2024).</w:t>
      </w:r>
    </w:p>
    <w:p w14:paraId="22A0FB8E" w14:textId="77777777" w:rsidR="0050408E" w:rsidRPr="0050408E" w:rsidRDefault="0050408E" w:rsidP="0050408E">
      <w:pPr>
        <w:pStyle w:val="EndNoteBibliography"/>
        <w:spacing w:after="0"/>
        <w:rPr>
          <w:noProof/>
        </w:rPr>
      </w:pPr>
      <w:r w:rsidRPr="0050408E">
        <w:rPr>
          <w:noProof/>
        </w:rPr>
        <w:t>2.</w:t>
      </w:r>
      <w:r w:rsidRPr="0050408E">
        <w:rPr>
          <w:noProof/>
        </w:rPr>
        <w:tab/>
        <w:t xml:space="preserve">Heruc G, Hurst K, Casey A, Fleming K, Freeman J, Fursland A, et al. Anzaed Eating Disorder Treatment Principles and General Clinical Practice and Training Standards. </w:t>
      </w:r>
      <w:r w:rsidRPr="0050408E">
        <w:rPr>
          <w:i/>
          <w:noProof/>
        </w:rPr>
        <w:t>Journal of eating disorders</w:t>
      </w:r>
      <w:r w:rsidRPr="0050408E">
        <w:rPr>
          <w:noProof/>
        </w:rPr>
        <w:t xml:space="preserve"> (2020) 8(1):63. Epub 2020/12/10. doi: 10.1186/s40337-020-00341-0.</w:t>
      </w:r>
    </w:p>
    <w:p w14:paraId="5C252240" w14:textId="77777777" w:rsidR="0050408E" w:rsidRPr="0050408E" w:rsidRDefault="0050408E" w:rsidP="0050408E">
      <w:pPr>
        <w:pStyle w:val="EndNoteBibliography"/>
        <w:spacing w:after="0"/>
        <w:rPr>
          <w:noProof/>
        </w:rPr>
      </w:pPr>
      <w:r w:rsidRPr="0050408E">
        <w:rPr>
          <w:noProof/>
        </w:rPr>
        <w:t>3.</w:t>
      </w:r>
      <w:r w:rsidRPr="0050408E">
        <w:rPr>
          <w:noProof/>
        </w:rPr>
        <w:tab/>
        <w:t xml:space="preserve">Bray B, Shallcross A, Wiss D, Sadowski A, Bray C, Zwickey H. Treatment Barriers in Binge Eating Disoder: A Cross-Sectional Mixed-Methods Study of Binge Eating Disorder Experts' Perspectives. </w:t>
      </w:r>
      <w:r w:rsidRPr="0050408E">
        <w:rPr>
          <w:i/>
          <w:noProof/>
        </w:rPr>
        <w:t>Frontiers in psychiatry</w:t>
      </w:r>
      <w:r w:rsidRPr="0050408E">
        <w:rPr>
          <w:noProof/>
        </w:rPr>
        <w:t xml:space="preserve"> (2024) Submitted/Under Review.</w:t>
      </w:r>
    </w:p>
    <w:p w14:paraId="7B4799F4" w14:textId="77777777" w:rsidR="0050408E" w:rsidRPr="0050408E" w:rsidRDefault="0050408E" w:rsidP="0050408E">
      <w:pPr>
        <w:pStyle w:val="EndNoteBibliography"/>
        <w:spacing w:after="0"/>
        <w:rPr>
          <w:noProof/>
        </w:rPr>
      </w:pPr>
      <w:r w:rsidRPr="0050408E">
        <w:rPr>
          <w:noProof/>
        </w:rPr>
        <w:t>4.</w:t>
      </w:r>
      <w:r w:rsidRPr="0050408E">
        <w:rPr>
          <w:noProof/>
        </w:rPr>
        <w:tab/>
        <w:t xml:space="preserve">Grilo CM, Masheb RM. Rapid Response Predicts Binge Eating and Weight Loss in Binge Eating Disorder: Findings from a Controlled Trial of Orlistat with Guided Self-Help Cognitive Behavioral Therapy. </w:t>
      </w:r>
      <w:r w:rsidRPr="0050408E">
        <w:rPr>
          <w:i/>
          <w:noProof/>
        </w:rPr>
        <w:t>Behaviour research and therapy</w:t>
      </w:r>
      <w:r w:rsidRPr="0050408E">
        <w:rPr>
          <w:noProof/>
        </w:rPr>
        <w:t xml:space="preserve"> (2007) 45(11):2537-50. Epub 2007/07/31. doi: 10.1016/j.brat.2007.05.010.</w:t>
      </w:r>
    </w:p>
    <w:p w14:paraId="447CD328" w14:textId="77777777" w:rsidR="0050408E" w:rsidRPr="0050408E" w:rsidRDefault="0050408E" w:rsidP="0050408E">
      <w:pPr>
        <w:pStyle w:val="EndNoteBibliography"/>
        <w:spacing w:after="0"/>
        <w:rPr>
          <w:noProof/>
        </w:rPr>
      </w:pPr>
      <w:r w:rsidRPr="0050408E">
        <w:rPr>
          <w:noProof/>
        </w:rPr>
        <w:t>5.</w:t>
      </w:r>
      <w:r w:rsidRPr="0050408E">
        <w:rPr>
          <w:noProof/>
        </w:rPr>
        <w:tab/>
        <w:t xml:space="preserve">Burton AL, Abbott MJ, Modini M, Touyz S. Psychometric Evaluation of Self-Report Measures of Binge-Eating Symptoms and Related Psychopathology: A Systematic Review of the Literature. </w:t>
      </w:r>
      <w:r w:rsidRPr="0050408E">
        <w:rPr>
          <w:i/>
          <w:noProof/>
        </w:rPr>
        <w:t>The International journal of eating disorders</w:t>
      </w:r>
      <w:r w:rsidRPr="0050408E">
        <w:rPr>
          <w:noProof/>
        </w:rPr>
        <w:t xml:space="preserve"> (2016) 49(2):123-40. Epub 2015/08/28. doi: 10.1002/eat.22453.</w:t>
      </w:r>
    </w:p>
    <w:p w14:paraId="507B237F" w14:textId="77777777" w:rsidR="0050408E" w:rsidRPr="0050408E" w:rsidRDefault="0050408E" w:rsidP="0050408E">
      <w:pPr>
        <w:pStyle w:val="EndNoteBibliography"/>
        <w:spacing w:after="0"/>
        <w:rPr>
          <w:noProof/>
        </w:rPr>
      </w:pPr>
      <w:r w:rsidRPr="0050408E">
        <w:rPr>
          <w:noProof/>
        </w:rPr>
        <w:t>6.</w:t>
      </w:r>
      <w:r w:rsidRPr="0050408E">
        <w:rPr>
          <w:noProof/>
        </w:rPr>
        <w:tab/>
        <w:t xml:space="preserve">Escriva-Martinez T, Galiana L, Rodriguez-Arias M, Banos RM. The Binge Eating Scale: Structural Equation Competitive Models, Invariance Measurement between Sexes, and Relationships with Food Addiction, Impulsivity, Binge Drinking, and Body Mass Index. </w:t>
      </w:r>
      <w:r w:rsidRPr="0050408E">
        <w:rPr>
          <w:i/>
          <w:noProof/>
        </w:rPr>
        <w:t>Frontiers in psychology</w:t>
      </w:r>
      <w:r w:rsidRPr="0050408E">
        <w:rPr>
          <w:noProof/>
        </w:rPr>
        <w:t xml:space="preserve"> (2019) 10:530. Epub 2019/04/11. doi: 10.3389/fpsyg.2019.00530.</w:t>
      </w:r>
    </w:p>
    <w:p w14:paraId="46175845" w14:textId="77777777" w:rsidR="0050408E" w:rsidRPr="0050408E" w:rsidRDefault="0050408E" w:rsidP="0050408E">
      <w:pPr>
        <w:pStyle w:val="EndNoteBibliography"/>
        <w:spacing w:after="0"/>
        <w:rPr>
          <w:noProof/>
        </w:rPr>
      </w:pPr>
      <w:r w:rsidRPr="0050408E">
        <w:rPr>
          <w:noProof/>
        </w:rPr>
        <w:t>7.</w:t>
      </w:r>
      <w:r w:rsidRPr="0050408E">
        <w:rPr>
          <w:noProof/>
        </w:rPr>
        <w:tab/>
        <w:t xml:space="preserve">Cotter EW, Kelly NR. Binge Eating Scale (Bes). In: Wade T, editor. </w:t>
      </w:r>
      <w:r w:rsidRPr="0050408E">
        <w:rPr>
          <w:i/>
          <w:noProof/>
        </w:rPr>
        <w:t>Encyclopedia of Feeding and Eating Disorders</w:t>
      </w:r>
      <w:r w:rsidRPr="0050408E">
        <w:rPr>
          <w:noProof/>
        </w:rPr>
        <w:t>. Singapore: Springer Singapore (2016). p. 1-5.</w:t>
      </w:r>
    </w:p>
    <w:p w14:paraId="2B3F2F88" w14:textId="77777777" w:rsidR="0050408E" w:rsidRPr="0050408E" w:rsidRDefault="0050408E" w:rsidP="0050408E">
      <w:pPr>
        <w:pStyle w:val="EndNoteBibliography"/>
        <w:spacing w:after="0"/>
        <w:rPr>
          <w:noProof/>
        </w:rPr>
      </w:pPr>
      <w:r w:rsidRPr="0050408E">
        <w:rPr>
          <w:noProof/>
        </w:rPr>
        <w:t>8.</w:t>
      </w:r>
      <w:r w:rsidRPr="0050408E">
        <w:rPr>
          <w:noProof/>
        </w:rPr>
        <w:tab/>
        <w:t xml:space="preserve">Grilo CM, Reas DL, Hopwood CJ, Crosby RD. Factor Structure and Construct Validity of the Eating Disorder Examination-Questionnaire in College Students: Further Support for a Modified Brief Version. </w:t>
      </w:r>
      <w:r w:rsidRPr="0050408E">
        <w:rPr>
          <w:i/>
          <w:noProof/>
        </w:rPr>
        <w:t>The International journal of eating disorders</w:t>
      </w:r>
      <w:r w:rsidRPr="0050408E">
        <w:rPr>
          <w:noProof/>
        </w:rPr>
        <w:t xml:space="preserve"> (2015) 48(3):284-9. Epub 2014/10/27. doi: 10.1002/eat.22358.</w:t>
      </w:r>
    </w:p>
    <w:p w14:paraId="33FE90CB" w14:textId="77777777" w:rsidR="0050408E" w:rsidRPr="0050408E" w:rsidRDefault="0050408E" w:rsidP="0050408E">
      <w:pPr>
        <w:pStyle w:val="EndNoteBibliography"/>
        <w:spacing w:after="0"/>
        <w:rPr>
          <w:noProof/>
        </w:rPr>
      </w:pPr>
      <w:r w:rsidRPr="0050408E">
        <w:rPr>
          <w:noProof/>
        </w:rPr>
        <w:t>9.</w:t>
      </w:r>
      <w:r w:rsidRPr="0050408E">
        <w:rPr>
          <w:noProof/>
        </w:rPr>
        <w:tab/>
        <w:t>Fairburn C, Cooper Z, O’Connor M. Eating Disorder Examination (Edition 17.0d; April, 2014).  (2014).</w:t>
      </w:r>
    </w:p>
    <w:p w14:paraId="0ACEF7DD" w14:textId="77777777" w:rsidR="0050408E" w:rsidRPr="0050408E" w:rsidRDefault="0050408E" w:rsidP="0050408E">
      <w:pPr>
        <w:pStyle w:val="EndNoteBibliography"/>
        <w:spacing w:after="0"/>
        <w:rPr>
          <w:noProof/>
        </w:rPr>
      </w:pPr>
      <w:r w:rsidRPr="0050408E">
        <w:rPr>
          <w:noProof/>
        </w:rPr>
        <w:t>10.</w:t>
      </w:r>
      <w:r w:rsidRPr="0050408E">
        <w:rPr>
          <w:noProof/>
        </w:rPr>
        <w:tab/>
        <w:t xml:space="preserve">Berg KC, Peterson CB, Frazier P, Crow SJ. Psychometric Evaluation of the Eating Disorder Examination and Eating Disorder Examination-Questionnaire: A Systematic Review of the Literature. </w:t>
      </w:r>
      <w:r w:rsidRPr="0050408E">
        <w:rPr>
          <w:i/>
          <w:noProof/>
        </w:rPr>
        <w:t>The International journal of eating disorders</w:t>
      </w:r>
      <w:r w:rsidRPr="0050408E">
        <w:rPr>
          <w:noProof/>
        </w:rPr>
        <w:t xml:space="preserve"> (2012) 45(3):428-38. Epub 2011/07/12. doi: 10.1002/eat.20931.</w:t>
      </w:r>
    </w:p>
    <w:p w14:paraId="22679F09" w14:textId="77777777" w:rsidR="0050408E" w:rsidRPr="0050408E" w:rsidRDefault="0050408E" w:rsidP="0050408E">
      <w:pPr>
        <w:pStyle w:val="EndNoteBibliography"/>
        <w:spacing w:after="0"/>
        <w:rPr>
          <w:noProof/>
        </w:rPr>
      </w:pPr>
      <w:r w:rsidRPr="0050408E">
        <w:rPr>
          <w:noProof/>
        </w:rPr>
        <w:t>11.</w:t>
      </w:r>
      <w:r w:rsidRPr="0050408E">
        <w:rPr>
          <w:noProof/>
        </w:rPr>
        <w:tab/>
        <w:t xml:space="preserve">Burton AL, Mitchison D, Hay P, Donnelly B, Thornton C, Russell J, et al. Beliefs About Binge Eating: Psychometric Properties of the Eating Beliefs Questionnaire (Ebq-18) in Eating Disorder, Obese, and Community Samples. </w:t>
      </w:r>
      <w:r w:rsidRPr="0050408E">
        <w:rPr>
          <w:i/>
          <w:noProof/>
        </w:rPr>
        <w:t>Nutrients</w:t>
      </w:r>
      <w:r w:rsidRPr="0050408E">
        <w:rPr>
          <w:noProof/>
        </w:rPr>
        <w:t xml:space="preserve"> (2018) 10(9). Epub 2018/09/19. doi: 10.3390/nu10091306.</w:t>
      </w:r>
    </w:p>
    <w:p w14:paraId="3BBDB631" w14:textId="77777777" w:rsidR="0050408E" w:rsidRPr="0050408E" w:rsidRDefault="0050408E" w:rsidP="0050408E">
      <w:pPr>
        <w:pStyle w:val="EndNoteBibliography"/>
        <w:spacing w:after="0"/>
        <w:rPr>
          <w:noProof/>
        </w:rPr>
      </w:pPr>
      <w:r w:rsidRPr="0050408E">
        <w:rPr>
          <w:noProof/>
        </w:rPr>
        <w:t>12.</w:t>
      </w:r>
      <w:r w:rsidRPr="0050408E">
        <w:rPr>
          <w:noProof/>
        </w:rPr>
        <w:tab/>
        <w:t xml:space="preserve">Burton AL, Abbott MJ. The Revised Short-Form of the Eating Beliefs Questionnaire: Measuring Positive, Negative, and Permissive Beliefs About Binge Eating. </w:t>
      </w:r>
      <w:r w:rsidRPr="0050408E">
        <w:rPr>
          <w:i/>
          <w:noProof/>
        </w:rPr>
        <w:t>Journal of eating disorders</w:t>
      </w:r>
      <w:r w:rsidRPr="0050408E">
        <w:rPr>
          <w:noProof/>
        </w:rPr>
        <w:t xml:space="preserve"> (2018) 6:37. Epub 2018/11/20. doi: 10.1186/s40337-018-0224-0.</w:t>
      </w:r>
    </w:p>
    <w:p w14:paraId="1D6B0945" w14:textId="77777777" w:rsidR="0050408E" w:rsidRPr="0050408E" w:rsidRDefault="0050408E" w:rsidP="0050408E">
      <w:pPr>
        <w:pStyle w:val="EndNoteBibliography"/>
        <w:spacing w:after="0"/>
        <w:rPr>
          <w:noProof/>
        </w:rPr>
      </w:pPr>
      <w:r w:rsidRPr="0050408E">
        <w:rPr>
          <w:noProof/>
        </w:rPr>
        <w:lastRenderedPageBreak/>
        <w:t>13.</w:t>
      </w:r>
      <w:r w:rsidRPr="0050408E">
        <w:rPr>
          <w:noProof/>
        </w:rPr>
        <w:tab/>
        <w:t xml:space="preserve">Yanovski SZ, Marcus MD, Wadden TA, Walsh BT. The Questionnaire on Eating and Weight Patterns-5: An Updated Screening Instrument for Binge Eating Disorder. </w:t>
      </w:r>
      <w:r w:rsidRPr="0050408E">
        <w:rPr>
          <w:i/>
          <w:noProof/>
        </w:rPr>
        <w:t>The International journal of eating disorders</w:t>
      </w:r>
      <w:r w:rsidRPr="0050408E">
        <w:rPr>
          <w:noProof/>
        </w:rPr>
        <w:t xml:space="preserve"> (2015) 48(3):259-61. Epub 2014/12/30. doi: 10.1002/eat.22372.</w:t>
      </w:r>
    </w:p>
    <w:p w14:paraId="78CF9586" w14:textId="77777777" w:rsidR="0050408E" w:rsidRPr="0050408E" w:rsidRDefault="0050408E" w:rsidP="0050408E">
      <w:pPr>
        <w:pStyle w:val="EndNoteBibliography"/>
        <w:spacing w:after="0"/>
        <w:rPr>
          <w:noProof/>
        </w:rPr>
      </w:pPr>
      <w:r w:rsidRPr="0050408E">
        <w:rPr>
          <w:noProof/>
        </w:rPr>
        <w:t>14.</w:t>
      </w:r>
      <w:r w:rsidRPr="0050408E">
        <w:rPr>
          <w:noProof/>
        </w:rPr>
        <w:tab/>
        <w:t xml:space="preserve">Carr MM, Schulte EM, Saules KK, Gearhardt AN. Measurement Invariance of the Modified Yale Food Addiction Scale 2.0 across Gender and Racial Groups. </w:t>
      </w:r>
      <w:r w:rsidRPr="0050408E">
        <w:rPr>
          <w:i/>
          <w:noProof/>
        </w:rPr>
        <w:t>Assessment</w:t>
      </w:r>
      <w:r w:rsidRPr="0050408E">
        <w:rPr>
          <w:noProof/>
        </w:rPr>
        <w:t xml:space="preserve"> (2020) 27(2):356-64. Epub 2018/07/06. doi: 10.1177/1073191118786576.</w:t>
      </w:r>
    </w:p>
    <w:p w14:paraId="6F1043B8" w14:textId="77777777" w:rsidR="0050408E" w:rsidRPr="0050408E" w:rsidRDefault="0050408E" w:rsidP="0050408E">
      <w:pPr>
        <w:pStyle w:val="EndNoteBibliography"/>
        <w:spacing w:after="0"/>
        <w:rPr>
          <w:noProof/>
        </w:rPr>
      </w:pPr>
      <w:r w:rsidRPr="0050408E">
        <w:rPr>
          <w:noProof/>
        </w:rPr>
        <w:t>15.</w:t>
      </w:r>
      <w:r w:rsidRPr="0050408E">
        <w:rPr>
          <w:noProof/>
        </w:rPr>
        <w:tab/>
        <w:t xml:space="preserve">Linardon J, Messer M. Assessment of Food Addiction Using the Yale Food Addiction Scale 2.0 in Individuals with Binge-Eating Disorder Symptomatology: Factor Structure, Psychometric Properties, and Clinical Significance. </w:t>
      </w:r>
      <w:r w:rsidRPr="0050408E">
        <w:rPr>
          <w:i/>
          <w:noProof/>
        </w:rPr>
        <w:t>Psychiatry research</w:t>
      </w:r>
      <w:r w:rsidRPr="0050408E">
        <w:rPr>
          <w:noProof/>
        </w:rPr>
        <w:t xml:space="preserve"> (2019) 279:216-21. Epub 2019/03/14. doi: 10.1016/j.psychres.2019.03.003.</w:t>
      </w:r>
    </w:p>
    <w:p w14:paraId="62E097CB" w14:textId="77777777" w:rsidR="0050408E" w:rsidRPr="0050408E" w:rsidRDefault="0050408E" w:rsidP="0050408E">
      <w:pPr>
        <w:pStyle w:val="EndNoteBibliography"/>
        <w:spacing w:after="0"/>
        <w:rPr>
          <w:noProof/>
        </w:rPr>
      </w:pPr>
      <w:r w:rsidRPr="0050408E">
        <w:rPr>
          <w:noProof/>
        </w:rPr>
        <w:t>16.</w:t>
      </w:r>
      <w:r w:rsidRPr="0050408E">
        <w:rPr>
          <w:noProof/>
        </w:rPr>
        <w:tab/>
        <w:t xml:space="preserve">Schulte EM, Gearhardt AN. Development of the Modified Yale Food Addiction Scale Version 2.0. </w:t>
      </w:r>
      <w:r w:rsidRPr="0050408E">
        <w:rPr>
          <w:i/>
          <w:noProof/>
        </w:rPr>
        <w:t>European eating disorders review : the journal of the Eating Disorders Association</w:t>
      </w:r>
      <w:r w:rsidRPr="0050408E">
        <w:rPr>
          <w:noProof/>
        </w:rPr>
        <w:t xml:space="preserve"> (2017) 25(4):302-8. Epub 2017/04/04. doi: 10.1002/erv.2515.</w:t>
      </w:r>
    </w:p>
    <w:p w14:paraId="00B2BDBF" w14:textId="77777777" w:rsidR="0050408E" w:rsidRPr="0050408E" w:rsidRDefault="0050408E" w:rsidP="0050408E">
      <w:pPr>
        <w:pStyle w:val="EndNoteBibliography"/>
        <w:spacing w:after="0"/>
        <w:rPr>
          <w:noProof/>
        </w:rPr>
      </w:pPr>
      <w:r w:rsidRPr="0050408E">
        <w:rPr>
          <w:noProof/>
        </w:rPr>
        <w:t>17.</w:t>
      </w:r>
      <w:r w:rsidRPr="0050408E">
        <w:rPr>
          <w:noProof/>
        </w:rPr>
        <w:tab/>
        <w:t xml:space="preserve">APA. </w:t>
      </w:r>
      <w:r w:rsidRPr="0050408E">
        <w:rPr>
          <w:i/>
          <w:noProof/>
        </w:rPr>
        <w:t>Diagnostic and Statistical Manual of Mental Disorders: Diagnostic and Statistical Manual of Mental Disorders, Fifth Edition.</w:t>
      </w:r>
      <w:r w:rsidRPr="0050408E">
        <w:rPr>
          <w:noProof/>
        </w:rPr>
        <w:t xml:space="preserve"> Arlington, VA: American Psychiatric Association (2013) 2013.</w:t>
      </w:r>
    </w:p>
    <w:p w14:paraId="70D2CFFD" w14:textId="77777777" w:rsidR="0050408E" w:rsidRPr="0050408E" w:rsidRDefault="0050408E" w:rsidP="0050408E">
      <w:pPr>
        <w:pStyle w:val="EndNoteBibliography"/>
        <w:spacing w:after="0"/>
        <w:rPr>
          <w:noProof/>
        </w:rPr>
      </w:pPr>
      <w:r w:rsidRPr="0050408E">
        <w:rPr>
          <w:noProof/>
        </w:rPr>
        <w:t>18.</w:t>
      </w:r>
      <w:r w:rsidRPr="0050408E">
        <w:rPr>
          <w:noProof/>
        </w:rPr>
        <w:tab/>
        <w:t xml:space="preserve">Bray B, Bray C, Bradley R, Zwickey H. Binge Eating Disorder Is a Social Justice Issue: A Cross-Sectional Mixed-Methods Study of Binge Eating Disorder Experts' Opinions. </w:t>
      </w:r>
      <w:r w:rsidRPr="0050408E">
        <w:rPr>
          <w:i/>
          <w:noProof/>
        </w:rPr>
        <w:t>Int J Environ Res Public Health</w:t>
      </w:r>
      <w:r w:rsidRPr="0050408E">
        <w:rPr>
          <w:noProof/>
        </w:rPr>
        <w:t xml:space="preserve"> (2022) 19(10):6243 - 80. Epub 2022/05/29. doi: 10.3390/ijerph19106243.</w:t>
      </w:r>
    </w:p>
    <w:p w14:paraId="1361F5C7" w14:textId="77777777" w:rsidR="0050408E" w:rsidRPr="0050408E" w:rsidRDefault="0050408E" w:rsidP="0050408E">
      <w:pPr>
        <w:pStyle w:val="EndNoteBibliography"/>
        <w:rPr>
          <w:noProof/>
        </w:rPr>
      </w:pPr>
      <w:r w:rsidRPr="0050408E">
        <w:rPr>
          <w:noProof/>
        </w:rPr>
        <w:t>19.</w:t>
      </w:r>
      <w:r w:rsidRPr="0050408E">
        <w:rPr>
          <w:noProof/>
        </w:rPr>
        <w:tab/>
        <w:t xml:space="preserve">Committee on the Science of Changing Behavioral Health Social N, Board on Behavioral C, Sensory S, Division of B, Social S, Education, et al.  </w:t>
      </w:r>
      <w:r w:rsidRPr="0050408E">
        <w:rPr>
          <w:i/>
          <w:noProof/>
        </w:rPr>
        <w:t>Ending Discrimination against People with Mental and Substance Use Disorders: The Evidence for Stigma Change</w:t>
      </w:r>
      <w:r w:rsidRPr="0050408E">
        <w:rPr>
          <w:noProof/>
        </w:rPr>
        <w:t>. Washington (DC): National Academies Press (US)</w:t>
      </w:r>
    </w:p>
    <w:p w14:paraId="203BAD30" w14:textId="77777777" w:rsidR="0050408E" w:rsidRPr="0050408E" w:rsidRDefault="0050408E" w:rsidP="0050408E">
      <w:pPr>
        <w:pStyle w:val="EndNoteBibliography"/>
        <w:spacing w:after="0"/>
        <w:rPr>
          <w:noProof/>
        </w:rPr>
      </w:pPr>
      <w:r w:rsidRPr="0050408E">
        <w:rPr>
          <w:noProof/>
        </w:rPr>
        <w:t>Copyright 2016 by the National Academy of Sciences. All rights reserved. (2016).</w:t>
      </w:r>
    </w:p>
    <w:p w14:paraId="3576132A" w14:textId="77777777" w:rsidR="0050408E" w:rsidRPr="0050408E" w:rsidRDefault="0050408E" w:rsidP="0050408E">
      <w:pPr>
        <w:pStyle w:val="EndNoteBibliography"/>
        <w:spacing w:after="0"/>
        <w:rPr>
          <w:noProof/>
        </w:rPr>
      </w:pPr>
      <w:r w:rsidRPr="0050408E">
        <w:rPr>
          <w:noProof/>
        </w:rPr>
        <w:t>20.</w:t>
      </w:r>
      <w:r w:rsidRPr="0050408E">
        <w:rPr>
          <w:noProof/>
        </w:rPr>
        <w:tab/>
        <w:t xml:space="preserve">Borenstein J. Stigma, Prejudice and Discrimination against People with Mental Illness. </w:t>
      </w:r>
      <w:r w:rsidRPr="0050408E">
        <w:rPr>
          <w:i/>
          <w:noProof/>
        </w:rPr>
        <w:t>American Psychiatric Association</w:t>
      </w:r>
      <w:r w:rsidRPr="0050408E">
        <w:rPr>
          <w:noProof/>
        </w:rPr>
        <w:t xml:space="preserve"> [Internet]. (2020 Oct 22, 2023).</w:t>
      </w:r>
    </w:p>
    <w:p w14:paraId="30EBAA44" w14:textId="77777777" w:rsidR="0050408E" w:rsidRPr="0050408E" w:rsidRDefault="0050408E" w:rsidP="0050408E">
      <w:pPr>
        <w:pStyle w:val="EndNoteBibliography"/>
        <w:spacing w:after="0"/>
        <w:rPr>
          <w:noProof/>
        </w:rPr>
      </w:pPr>
      <w:r w:rsidRPr="0050408E">
        <w:rPr>
          <w:noProof/>
        </w:rPr>
        <w:t>21.</w:t>
      </w:r>
      <w:r w:rsidRPr="0050408E">
        <w:rPr>
          <w:noProof/>
        </w:rPr>
        <w:tab/>
        <w:t xml:space="preserve">Herman BK, Safikhani S, Hengerer D, Atkins N, Jr., Kim A, Cassidy D, et al. The Patient Experience with Dsm-5-Defined Binge Eating Disorder: Characteristics, Barriers to Treatment, and Implications for Primary Care Physicians. </w:t>
      </w:r>
      <w:r w:rsidRPr="0050408E">
        <w:rPr>
          <w:i/>
          <w:noProof/>
        </w:rPr>
        <w:t>Postgraduate medicine</w:t>
      </w:r>
      <w:r w:rsidRPr="0050408E">
        <w:rPr>
          <w:noProof/>
        </w:rPr>
        <w:t xml:space="preserve"> (2014) 126(5):52-63. Epub 2014/10/09. doi: 10.3810/pgm.2014.09.2800.</w:t>
      </w:r>
    </w:p>
    <w:p w14:paraId="665C3BC7" w14:textId="77777777" w:rsidR="0050408E" w:rsidRPr="0050408E" w:rsidRDefault="0050408E" w:rsidP="0050408E">
      <w:pPr>
        <w:pStyle w:val="EndNoteBibliography"/>
        <w:spacing w:after="0"/>
        <w:rPr>
          <w:noProof/>
        </w:rPr>
      </w:pPr>
      <w:r w:rsidRPr="0050408E">
        <w:rPr>
          <w:noProof/>
        </w:rPr>
        <w:t>22.</w:t>
      </w:r>
      <w:r w:rsidRPr="0050408E">
        <w:rPr>
          <w:noProof/>
        </w:rPr>
        <w:tab/>
        <w:t xml:space="preserve">Salvia MG, Ritholz MD, Craigen KL, Quatromoni PA. Women's Perceptions of Weight Stigma and Experiences of Weight-Neutral Treatment for Binge Eating Disorder: A Qualitative Study. </w:t>
      </w:r>
      <w:r w:rsidRPr="0050408E">
        <w:rPr>
          <w:i/>
          <w:noProof/>
        </w:rPr>
        <w:t>EClinicalMedicine</w:t>
      </w:r>
      <w:r w:rsidRPr="0050408E">
        <w:rPr>
          <w:noProof/>
        </w:rPr>
        <w:t xml:space="preserve"> (2023) 56.</w:t>
      </w:r>
    </w:p>
    <w:p w14:paraId="77054983" w14:textId="77777777" w:rsidR="0050408E" w:rsidRPr="0050408E" w:rsidRDefault="0050408E" w:rsidP="0050408E">
      <w:pPr>
        <w:pStyle w:val="EndNoteBibliography"/>
        <w:spacing w:after="0"/>
        <w:rPr>
          <w:noProof/>
        </w:rPr>
      </w:pPr>
      <w:r w:rsidRPr="0050408E">
        <w:rPr>
          <w:noProof/>
        </w:rPr>
        <w:t>23.</w:t>
      </w:r>
      <w:r w:rsidRPr="0050408E">
        <w:rPr>
          <w:noProof/>
        </w:rPr>
        <w:tab/>
        <w:t xml:space="preserve">Duarte C, Pinto‐Gouveia J, Ferreira C. Ashamed and Fused with Body Image and Eating: Binge Eating as an Avoidance Strategy. </w:t>
      </w:r>
      <w:r w:rsidRPr="0050408E">
        <w:rPr>
          <w:i/>
          <w:noProof/>
        </w:rPr>
        <w:t>Clinical psychology &amp; psychotherapy</w:t>
      </w:r>
      <w:r w:rsidRPr="0050408E">
        <w:rPr>
          <w:noProof/>
        </w:rPr>
        <w:t xml:space="preserve"> (2017) 24(1):195-202.</w:t>
      </w:r>
    </w:p>
    <w:p w14:paraId="45A98C56" w14:textId="77777777" w:rsidR="0050408E" w:rsidRPr="0050408E" w:rsidRDefault="0050408E" w:rsidP="0050408E">
      <w:pPr>
        <w:pStyle w:val="EndNoteBibliography"/>
        <w:spacing w:after="0"/>
        <w:rPr>
          <w:noProof/>
        </w:rPr>
      </w:pPr>
      <w:r w:rsidRPr="0050408E">
        <w:rPr>
          <w:noProof/>
        </w:rPr>
        <w:t>24.</w:t>
      </w:r>
      <w:r w:rsidRPr="0050408E">
        <w:rPr>
          <w:noProof/>
        </w:rPr>
        <w:tab/>
        <w:t xml:space="preserve">Cachelin FM, Rebeck R, Veisel C, Striegel‐Moore RH. Barriers to Treatment for Eating Disorders among Ethnically Diverse Women. </w:t>
      </w:r>
      <w:r w:rsidRPr="0050408E">
        <w:rPr>
          <w:i/>
          <w:noProof/>
        </w:rPr>
        <w:t>International Journal of Eating Disorders</w:t>
      </w:r>
      <w:r w:rsidRPr="0050408E">
        <w:rPr>
          <w:noProof/>
        </w:rPr>
        <w:t xml:space="preserve"> (2001) 30(3):269-78.</w:t>
      </w:r>
    </w:p>
    <w:p w14:paraId="174BD3CE" w14:textId="77777777" w:rsidR="0050408E" w:rsidRPr="0050408E" w:rsidRDefault="0050408E" w:rsidP="0050408E">
      <w:pPr>
        <w:pStyle w:val="EndNoteBibliography"/>
        <w:spacing w:after="0"/>
        <w:rPr>
          <w:noProof/>
        </w:rPr>
      </w:pPr>
      <w:r w:rsidRPr="0050408E">
        <w:rPr>
          <w:noProof/>
        </w:rPr>
        <w:t>25.</w:t>
      </w:r>
      <w:r w:rsidRPr="0050408E">
        <w:rPr>
          <w:noProof/>
        </w:rPr>
        <w:tab/>
        <w:t xml:space="preserve">Thapliyal P, Mitchison D, Hay P. Insights into the Experiences of Treatment for an Eating Disorder in Men: A Qualitative Study of Autobiographies. </w:t>
      </w:r>
      <w:r w:rsidRPr="0050408E">
        <w:rPr>
          <w:i/>
          <w:noProof/>
        </w:rPr>
        <w:t>Behavioral sciences</w:t>
      </w:r>
      <w:r w:rsidRPr="0050408E">
        <w:rPr>
          <w:noProof/>
        </w:rPr>
        <w:t xml:space="preserve"> (2017) 7(2):38.</w:t>
      </w:r>
    </w:p>
    <w:p w14:paraId="68E0F070" w14:textId="77777777" w:rsidR="0050408E" w:rsidRPr="0050408E" w:rsidRDefault="0050408E" w:rsidP="0050408E">
      <w:pPr>
        <w:pStyle w:val="EndNoteBibliography"/>
        <w:spacing w:after="0"/>
        <w:rPr>
          <w:noProof/>
        </w:rPr>
      </w:pPr>
      <w:r w:rsidRPr="0050408E">
        <w:rPr>
          <w:noProof/>
        </w:rPr>
        <w:t>26.</w:t>
      </w:r>
      <w:r w:rsidRPr="0050408E">
        <w:rPr>
          <w:noProof/>
        </w:rPr>
        <w:tab/>
        <w:t xml:space="preserve">Sonneville KR, Lipson SK. Disparities in Eating Disorder Diagnosis and Treatment According to Weight Status, Race/Ethnicity, Socioeconomic Background, and Sex among College </w:t>
      </w:r>
      <w:r w:rsidRPr="0050408E">
        <w:rPr>
          <w:noProof/>
        </w:rPr>
        <w:lastRenderedPageBreak/>
        <w:t xml:space="preserve">Students. </w:t>
      </w:r>
      <w:r w:rsidRPr="0050408E">
        <w:rPr>
          <w:i/>
          <w:noProof/>
        </w:rPr>
        <w:t>The International journal of eating disorders</w:t>
      </w:r>
      <w:r w:rsidRPr="0050408E">
        <w:rPr>
          <w:noProof/>
        </w:rPr>
        <w:t xml:space="preserve"> (2018) 51(6):518-26. Epub 2018/03/04. doi: 10.1002/eat.22846.</w:t>
      </w:r>
    </w:p>
    <w:p w14:paraId="741A0996" w14:textId="77777777" w:rsidR="0050408E" w:rsidRPr="0050408E" w:rsidRDefault="0050408E" w:rsidP="0050408E">
      <w:pPr>
        <w:pStyle w:val="EndNoteBibliography"/>
        <w:spacing w:after="0"/>
        <w:rPr>
          <w:noProof/>
        </w:rPr>
      </w:pPr>
      <w:r w:rsidRPr="0050408E">
        <w:rPr>
          <w:noProof/>
        </w:rPr>
        <w:t>27.</w:t>
      </w:r>
      <w:r w:rsidRPr="0050408E">
        <w:rPr>
          <w:noProof/>
        </w:rPr>
        <w:tab/>
        <w:t xml:space="preserve">Cossrow N, Pawaskar M, Witt EA, Ming EE, Victor TW, Herman BK, et al. Estimating the Prevalence of Binge Eating Disorder in a Community Sample from the United States: Comparing Dsm-Iv-Tr and Dsm-5 Criteria. </w:t>
      </w:r>
      <w:r w:rsidRPr="0050408E">
        <w:rPr>
          <w:i/>
          <w:noProof/>
        </w:rPr>
        <w:t>The Journal of clinical psychiatry</w:t>
      </w:r>
      <w:r w:rsidRPr="0050408E">
        <w:rPr>
          <w:noProof/>
        </w:rPr>
        <w:t xml:space="preserve"> (2016) 77(8):e968-74. Epub 2016/05/28. doi: 10.4088/JCP.15m10059.</w:t>
      </w:r>
    </w:p>
    <w:p w14:paraId="34AAB8F7" w14:textId="77777777" w:rsidR="0050408E" w:rsidRPr="0050408E" w:rsidRDefault="0050408E" w:rsidP="0050408E">
      <w:pPr>
        <w:pStyle w:val="EndNoteBibliography"/>
        <w:spacing w:after="0"/>
        <w:rPr>
          <w:noProof/>
        </w:rPr>
      </w:pPr>
      <w:r w:rsidRPr="0050408E">
        <w:rPr>
          <w:noProof/>
        </w:rPr>
        <w:t>28.</w:t>
      </w:r>
      <w:r w:rsidRPr="0050408E">
        <w:rPr>
          <w:noProof/>
        </w:rPr>
        <w:tab/>
        <w:t xml:space="preserve">Weissman RS, Rosselli F. Reducing the Burden of Suffering from Eating Disorders: Unmet Treatment Needs, Cost of Illness, and the Quest for Cost-Effectiveness. </w:t>
      </w:r>
      <w:r w:rsidRPr="0050408E">
        <w:rPr>
          <w:i/>
          <w:noProof/>
        </w:rPr>
        <w:t>Behaviour research and therapy</w:t>
      </w:r>
      <w:r w:rsidRPr="0050408E">
        <w:rPr>
          <w:noProof/>
        </w:rPr>
        <w:t xml:space="preserve"> (2017) 88:49-64.</w:t>
      </w:r>
    </w:p>
    <w:p w14:paraId="7CAC76D0" w14:textId="77777777" w:rsidR="0050408E" w:rsidRPr="0050408E" w:rsidRDefault="0050408E" w:rsidP="0050408E">
      <w:pPr>
        <w:pStyle w:val="EndNoteBibliography"/>
        <w:spacing w:after="0"/>
        <w:rPr>
          <w:noProof/>
        </w:rPr>
      </w:pPr>
      <w:r w:rsidRPr="0050408E">
        <w:rPr>
          <w:noProof/>
        </w:rPr>
        <w:t>29.</w:t>
      </w:r>
      <w:r w:rsidRPr="0050408E">
        <w:rPr>
          <w:noProof/>
        </w:rPr>
        <w:tab/>
        <w:t xml:space="preserve">Bray B, Sadowski A, Bray C, Bradley R, Zwickey H. Clinical Aspects of Binge Eating Disorder: A Cross-Sectional Mixed-Methods Study of Binge Eating Disorder Experts' Perspectives. </w:t>
      </w:r>
      <w:r w:rsidRPr="0050408E">
        <w:rPr>
          <w:i/>
          <w:noProof/>
        </w:rPr>
        <w:t>Frontiers in psychiatry</w:t>
      </w:r>
      <w:r w:rsidRPr="0050408E">
        <w:rPr>
          <w:noProof/>
        </w:rPr>
        <w:t xml:space="preserve"> (2023) 13. doi: 10.3389/fpsyt.2022.1087165.</w:t>
      </w:r>
    </w:p>
    <w:p w14:paraId="4849685B" w14:textId="77777777" w:rsidR="0050408E" w:rsidRPr="0050408E" w:rsidRDefault="0050408E" w:rsidP="0050408E">
      <w:pPr>
        <w:pStyle w:val="EndNoteBibliography"/>
        <w:spacing w:after="0"/>
        <w:rPr>
          <w:noProof/>
        </w:rPr>
      </w:pPr>
      <w:r w:rsidRPr="0050408E">
        <w:rPr>
          <w:noProof/>
        </w:rPr>
        <w:t>30.</w:t>
      </w:r>
      <w:r w:rsidRPr="0050408E">
        <w:rPr>
          <w:noProof/>
        </w:rPr>
        <w:tab/>
        <w:t xml:space="preserve">Lowe MR, Haller LL, Singh S, Chen JY. Weight Dysregulation, Positive Energy Balance, and Binge Eating in Eating Disorders. In: Frank GKW, Berner LA, editors. </w:t>
      </w:r>
      <w:r w:rsidRPr="0050408E">
        <w:rPr>
          <w:i/>
          <w:noProof/>
        </w:rPr>
        <w:t>Binge Eating: A Transdiagnostic Psychopathology</w:t>
      </w:r>
      <w:r w:rsidRPr="0050408E">
        <w:rPr>
          <w:noProof/>
        </w:rPr>
        <w:t>. Switzerland: Springer Nature (2021). p. 59-67.</w:t>
      </w:r>
    </w:p>
    <w:p w14:paraId="6BA4341D" w14:textId="77777777" w:rsidR="0050408E" w:rsidRPr="0050408E" w:rsidRDefault="0050408E" w:rsidP="0050408E">
      <w:pPr>
        <w:pStyle w:val="EndNoteBibliography"/>
        <w:spacing w:after="0"/>
        <w:rPr>
          <w:noProof/>
        </w:rPr>
      </w:pPr>
      <w:r w:rsidRPr="0050408E">
        <w:rPr>
          <w:noProof/>
        </w:rPr>
        <w:t>31.</w:t>
      </w:r>
      <w:r w:rsidRPr="0050408E">
        <w:rPr>
          <w:noProof/>
        </w:rPr>
        <w:tab/>
        <w:t xml:space="preserve">Hamed S, Bradby H, Ahlberg BM, Thapar-Björkert S. Racism in Healthcare: A Scoping Review. </w:t>
      </w:r>
      <w:r w:rsidRPr="0050408E">
        <w:rPr>
          <w:i/>
          <w:noProof/>
        </w:rPr>
        <w:t>BMC Public Health</w:t>
      </w:r>
      <w:r w:rsidRPr="0050408E">
        <w:rPr>
          <w:noProof/>
        </w:rPr>
        <w:t xml:space="preserve"> (2022) 22(1):988. Epub 2022/05/17. doi: 10.1186/s12889-022-13122-y.</w:t>
      </w:r>
    </w:p>
    <w:p w14:paraId="78153028" w14:textId="77777777" w:rsidR="0050408E" w:rsidRPr="0050408E" w:rsidRDefault="0050408E" w:rsidP="0050408E">
      <w:pPr>
        <w:pStyle w:val="EndNoteBibliography"/>
        <w:spacing w:after="0"/>
        <w:rPr>
          <w:noProof/>
        </w:rPr>
      </w:pPr>
      <w:r w:rsidRPr="0050408E">
        <w:rPr>
          <w:noProof/>
        </w:rPr>
        <w:t>32.</w:t>
      </w:r>
      <w:r w:rsidRPr="0050408E">
        <w:rPr>
          <w:noProof/>
        </w:rPr>
        <w:tab/>
        <w:t xml:space="preserve">Goode RW, Webster CK, Gwira RE. A Review of Binge-Eating Disorder in Black Women: Treatment Recommendations and Implications for Healthcare Providers. </w:t>
      </w:r>
      <w:r w:rsidRPr="0050408E">
        <w:rPr>
          <w:i/>
          <w:noProof/>
        </w:rPr>
        <w:t>Current psychiatry reports</w:t>
      </w:r>
      <w:r w:rsidRPr="0050408E">
        <w:rPr>
          <w:noProof/>
        </w:rPr>
        <w:t xml:space="preserve"> (2022) 24(12):757-66. Epub 2022/11/13. doi: 10.1007/s11920-022-01383-8.</w:t>
      </w:r>
    </w:p>
    <w:p w14:paraId="30BE1EC1" w14:textId="77777777" w:rsidR="0050408E" w:rsidRPr="0050408E" w:rsidRDefault="0050408E" w:rsidP="0050408E">
      <w:pPr>
        <w:pStyle w:val="EndNoteBibliography"/>
        <w:spacing w:after="0"/>
        <w:rPr>
          <w:noProof/>
        </w:rPr>
      </w:pPr>
      <w:r w:rsidRPr="0050408E">
        <w:rPr>
          <w:noProof/>
        </w:rPr>
        <w:t>33.</w:t>
      </w:r>
      <w:r w:rsidRPr="0050408E">
        <w:rPr>
          <w:noProof/>
        </w:rPr>
        <w:tab/>
        <w:t xml:space="preserve">Bray B, Sadowski A, Mist S, Quaglia J, Shallcross A, Wiss D, et al. Complementary and Integrative Health Use in Binge Eating Disoder: A Narrative Review. </w:t>
      </w:r>
      <w:r w:rsidRPr="0050408E">
        <w:rPr>
          <w:i/>
          <w:noProof/>
        </w:rPr>
        <w:t>Environment and Public Health Research</w:t>
      </w:r>
      <w:r w:rsidRPr="0050408E">
        <w:rPr>
          <w:noProof/>
        </w:rPr>
        <w:t xml:space="preserve"> (In Prep (2024 Planned Submission Date)) (Mental Health and Addiction).</w:t>
      </w:r>
    </w:p>
    <w:p w14:paraId="3C932C74" w14:textId="77777777" w:rsidR="0050408E" w:rsidRPr="0050408E" w:rsidRDefault="0050408E" w:rsidP="0050408E">
      <w:pPr>
        <w:pStyle w:val="EndNoteBibliography"/>
        <w:spacing w:after="0"/>
        <w:rPr>
          <w:noProof/>
        </w:rPr>
      </w:pPr>
      <w:r w:rsidRPr="0050408E">
        <w:rPr>
          <w:noProof/>
        </w:rPr>
        <w:t>34.</w:t>
      </w:r>
      <w:r w:rsidRPr="0050408E">
        <w:rPr>
          <w:noProof/>
        </w:rPr>
        <w:tab/>
        <w:t xml:space="preserve">Hilbert A, Hoek HW, Schmidt R. Evidence-Based Clinical Guidelines for Eating Disorders: International Comparison. </w:t>
      </w:r>
      <w:r w:rsidRPr="0050408E">
        <w:rPr>
          <w:i/>
          <w:noProof/>
        </w:rPr>
        <w:t>Current opinion in psychiatry</w:t>
      </w:r>
      <w:r w:rsidRPr="0050408E">
        <w:rPr>
          <w:noProof/>
        </w:rPr>
        <w:t xml:space="preserve"> (2017) 30(6):423-37. doi: 10.1097/YCO.0000000000000360.</w:t>
      </w:r>
    </w:p>
    <w:p w14:paraId="1AC10FFC" w14:textId="61D7B444" w:rsidR="0050408E" w:rsidRPr="0050408E" w:rsidRDefault="0050408E" w:rsidP="0050408E">
      <w:pPr>
        <w:pStyle w:val="EndNoteBibliography"/>
        <w:spacing w:after="0"/>
        <w:rPr>
          <w:noProof/>
        </w:rPr>
      </w:pPr>
      <w:r w:rsidRPr="0050408E">
        <w:rPr>
          <w:noProof/>
        </w:rPr>
        <w:t>35.</w:t>
      </w:r>
      <w:r w:rsidRPr="0050408E">
        <w:rPr>
          <w:noProof/>
        </w:rPr>
        <w:tab/>
        <w:t xml:space="preserve">NEDC NEDC. </w:t>
      </w:r>
      <w:r w:rsidRPr="0050408E">
        <w:rPr>
          <w:i/>
          <w:noProof/>
        </w:rPr>
        <w:t>National Practice Standards for Eating Disorders</w:t>
      </w:r>
      <w:r w:rsidRPr="0050408E">
        <w:rPr>
          <w:noProof/>
        </w:rPr>
        <w:t xml:space="preserve">. In: NEDC NEDC, funded by the Australian Government Department of Health, editor. </w:t>
      </w:r>
      <w:hyperlink r:id="rId16" w:history="1">
        <w:r w:rsidRPr="0050408E">
          <w:rPr>
            <w:rStyle w:val="Hyperlink"/>
            <w:noProof/>
          </w:rPr>
          <w:t>https://nedc.com.au/assets/NEDC-Resources/national-practice-standards-for-eating-disorders.pdf</w:t>
        </w:r>
      </w:hyperlink>
      <w:r w:rsidRPr="0050408E">
        <w:rPr>
          <w:noProof/>
        </w:rPr>
        <w:t>: National Eating Disorder Collaboration (NEDC) (2020).</w:t>
      </w:r>
    </w:p>
    <w:p w14:paraId="219AF62F" w14:textId="77777777" w:rsidR="0050408E" w:rsidRPr="0050408E" w:rsidRDefault="0050408E" w:rsidP="0050408E">
      <w:pPr>
        <w:pStyle w:val="EndNoteBibliography"/>
        <w:spacing w:after="0"/>
        <w:rPr>
          <w:noProof/>
        </w:rPr>
      </w:pPr>
      <w:r w:rsidRPr="0050408E">
        <w:rPr>
          <w:noProof/>
        </w:rPr>
        <w:t>36.</w:t>
      </w:r>
      <w:r w:rsidRPr="0050408E">
        <w:rPr>
          <w:noProof/>
        </w:rPr>
        <w:tab/>
        <w:t xml:space="preserve">Ralph AF, Brennan L, Byrne S, Caldwell B, Farmer J, Hart LM, et al. Management of Eating Disorders for People with Higher Weight: Clinical Practice Guideline. </w:t>
      </w:r>
      <w:r w:rsidRPr="0050408E">
        <w:rPr>
          <w:i/>
          <w:noProof/>
        </w:rPr>
        <w:t>Journal of eating disorders</w:t>
      </w:r>
      <w:r w:rsidRPr="0050408E">
        <w:rPr>
          <w:noProof/>
        </w:rPr>
        <w:t xml:space="preserve"> (2022) 10(1):121. Epub 2022/08/18. doi: 10.1186/s40337-022-00622-w.</w:t>
      </w:r>
    </w:p>
    <w:p w14:paraId="15DD8164" w14:textId="77777777" w:rsidR="0050408E" w:rsidRPr="0050408E" w:rsidRDefault="0050408E" w:rsidP="0050408E">
      <w:pPr>
        <w:pStyle w:val="EndNoteBibliography"/>
        <w:spacing w:after="0"/>
        <w:rPr>
          <w:noProof/>
        </w:rPr>
      </w:pPr>
      <w:r w:rsidRPr="0050408E">
        <w:rPr>
          <w:noProof/>
        </w:rPr>
        <w:t>37.</w:t>
      </w:r>
      <w:r w:rsidRPr="0050408E">
        <w:rPr>
          <w:noProof/>
        </w:rPr>
        <w:tab/>
        <w:t xml:space="preserve">NICE NIfHCE. National Institute for Health and Care Excellence (Nice): Clinical Guidelines.  </w:t>
      </w:r>
      <w:r w:rsidRPr="0050408E">
        <w:rPr>
          <w:i/>
          <w:noProof/>
        </w:rPr>
        <w:t>Eating Disorders: Recognition and Treatment</w:t>
      </w:r>
      <w:r w:rsidRPr="0050408E">
        <w:rPr>
          <w:noProof/>
        </w:rPr>
        <w:t>. London, UK: National Institute for Health and Care Excellence (NICE). Copyright © NICE 2020. (2020).</w:t>
      </w:r>
    </w:p>
    <w:p w14:paraId="4012B7B6" w14:textId="727AB848" w:rsidR="0050408E" w:rsidRPr="0050408E" w:rsidRDefault="0050408E" w:rsidP="0050408E">
      <w:pPr>
        <w:pStyle w:val="EndNoteBibliography"/>
        <w:spacing w:after="0"/>
        <w:rPr>
          <w:noProof/>
        </w:rPr>
      </w:pPr>
      <w:r w:rsidRPr="0050408E">
        <w:rPr>
          <w:noProof/>
        </w:rPr>
        <w:t>38.</w:t>
      </w:r>
      <w:r w:rsidRPr="0050408E">
        <w:rPr>
          <w:noProof/>
        </w:rPr>
        <w:tab/>
        <w:t xml:space="preserve">NEDA NEDA. Neda: Feeding Hope. </w:t>
      </w:r>
      <w:hyperlink r:id="rId17" w:history="1">
        <w:r w:rsidRPr="0050408E">
          <w:rPr>
            <w:rStyle w:val="Hyperlink"/>
            <w:noProof/>
          </w:rPr>
          <w:t>https://www.nationaleatingdisorders.org(2022</w:t>
        </w:r>
      </w:hyperlink>
      <w:r w:rsidRPr="0050408E">
        <w:rPr>
          <w:noProof/>
        </w:rPr>
        <w:t>) [cited 2023 Oct 23, 2023].</w:t>
      </w:r>
    </w:p>
    <w:p w14:paraId="13C7363A" w14:textId="340743B7" w:rsidR="0050408E" w:rsidRPr="0050408E" w:rsidRDefault="0050408E" w:rsidP="0050408E">
      <w:pPr>
        <w:pStyle w:val="EndNoteBibliography"/>
        <w:spacing w:after="0"/>
        <w:rPr>
          <w:noProof/>
        </w:rPr>
      </w:pPr>
      <w:r w:rsidRPr="0050408E">
        <w:rPr>
          <w:noProof/>
        </w:rPr>
        <w:t>39.</w:t>
      </w:r>
      <w:r w:rsidRPr="0050408E">
        <w:rPr>
          <w:noProof/>
        </w:rPr>
        <w:tab/>
        <w:t xml:space="preserve">EDC EDC. The Eating Disorders Coalition for Research, Policy, and Action </w:t>
      </w:r>
      <w:hyperlink r:id="rId18" w:history="1">
        <w:r w:rsidRPr="0050408E">
          <w:rPr>
            <w:rStyle w:val="Hyperlink"/>
            <w:noProof/>
          </w:rPr>
          <w:t>https://eatingdisorderscoalition.org</w:t>
        </w:r>
      </w:hyperlink>
      <w:r w:rsidRPr="0050408E">
        <w:rPr>
          <w:noProof/>
        </w:rPr>
        <w:t>: EDC, Eating Disorders Coalition  [cited 2023 Oct 23, 2023].</w:t>
      </w:r>
    </w:p>
    <w:p w14:paraId="4FF6321F" w14:textId="1C6C70FE" w:rsidR="0050408E" w:rsidRPr="0050408E" w:rsidRDefault="0050408E" w:rsidP="0050408E">
      <w:pPr>
        <w:pStyle w:val="EndNoteBibliography"/>
        <w:spacing w:after="0"/>
        <w:rPr>
          <w:noProof/>
        </w:rPr>
      </w:pPr>
      <w:r w:rsidRPr="0050408E">
        <w:rPr>
          <w:noProof/>
        </w:rPr>
        <w:t>40.</w:t>
      </w:r>
      <w:r w:rsidRPr="0050408E">
        <w:rPr>
          <w:noProof/>
        </w:rPr>
        <w:tab/>
        <w:t xml:space="preserve">The_Eating_Disorder_Foundation. The Eating Disorder Foundation </w:t>
      </w:r>
      <w:hyperlink r:id="rId19" w:history="1">
        <w:r w:rsidRPr="0050408E">
          <w:rPr>
            <w:rStyle w:val="Hyperlink"/>
            <w:noProof/>
          </w:rPr>
          <w:t>https://eatingdisorderfoundation.org</w:t>
        </w:r>
      </w:hyperlink>
      <w:r w:rsidRPr="0050408E">
        <w:rPr>
          <w:noProof/>
        </w:rPr>
        <w:t>: The Eating Disorder Foundation (2023) [cited 2023 Oct 23, 2023].</w:t>
      </w:r>
    </w:p>
    <w:p w14:paraId="722C162D" w14:textId="1CEC375C" w:rsidR="0050408E" w:rsidRPr="0050408E" w:rsidRDefault="0050408E" w:rsidP="0050408E">
      <w:pPr>
        <w:pStyle w:val="EndNoteBibliography"/>
        <w:spacing w:after="0"/>
        <w:rPr>
          <w:noProof/>
        </w:rPr>
      </w:pPr>
      <w:r w:rsidRPr="0050408E">
        <w:rPr>
          <w:noProof/>
        </w:rPr>
        <w:lastRenderedPageBreak/>
        <w:t>41.</w:t>
      </w:r>
      <w:r w:rsidRPr="0050408E">
        <w:rPr>
          <w:noProof/>
        </w:rPr>
        <w:tab/>
        <w:t xml:space="preserve">MFMER MFfMEaR. Binge-Eating Disorder </w:t>
      </w:r>
      <w:hyperlink r:id="rId20" w:history="1">
        <w:r w:rsidRPr="0050408E">
          <w:rPr>
            <w:rStyle w:val="Hyperlink"/>
            <w:noProof/>
          </w:rPr>
          <w:t>https://www.mayoclinic.org/diseases-conditions/binge-eating-disorder/symptoms-causes/syc-20353627</w:t>
        </w:r>
      </w:hyperlink>
      <w:r w:rsidRPr="0050408E">
        <w:rPr>
          <w:noProof/>
        </w:rPr>
        <w:t>: Mayo Foundation for Medical Education and Research (MFMER)  [cited 2023 Oct 23, 2023].</w:t>
      </w:r>
    </w:p>
    <w:p w14:paraId="40EB802B" w14:textId="59C2C6F3" w:rsidR="0050408E" w:rsidRPr="0050408E" w:rsidRDefault="0050408E" w:rsidP="0050408E">
      <w:pPr>
        <w:pStyle w:val="EndNoteBibliography"/>
        <w:rPr>
          <w:noProof/>
        </w:rPr>
      </w:pPr>
      <w:r w:rsidRPr="0050408E">
        <w:rPr>
          <w:noProof/>
        </w:rPr>
        <w:t>42.</w:t>
      </w:r>
      <w:r w:rsidRPr="0050408E">
        <w:rPr>
          <w:noProof/>
        </w:rPr>
        <w:tab/>
        <w:t xml:space="preserve">Wikipedia_Contributors. </w:t>
      </w:r>
      <w:r w:rsidRPr="0050408E">
        <w:rPr>
          <w:i/>
          <w:noProof/>
        </w:rPr>
        <w:t>Anna Westin Act</w:t>
      </w:r>
      <w:r w:rsidRPr="0050408E">
        <w:rPr>
          <w:noProof/>
        </w:rPr>
        <w:t xml:space="preserve">. Wikipedia, The Free Encyclopedia. </w:t>
      </w:r>
      <w:hyperlink r:id="rId21" w:history="1">
        <w:r w:rsidRPr="0050408E">
          <w:rPr>
            <w:rStyle w:val="Hyperlink"/>
            <w:noProof/>
          </w:rPr>
          <w:t>https://en.wikipedia.org/w/index.php?title=Anna_Westin_Act&amp;oldid=1117836348</w:t>
        </w:r>
      </w:hyperlink>
      <w:r w:rsidRPr="0050408E">
        <w:rPr>
          <w:noProof/>
        </w:rPr>
        <w:t>: Wikipedia, The Free Encyclopedia (2022). p. Page Version ID: 1117836348.</w:t>
      </w:r>
    </w:p>
    <w:p w14:paraId="487D44DF" w14:textId="79FB835D" w:rsidR="00F9704B" w:rsidRPr="00F9704B" w:rsidRDefault="007A2EF1" w:rsidP="00F9704B">
      <w:r>
        <w:fldChar w:fldCharType="end"/>
      </w:r>
    </w:p>
    <w:sectPr w:rsidR="00F9704B" w:rsidRPr="00F9704B" w:rsidSect="00944F27">
      <w:headerReference w:type="even" r:id="rId22"/>
      <w:headerReference w:type="default" r:id="rId23"/>
      <w:footerReference w:type="even" r:id="rId24"/>
      <w:footerReference w:type="default" r:id="rId25"/>
      <w:headerReference w:type="first" r:id="rId26"/>
      <w:pgSz w:w="12240" w:h="15840"/>
      <w:pgMar w:top="1138" w:right="1181" w:bottom="1138" w:left="1282" w:header="288" w:footer="504" w:gutter="0"/>
      <w:lnNumType w:countBy="1" w:restart="continuous"/>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David Wiss" w:date="2023-11-01T15:50:00Z" w:initials="DW">
    <w:p w14:paraId="236A9B3D" w14:textId="77777777" w:rsidR="00801CBA" w:rsidRDefault="00801CBA" w:rsidP="00801CBA">
      <w:r>
        <w:rPr>
          <w:rStyle w:val="CommentReference"/>
        </w:rPr>
        <w:annotationRef/>
      </w:r>
      <w:r>
        <w:rPr>
          <w:color w:val="000000"/>
          <w:sz w:val="20"/>
          <w:szCs w:val="20"/>
        </w:rPr>
        <w:t xml:space="preserve">This sort of suggests there will be some consensus as to how BED should be conceptualized. That there will be one dominant view. </w:t>
      </w:r>
    </w:p>
  </w:comment>
  <w:comment w:id="12" w:author="Brenna Bray" w:date="2023-11-22T12:20:00Z" w:initials="BB">
    <w:p w14:paraId="4BD2304D" w14:textId="77777777" w:rsidR="00801CBA" w:rsidRDefault="00801CBA" w:rsidP="00801CBA">
      <w:r>
        <w:rPr>
          <w:rStyle w:val="CommentReference"/>
        </w:rPr>
        <w:annotationRef/>
      </w:r>
      <w:r>
        <w:rPr>
          <w:color w:val="000000"/>
          <w:sz w:val="20"/>
          <w:szCs w:val="20"/>
        </w:rPr>
        <w:t>Great point! See added clarification:</w:t>
      </w:r>
    </w:p>
    <w:p w14:paraId="5993DC34" w14:textId="77777777" w:rsidR="00801CBA" w:rsidRDefault="00801CBA" w:rsidP="00801CBA"/>
    <w:p w14:paraId="187395C1" w14:textId="77777777" w:rsidR="00801CBA" w:rsidRDefault="00801CBA" w:rsidP="00801CBA">
      <w:r>
        <w:rPr>
          <w:color w:val="000000"/>
          <w:sz w:val="20"/>
          <w:szCs w:val="20"/>
        </w:rPr>
        <w:t>Importantly, we are not suggesting the need for a consensus as to how BED should be conceptualized or treated. Rather, we are suggesting that individuals with BED could benefit from having a one-stop online resource where they can learn about the various existing conceptualizations of BED and use that information to explore treatment options that are suitable to their needs and circumstances.</w:t>
      </w:r>
    </w:p>
  </w:comment>
  <w:comment w:id="5" w:author="Brenna Bray" w:date="2024-03-29T19:42:00Z" w:initials="BB">
    <w:p w14:paraId="2433352D" w14:textId="77777777" w:rsidR="00672B06" w:rsidRDefault="00672B06" w:rsidP="00672B06">
      <w:r>
        <w:rPr>
          <w:rStyle w:val="CommentReference"/>
        </w:rPr>
        <w:annotationRef/>
      </w:r>
      <w:r>
        <w:rPr>
          <w:color w:val="000000"/>
          <w:sz w:val="20"/>
          <w:szCs w:val="20"/>
        </w:rPr>
        <w:t xml:space="preserve">NOTE: Unsure if we want to move this entire section to the supplemental material or keep some in main text. Currently, all is in main text.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6A9B3D" w15:done="1"/>
  <w15:commentEx w15:paraId="187395C1" w15:paraIdParent="236A9B3D" w15:done="1"/>
  <w15:commentEx w15:paraId="243335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5224AE6" w16cex:dateUtc="2023-11-01T22:50:00Z"/>
  <w16cex:commentExtensible w16cex:durableId="2A8C6E4E" w16cex:dateUtc="2023-11-22T19:20:00Z"/>
  <w16cex:commentExtensible w16cex:durableId="31F13351" w16cex:dateUtc="2024-03-30T0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6A9B3D" w16cid:durableId="35224AE6"/>
  <w16cid:commentId w16cid:paraId="187395C1" w16cid:durableId="2A8C6E4E"/>
  <w16cid:commentId w16cid:paraId="2433352D" w16cid:durableId="31F133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46E38" w14:textId="77777777" w:rsidR="00944F27" w:rsidRDefault="00944F27">
      <w:pPr>
        <w:spacing w:before="0" w:after="0"/>
      </w:pPr>
      <w:r>
        <w:separator/>
      </w:r>
    </w:p>
  </w:endnote>
  <w:endnote w:type="continuationSeparator" w:id="0">
    <w:p w14:paraId="4EF3C4E2" w14:textId="77777777" w:rsidR="00944F27" w:rsidRDefault="00944F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D" w14:textId="77777777" w:rsidR="00EC3C3C" w:rsidRDefault="00AB3988">
    <w:pPr>
      <w:pBdr>
        <w:top w:val="nil"/>
        <w:left w:val="nil"/>
        <w:bottom w:val="nil"/>
        <w:right w:val="nil"/>
        <w:between w:val="nil"/>
      </w:pBdr>
      <w:tabs>
        <w:tab w:val="center" w:pos="4844"/>
        <w:tab w:val="right" w:pos="9689"/>
      </w:tabs>
      <w:spacing w:after="0"/>
      <w:rPr>
        <w:color w:val="C00000"/>
      </w:rPr>
    </w:pPr>
    <w:r>
      <w:rPr>
        <w:noProof/>
      </w:rPr>
      <mc:AlternateContent>
        <mc:Choice Requires="wps">
          <w:drawing>
            <wp:anchor distT="0" distB="0" distL="114300" distR="114300" simplePos="0" relativeHeight="251659264" behindDoc="0" locked="0" layoutInCell="1" hidden="0" allowOverlap="1" wp14:anchorId="3196E3DD" wp14:editId="04B073A0">
              <wp:simplePos x="0" y="0"/>
              <wp:positionH relativeFrom="column">
                <wp:posOffset>4686300</wp:posOffset>
              </wp:positionH>
              <wp:positionV relativeFrom="paragraph">
                <wp:posOffset>0</wp:posOffset>
              </wp:positionV>
              <wp:extent cx="1518285" cy="405130"/>
              <wp:effectExtent l="0" t="0" r="0" b="0"/>
              <wp:wrapNone/>
              <wp:docPr id="58" name="Rectangle 58"/>
              <wp:cNvGraphicFramePr/>
              <a:graphic xmlns:a="http://schemas.openxmlformats.org/drawingml/2006/main">
                <a:graphicData uri="http://schemas.microsoft.com/office/word/2010/wordprocessingShape">
                  <wps:wsp>
                    <wps:cNvSpPr/>
                    <wps:spPr>
                      <a:xfrm>
                        <a:off x="4591620" y="3582198"/>
                        <a:ext cx="1508760" cy="395605"/>
                      </a:xfrm>
                      <a:prstGeom prst="rect">
                        <a:avLst/>
                      </a:prstGeom>
                      <a:noFill/>
                      <a:ln>
                        <a:noFill/>
                      </a:ln>
                    </wps:spPr>
                    <wps:txbx>
                      <w:txbxContent>
                        <w:p w14:paraId="724014CD" w14:textId="77777777" w:rsidR="00EC3C3C" w:rsidRDefault="00AB3988">
                          <w:pPr>
                            <w:spacing w:after="0"/>
                            <w:jc w:val="right"/>
                            <w:textDirection w:val="btLr"/>
                          </w:pPr>
                          <w:r>
                            <w:rPr>
                              <w:color w:val="000000"/>
                            </w:rPr>
                            <w:t xml:space="preserve"> PAGE  \* Arabic  \* MERGEFORMAT </w:t>
                          </w:r>
                          <w:r>
                            <w:rPr>
                              <w:color w:val="000000"/>
                              <w:sz w:val="22"/>
                            </w:rPr>
                            <w:t>4</w:t>
                          </w:r>
                        </w:p>
                      </w:txbxContent>
                    </wps:txbx>
                    <wps:bodyPr spcFirstLastPara="1" wrap="square" lIns="91425" tIns="45700" rIns="91425" bIns="45700" anchor="t" anchorCtr="0">
                      <a:noAutofit/>
                    </wps:bodyPr>
                  </wps:wsp>
                </a:graphicData>
              </a:graphic>
            </wp:anchor>
          </w:drawing>
        </mc:Choice>
        <mc:Fallback>
          <w:pict>
            <v:rect w14:anchorId="3196E3DD" id="Rectangle 58" o:spid="_x0000_s1026" style="position:absolute;margin-left:369pt;margin-top:0;width:119.55pt;height:31.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" filled="f" stroked="f">
              <v:textbox inset="2.53958mm,1.2694mm,2.53958mm,1.2694mm">
                <w:txbxContent>
                  <w:p w14:paraId="724014CD" w14:textId="77777777" w:rsidR="00EC3C3C" w:rsidRDefault="00AB3988">
                    <w:pPr>
                      <w:spacing w:after="0"/>
                      <w:jc w:val="right"/>
                      <w:textDirection w:val="btLr"/>
                    </w:pPr>
                    <w:r>
                      <w:rPr>
                        <w:color w:val="000000"/>
                      </w:rPr>
                      <w:t xml:space="preserve"> PAGE  \* Arabic  \* MERGEFORMAT </w:t>
                    </w:r>
                    <w:r>
                      <w:rPr>
                        <w:color w:val="000000"/>
                        <w:sz w:val="22"/>
                      </w:rPr>
                      <w:t>4</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E" w14:textId="77777777" w:rsidR="00EC3C3C" w:rsidRDefault="00AB3988">
    <w:pPr>
      <w:pBdr>
        <w:top w:val="nil"/>
        <w:left w:val="nil"/>
        <w:bottom w:val="nil"/>
        <w:right w:val="nil"/>
        <w:between w:val="nil"/>
      </w:pBdr>
      <w:tabs>
        <w:tab w:val="center" w:pos="4844"/>
        <w:tab w:val="right" w:pos="9689"/>
      </w:tabs>
      <w:spacing w:after="0"/>
      <w:rPr>
        <w:b/>
        <w:color w:val="000000"/>
        <w:sz w:val="20"/>
        <w:szCs w:val="20"/>
      </w:rPr>
    </w:pPr>
    <w:r>
      <w:rPr>
        <w:noProof/>
      </w:rPr>
      <mc:AlternateContent>
        <mc:Choice Requires="wps">
          <w:drawing>
            <wp:anchor distT="0" distB="0" distL="114300" distR="114300" simplePos="0" relativeHeight="251658240" behindDoc="0" locked="0" layoutInCell="1" hidden="0" allowOverlap="1" wp14:anchorId="0050688B" wp14:editId="27C73E71">
              <wp:simplePos x="0" y="0"/>
              <wp:positionH relativeFrom="column">
                <wp:posOffset>4686300</wp:posOffset>
              </wp:positionH>
              <wp:positionV relativeFrom="paragraph">
                <wp:posOffset>0</wp:posOffset>
              </wp:positionV>
              <wp:extent cx="1518285" cy="405130"/>
              <wp:effectExtent l="0" t="0" r="0" b="0"/>
              <wp:wrapNone/>
              <wp:docPr id="57" name="Rectangle 57"/>
              <wp:cNvGraphicFramePr/>
              <a:graphic xmlns:a="http://schemas.openxmlformats.org/drawingml/2006/main">
                <a:graphicData uri="http://schemas.microsoft.com/office/word/2010/wordprocessingShape">
                  <wps:wsp>
                    <wps:cNvSpPr/>
                    <wps:spPr>
                      <a:xfrm>
                        <a:off x="4591620" y="3582198"/>
                        <a:ext cx="1508760" cy="395605"/>
                      </a:xfrm>
                      <a:prstGeom prst="rect">
                        <a:avLst/>
                      </a:prstGeom>
                      <a:noFill/>
                      <a:ln>
                        <a:noFill/>
                      </a:ln>
                    </wps:spPr>
                    <wps:txbx>
                      <w:txbxContent>
                        <w:p w14:paraId="2796D6A8" w14:textId="77777777" w:rsidR="00EC3C3C" w:rsidRDefault="00AB3988">
                          <w:pPr>
                            <w:spacing w:after="0"/>
                            <w:jc w:val="right"/>
                            <w:textDirection w:val="btLr"/>
                          </w:pPr>
                          <w:r>
                            <w:rPr>
                              <w:color w:val="000000"/>
                            </w:rPr>
                            <w:t xml:space="preserve"> PAGE  \* Arabic  \* MERGEFORMAT </w:t>
                          </w:r>
                          <w:r>
                            <w:rPr>
                              <w:color w:val="000000"/>
                              <w:sz w:val="22"/>
                            </w:rPr>
                            <w:t>3</w:t>
                          </w:r>
                        </w:p>
                      </w:txbxContent>
                    </wps:txbx>
                    <wps:bodyPr spcFirstLastPara="1" wrap="square" lIns="91425" tIns="45700" rIns="91425" bIns="45700" anchor="t" anchorCtr="0">
                      <a:noAutofit/>
                    </wps:bodyPr>
                  </wps:wsp>
                </a:graphicData>
              </a:graphic>
            </wp:anchor>
          </w:drawing>
        </mc:Choice>
        <mc:Fallback>
          <w:pict>
            <v:rect w14:anchorId="0050688B" id="Rectangle 57" o:spid="_x0000_s1027" style="position:absolute;margin-left:369pt;margin-top:0;width:119.55pt;height:31.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" filled="f" stroked="f">
              <v:textbox inset="2.53958mm,1.2694mm,2.53958mm,1.2694mm">
                <w:txbxContent>
                  <w:p w14:paraId="2796D6A8" w14:textId="77777777" w:rsidR="00EC3C3C" w:rsidRDefault="00AB3988">
                    <w:pPr>
                      <w:spacing w:after="0"/>
                      <w:jc w:val="right"/>
                      <w:textDirection w:val="btLr"/>
                    </w:pPr>
                    <w:r>
                      <w:rPr>
                        <w:color w:val="000000"/>
                      </w:rPr>
                      <w:t xml:space="preserve"> PAGE  \* Arabic  \* MERGEFORMAT </w:t>
                    </w:r>
                    <w:r>
                      <w:rPr>
                        <w:color w:val="000000"/>
                        <w:sz w:val="22"/>
                      </w:rPr>
                      <w:t>3</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80DC1" w14:textId="77777777" w:rsidR="00944F27" w:rsidRDefault="00944F27">
      <w:pPr>
        <w:spacing w:before="0" w:after="0"/>
      </w:pPr>
      <w:r>
        <w:separator/>
      </w:r>
    </w:p>
  </w:footnote>
  <w:footnote w:type="continuationSeparator" w:id="0">
    <w:p w14:paraId="40C39A67" w14:textId="77777777" w:rsidR="00944F27" w:rsidRDefault="00944F2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B" w14:textId="77777777" w:rsidR="00EC3C3C" w:rsidRDefault="00AB3988">
    <w:pPr>
      <w:pBdr>
        <w:top w:val="nil"/>
        <w:left w:val="nil"/>
        <w:bottom w:val="nil"/>
        <w:right w:val="nil"/>
        <w:between w:val="nil"/>
      </w:pBdr>
      <w:tabs>
        <w:tab w:val="center" w:pos="4844"/>
        <w:tab w:val="right" w:pos="9689"/>
      </w:tabs>
      <w:rPr>
        <w:b/>
        <w:color w:val="000000"/>
      </w:rPr>
    </w:pPr>
    <w:r>
      <w:rPr>
        <w:b/>
        <w:color w:val="000000"/>
      </w:rPr>
      <w:t>Frontiers in Binge Eating Disorder Treatment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A" w14:textId="77777777" w:rsidR="00EC3C3C" w:rsidRDefault="00AB3988">
    <w:pPr>
      <w:pBdr>
        <w:top w:val="nil"/>
        <w:left w:val="nil"/>
        <w:bottom w:val="nil"/>
        <w:right w:val="nil"/>
        <w:between w:val="nil"/>
      </w:pBdr>
      <w:tabs>
        <w:tab w:val="center" w:pos="4844"/>
        <w:tab w:val="right" w:pos="9689"/>
      </w:tabs>
      <w:rPr>
        <w:b/>
        <w:color w:val="000000"/>
      </w:rPr>
    </w:pPr>
    <w:r>
      <w:rPr>
        <w:b/>
        <w:color w:val="000000"/>
      </w:rPr>
      <w:t>Frontiers in Binge Eating Disorder Treatment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C" w14:textId="77777777" w:rsidR="00EC3C3C" w:rsidRDefault="00AB3988">
    <w:pPr>
      <w:pBdr>
        <w:top w:val="nil"/>
        <w:left w:val="nil"/>
        <w:bottom w:val="nil"/>
        <w:right w:val="nil"/>
        <w:between w:val="nil"/>
      </w:pBdr>
      <w:tabs>
        <w:tab w:val="center" w:pos="4844"/>
        <w:tab w:val="right" w:pos="9689"/>
      </w:tabs>
      <w:rPr>
        <w:b/>
        <w:color w:val="000000"/>
      </w:rPr>
    </w:pPr>
    <w:r>
      <w:rPr>
        <w:b/>
        <w:color w:val="000000"/>
      </w:rPr>
      <w:t>Frontiers in Binge Eating Disorder Treatment</w:t>
    </w:r>
    <w:r>
      <w:rPr>
        <w:b/>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1195F"/>
    <w:multiLevelType w:val="multilevel"/>
    <w:tmpl w:val="F034A128"/>
    <w:styleLink w:val="CurrentList3"/>
    <w:lvl w:ilvl="0">
      <w:start w:val="1"/>
      <w:numFmt w:val="decimal"/>
      <w:lvlText w:val="%1"/>
      <w:lvlJc w:val="left"/>
      <w:pPr>
        <w:ind w:left="567" w:hanging="567"/>
      </w:pPr>
      <w:rPr>
        <w:rFonts w:hint="default"/>
      </w:rPr>
    </w:lvl>
    <w:lvl w:ilvl="1">
      <w:start w:val="1"/>
      <w:numFmt w:val="decimal"/>
      <w:lvlText w:val="S%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727" w:hanging="567"/>
      </w:pPr>
      <w:rPr>
        <w:rFonts w:hint="default"/>
      </w:rPr>
    </w:lvl>
    <w:lvl w:ilvl="4">
      <w:start w:val="1"/>
      <w:numFmt w:val="decimal"/>
      <w:lvlText w:val="%1.%2.%3.%4.%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S%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 w15:restartNumberingAfterBreak="0">
    <w:nsid w:val="03823843"/>
    <w:multiLevelType w:val="multilevel"/>
    <w:tmpl w:val="5BDEA68A"/>
    <w:styleLink w:val="CurrentList7"/>
    <w:lvl w:ilvl="0">
      <w:start w:val="1"/>
      <w:numFmt w:val="decimal"/>
      <w:lvlText w:val="%1"/>
      <w:lvlJc w:val="left"/>
      <w:pPr>
        <w:ind w:left="567" w:hanging="567"/>
      </w:pPr>
      <w:rPr>
        <w:rFonts w:hint="default"/>
      </w:rPr>
    </w:lvl>
    <w:lvl w:ilvl="1">
      <w:start w:val="1"/>
      <w:numFmt w:val="decimal"/>
      <w:lvlText w:val="S%1.%2"/>
      <w:lvlJc w:val="left"/>
      <w:pPr>
        <w:ind w:left="567" w:hanging="567"/>
      </w:pPr>
      <w:rPr>
        <w:rFonts w:hint="default"/>
      </w:rPr>
    </w:lvl>
    <w:lvl w:ilvl="2">
      <w:start w:val="1"/>
      <w:numFmt w:val="decimal"/>
      <w:lvlText w:val="S%1.%2.%3"/>
      <w:lvlJc w:val="left"/>
      <w:pPr>
        <w:ind w:left="567" w:hanging="567"/>
      </w:pPr>
      <w:rPr>
        <w:rFonts w:hint="default"/>
      </w:rPr>
    </w:lvl>
    <w:lvl w:ilvl="3">
      <w:start w:val="1"/>
      <w:numFmt w:val="decimal"/>
      <w:lvlText w:val="%1.%2.%3.%4"/>
      <w:lvlJc w:val="left"/>
      <w:pPr>
        <w:ind w:left="2727" w:hanging="567"/>
      </w:pPr>
      <w:rPr>
        <w:rFonts w:hint="default"/>
      </w:rPr>
    </w:lvl>
    <w:lvl w:ilvl="4">
      <w:start w:val="1"/>
      <w:numFmt w:val="decimal"/>
      <w:lvlText w:val="%1.%2.%3.%4.%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S%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 w15:restartNumberingAfterBreak="0">
    <w:nsid w:val="0D274E88"/>
    <w:multiLevelType w:val="hybridMultilevel"/>
    <w:tmpl w:val="33C6B46C"/>
    <w:lvl w:ilvl="0" w:tplc="FFFFFFFF">
      <w:start w:val="1"/>
      <w:numFmt w:val="lowerLetter"/>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15:restartNumberingAfterBreak="0">
    <w:nsid w:val="0F9901A7"/>
    <w:multiLevelType w:val="multilevel"/>
    <w:tmpl w:val="5770F240"/>
    <w:styleLink w:val="CurrentList2"/>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727" w:hanging="567"/>
      </w:pPr>
      <w:rPr>
        <w:rFonts w:hint="default"/>
      </w:rPr>
    </w:lvl>
    <w:lvl w:ilvl="4">
      <w:start w:val="1"/>
      <w:numFmt w:val="decimal"/>
      <w:lvlText w:val="%1.%2.%3.%4.%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S%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4" w15:restartNumberingAfterBreak="0">
    <w:nsid w:val="143F5AD4"/>
    <w:multiLevelType w:val="multilevel"/>
    <w:tmpl w:val="0409001F"/>
    <w:styleLink w:val="111111"/>
    <w:lvl w:ilvl="0">
      <w:start w:val="3"/>
      <w:numFmt w:val="decimal"/>
      <w:lvlText w:val="%1."/>
      <w:lvlJc w:val="left"/>
      <w:pPr>
        <w:ind w:left="360" w:hanging="360"/>
      </w:pPr>
    </w:lvl>
    <w:lvl w:ilvl="1">
      <w:start w:val="5"/>
      <w:numFmt w:val="decimal"/>
      <w:lvlText w:val="%1.%2."/>
      <w:lvlJc w:val="left"/>
      <w:pPr>
        <w:ind w:left="792" w:hanging="432"/>
      </w:pPr>
    </w:lvl>
    <w:lvl w:ilvl="2">
      <w:start w:val="3"/>
      <w:numFmt w:val="decimal"/>
      <w:lvlText w:val="%1.%2.%3."/>
      <w:lvlJc w:val="left"/>
      <w:pPr>
        <w:ind w:left="1224" w:hanging="504"/>
      </w:pPr>
    </w:lvl>
    <w:lvl w:ilvl="3">
      <w:start w:val="6"/>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CD1298"/>
    <w:multiLevelType w:val="hybridMultilevel"/>
    <w:tmpl w:val="33C6B46C"/>
    <w:lvl w:ilvl="0" w:tplc="FFFFFFFF">
      <w:start w:val="1"/>
      <w:numFmt w:val="lowerLetter"/>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2C07501C"/>
    <w:multiLevelType w:val="hybridMultilevel"/>
    <w:tmpl w:val="33C6B46C"/>
    <w:lvl w:ilvl="0" w:tplc="FFFFFFFF">
      <w:start w:val="1"/>
      <w:numFmt w:val="lowerLetter"/>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 w15:restartNumberingAfterBreak="0">
    <w:nsid w:val="2CFD24BA"/>
    <w:multiLevelType w:val="hybridMultilevel"/>
    <w:tmpl w:val="D7A8D15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1E200F"/>
    <w:multiLevelType w:val="multilevel"/>
    <w:tmpl w:val="6EC4F2D4"/>
    <w:lvl w:ilvl="0">
      <w:start w:val="1"/>
      <w:numFmt w:val="decimal"/>
      <w:lvlText w:val="%1"/>
      <w:lvlJc w:val="left"/>
      <w:pPr>
        <w:ind w:left="567" w:hanging="567"/>
      </w:pPr>
      <w:rPr>
        <w:rFonts w:hint="default"/>
      </w:rPr>
    </w:lvl>
    <w:lvl w:ilvl="1">
      <w:start w:val="1"/>
      <w:numFmt w:val="decimal"/>
      <w:lvlText w:val="S%1.%2"/>
      <w:lvlJc w:val="left"/>
      <w:pPr>
        <w:ind w:left="567" w:hanging="567"/>
      </w:pPr>
      <w:rPr>
        <w:rFonts w:hint="default"/>
      </w:rPr>
    </w:lvl>
    <w:lvl w:ilvl="2">
      <w:start w:val="1"/>
      <w:numFmt w:val="decimal"/>
      <w:lvlText w:val="S%1.%2.%3"/>
      <w:lvlJc w:val="left"/>
      <w:pPr>
        <w:ind w:left="567" w:hanging="567"/>
      </w:pPr>
      <w:rPr>
        <w:rFonts w:hint="default"/>
      </w:rPr>
    </w:lvl>
    <w:lvl w:ilvl="3">
      <w:start w:val="1"/>
      <w:numFmt w:val="decimal"/>
      <w:lvlText w:val="%1.%2.%3.%4"/>
      <w:lvlJc w:val="left"/>
      <w:pPr>
        <w:ind w:left="2727" w:hanging="567"/>
      </w:pPr>
      <w:rPr>
        <w:rFonts w:hint="default"/>
      </w:rPr>
    </w:lvl>
    <w:lvl w:ilvl="4">
      <w:start w:val="1"/>
      <w:numFmt w:val="decimal"/>
      <w:lvlText w:val="%1.%2.%3.%4.%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S%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9" w15:restartNumberingAfterBreak="0">
    <w:nsid w:val="354972A4"/>
    <w:multiLevelType w:val="multilevel"/>
    <w:tmpl w:val="B5DAEB88"/>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5C31940"/>
    <w:multiLevelType w:val="hybridMultilevel"/>
    <w:tmpl w:val="F718D8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83C62C2"/>
    <w:multiLevelType w:val="hybridMultilevel"/>
    <w:tmpl w:val="B9EC02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43B3C"/>
    <w:multiLevelType w:val="hybridMultilevel"/>
    <w:tmpl w:val="33C6B46C"/>
    <w:lvl w:ilvl="0" w:tplc="FFFFFFFF">
      <w:start w:val="1"/>
      <w:numFmt w:val="lowerLetter"/>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15:restartNumberingAfterBreak="0">
    <w:nsid w:val="4E7C2273"/>
    <w:multiLevelType w:val="hybridMultilevel"/>
    <w:tmpl w:val="33C6B46C"/>
    <w:lvl w:ilvl="0" w:tplc="FFFFFFFF">
      <w:start w:val="1"/>
      <w:numFmt w:val="lowerLetter"/>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53E95A1C"/>
    <w:multiLevelType w:val="multilevel"/>
    <w:tmpl w:val="47F049A8"/>
    <w:styleLink w:val="CurrentList4"/>
    <w:lvl w:ilvl="0">
      <w:start w:val="1"/>
      <w:numFmt w:val="decimal"/>
      <w:lvlText w:val="%1"/>
      <w:lvlJc w:val="left"/>
      <w:pPr>
        <w:ind w:left="567" w:hanging="567"/>
      </w:pPr>
      <w:rPr>
        <w:rFonts w:hint="default"/>
      </w:rPr>
    </w:lvl>
    <w:lvl w:ilvl="1">
      <w:start w:val="1"/>
      <w:numFmt w:val="decimal"/>
      <w:lvlText w:val="S%1.%2"/>
      <w:lvlJc w:val="left"/>
      <w:pPr>
        <w:ind w:left="567" w:hanging="567"/>
      </w:pPr>
      <w:rPr>
        <w:rFonts w:hint="default"/>
      </w:rPr>
    </w:lvl>
    <w:lvl w:ilvl="2">
      <w:start w:val="1"/>
      <w:numFmt w:val="decimal"/>
      <w:lvlText w:val="S%1.%2.%3"/>
      <w:lvlJc w:val="left"/>
      <w:pPr>
        <w:ind w:left="567" w:hanging="567"/>
      </w:pPr>
      <w:rPr>
        <w:rFonts w:hint="default"/>
      </w:rPr>
    </w:lvl>
    <w:lvl w:ilvl="3">
      <w:start w:val="1"/>
      <w:numFmt w:val="decimal"/>
      <w:lvlText w:val="%1.%2.%3.%4"/>
      <w:lvlJc w:val="left"/>
      <w:pPr>
        <w:ind w:left="2727" w:hanging="567"/>
      </w:pPr>
      <w:rPr>
        <w:rFonts w:hint="default"/>
      </w:rPr>
    </w:lvl>
    <w:lvl w:ilvl="4">
      <w:start w:val="1"/>
      <w:numFmt w:val="decimal"/>
      <w:lvlText w:val="%1.%2.%3.%4.%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S%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5" w15:restartNumberingAfterBreak="0">
    <w:nsid w:val="577E50B5"/>
    <w:multiLevelType w:val="hybridMultilevel"/>
    <w:tmpl w:val="33C6B46C"/>
    <w:lvl w:ilvl="0" w:tplc="FFFFFFFF">
      <w:start w:val="1"/>
      <w:numFmt w:val="lowerLetter"/>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6" w15:restartNumberingAfterBreak="0">
    <w:nsid w:val="5A0A7B82"/>
    <w:multiLevelType w:val="multilevel"/>
    <w:tmpl w:val="47921B30"/>
    <w:styleLink w:val="CurrentList5"/>
    <w:lvl w:ilvl="0">
      <w:start w:val="1"/>
      <w:numFmt w:val="decimal"/>
      <w:lvlText w:val="%1"/>
      <w:lvlJc w:val="left"/>
      <w:pPr>
        <w:ind w:left="567" w:hanging="567"/>
      </w:pPr>
      <w:rPr>
        <w:rFonts w:hint="default"/>
      </w:rPr>
    </w:lvl>
    <w:lvl w:ilvl="1">
      <w:start w:val="1"/>
      <w:numFmt w:val="decimal"/>
      <w:lvlText w:val="S%1.%2"/>
      <w:lvlJc w:val="left"/>
      <w:pPr>
        <w:ind w:left="567" w:hanging="567"/>
      </w:pPr>
      <w:rPr>
        <w:rFonts w:hint="default"/>
      </w:rPr>
    </w:lvl>
    <w:lvl w:ilvl="2">
      <w:start w:val="1"/>
      <w:numFmt w:val="decimal"/>
      <w:lvlText w:val="S%1.%2.%3"/>
      <w:lvlJc w:val="left"/>
      <w:pPr>
        <w:ind w:left="567" w:hanging="567"/>
      </w:pPr>
      <w:rPr>
        <w:rFonts w:hint="default"/>
      </w:rPr>
    </w:lvl>
    <w:lvl w:ilvl="3">
      <w:start w:val="1"/>
      <w:numFmt w:val="decimal"/>
      <w:lvlText w:val="%1.%2.%3.%4"/>
      <w:lvlJc w:val="left"/>
      <w:pPr>
        <w:ind w:left="2727" w:hanging="567"/>
      </w:pPr>
      <w:rPr>
        <w:rFonts w:hint="default"/>
      </w:rPr>
    </w:lvl>
    <w:lvl w:ilvl="4">
      <w:start w:val="1"/>
      <w:numFmt w:val="decimal"/>
      <w:lvlText w:val="%1.%2.%3.%4.%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S%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7" w15:restartNumberingAfterBreak="0">
    <w:nsid w:val="5C0F72E9"/>
    <w:multiLevelType w:val="multilevel"/>
    <w:tmpl w:val="2D06A76C"/>
    <w:styleLink w:val="CurrentList6"/>
    <w:lvl w:ilvl="0">
      <w:start w:val="1"/>
      <w:numFmt w:val="decimal"/>
      <w:lvlText w:val="%1"/>
      <w:lvlJc w:val="left"/>
      <w:pPr>
        <w:ind w:left="567" w:hanging="567"/>
      </w:pPr>
      <w:rPr>
        <w:rFonts w:hint="default"/>
      </w:rPr>
    </w:lvl>
    <w:lvl w:ilvl="1">
      <w:start w:val="1"/>
      <w:numFmt w:val="decimal"/>
      <w:lvlText w:val="S%1.%2"/>
      <w:lvlJc w:val="left"/>
      <w:pPr>
        <w:ind w:left="567" w:hanging="567"/>
      </w:pPr>
      <w:rPr>
        <w:rFonts w:hint="default"/>
      </w:rPr>
    </w:lvl>
    <w:lvl w:ilvl="2">
      <w:start w:val="1"/>
      <w:numFmt w:val="decimal"/>
      <w:lvlText w:val="S%1.%2.%3"/>
      <w:lvlJc w:val="left"/>
      <w:pPr>
        <w:ind w:left="567" w:hanging="567"/>
      </w:pPr>
      <w:rPr>
        <w:rFonts w:hint="default"/>
      </w:rPr>
    </w:lvl>
    <w:lvl w:ilvl="3">
      <w:start w:val="1"/>
      <w:numFmt w:val="decimal"/>
      <w:lvlText w:val="%1.%2.%3.%4"/>
      <w:lvlJc w:val="left"/>
      <w:pPr>
        <w:ind w:left="2727" w:hanging="567"/>
      </w:pPr>
      <w:rPr>
        <w:rFonts w:hint="default"/>
      </w:rPr>
    </w:lvl>
    <w:lvl w:ilvl="4">
      <w:start w:val="1"/>
      <w:numFmt w:val="decimal"/>
      <w:lvlText w:val="%1.%2.%3.%4.%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S%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8" w15:restartNumberingAfterBreak="0">
    <w:nsid w:val="687A6D2F"/>
    <w:multiLevelType w:val="hybridMultilevel"/>
    <w:tmpl w:val="1E4CCE8A"/>
    <w:lvl w:ilvl="0" w:tplc="5784B93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6CBA5DE6"/>
    <w:multiLevelType w:val="hybridMultilevel"/>
    <w:tmpl w:val="33C6B46C"/>
    <w:lvl w:ilvl="0" w:tplc="FFFFFFFF">
      <w:start w:val="1"/>
      <w:numFmt w:val="lowerLetter"/>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15:restartNumberingAfterBreak="0">
    <w:nsid w:val="78A75FE7"/>
    <w:multiLevelType w:val="multilevel"/>
    <w:tmpl w:val="212279C8"/>
    <w:styleLink w:val="CurrentList1"/>
    <w:lvl w:ilvl="0">
      <w:start w:val="1"/>
      <w:numFmt w:val="decimal"/>
      <w:lvlText w:val="%1"/>
      <w:lvlJc w:val="left"/>
      <w:pPr>
        <w:ind w:left="567" w:hanging="567"/>
      </w:pPr>
    </w:lvl>
    <w:lvl w:ilvl="1">
      <w:start w:val="1"/>
      <w:numFmt w:val="decimal"/>
      <w:lvlText w:val="%1.%2"/>
      <w:lvlJc w:val="left"/>
      <w:pPr>
        <w:ind w:left="567" w:hanging="567"/>
      </w:pPr>
    </w:lvl>
    <w:lvl w:ilvl="2">
      <w:start w:val="1"/>
      <w:numFmt w:val="decimal"/>
      <w:lvlText w:val="%1.%2.%3"/>
      <w:lvlJc w:val="left"/>
      <w:pPr>
        <w:ind w:left="567" w:hanging="567"/>
      </w:pPr>
    </w:lvl>
    <w:lvl w:ilvl="3">
      <w:start w:val="1"/>
      <w:numFmt w:val="decimal"/>
      <w:lvlText w:val="%1.%2.%3.%4"/>
      <w:lvlJc w:val="left"/>
      <w:pPr>
        <w:ind w:left="2727" w:hanging="567"/>
      </w:pPr>
    </w:lvl>
    <w:lvl w:ilvl="4">
      <w:start w:val="1"/>
      <w:numFmt w:val="decimal"/>
      <w:lvlText w:val="%1.%2.%3.%4.%5"/>
      <w:lvlJc w:val="left"/>
      <w:pPr>
        <w:ind w:left="567" w:hanging="567"/>
      </w:pPr>
    </w:lvl>
    <w:lvl w:ilvl="5">
      <w:start w:val="1"/>
      <w:numFmt w:val="lowerRoman"/>
      <w:lvlText w:val="%6."/>
      <w:lvlJc w:val="right"/>
      <w:pPr>
        <w:ind w:left="567" w:hanging="567"/>
      </w:pPr>
    </w:lvl>
    <w:lvl w:ilvl="6">
      <w:start w:val="1"/>
      <w:numFmt w:val="decimal"/>
      <w:lvlText w:val="%7."/>
      <w:lvlJc w:val="left"/>
      <w:pPr>
        <w:ind w:left="567" w:hanging="567"/>
      </w:pPr>
    </w:lvl>
    <w:lvl w:ilvl="7">
      <w:start w:val="1"/>
      <w:numFmt w:val="lowerLetter"/>
      <w:lvlText w:val="%8."/>
      <w:lvlJc w:val="left"/>
      <w:pPr>
        <w:ind w:left="567" w:hanging="567"/>
      </w:pPr>
    </w:lvl>
    <w:lvl w:ilvl="8">
      <w:start w:val="1"/>
      <w:numFmt w:val="lowerRoman"/>
      <w:lvlText w:val="%9."/>
      <w:lvlJc w:val="right"/>
      <w:pPr>
        <w:ind w:left="567" w:hanging="567"/>
      </w:pPr>
    </w:lvl>
  </w:abstractNum>
  <w:abstractNum w:abstractNumId="21" w15:restartNumberingAfterBreak="0">
    <w:nsid w:val="7EAD0DDF"/>
    <w:multiLevelType w:val="hybridMultilevel"/>
    <w:tmpl w:val="CF40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9256C8"/>
    <w:multiLevelType w:val="hybridMultilevel"/>
    <w:tmpl w:val="33C6B46C"/>
    <w:lvl w:ilvl="0" w:tplc="FFFFFFFF">
      <w:start w:val="1"/>
      <w:numFmt w:val="lowerLetter"/>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num w:numId="1" w16cid:durableId="156724543">
    <w:abstractNumId w:val="8"/>
  </w:num>
  <w:num w:numId="2" w16cid:durableId="680939416">
    <w:abstractNumId w:val="9"/>
  </w:num>
  <w:num w:numId="3" w16cid:durableId="2072844016">
    <w:abstractNumId w:val="18"/>
  </w:num>
  <w:num w:numId="4" w16cid:durableId="1670250906">
    <w:abstractNumId w:val="15"/>
  </w:num>
  <w:num w:numId="5" w16cid:durableId="342629063">
    <w:abstractNumId w:val="2"/>
  </w:num>
  <w:num w:numId="6" w16cid:durableId="1891651524">
    <w:abstractNumId w:val="22"/>
  </w:num>
  <w:num w:numId="7" w16cid:durableId="1520049434">
    <w:abstractNumId w:val="13"/>
  </w:num>
  <w:num w:numId="8" w16cid:durableId="2039700115">
    <w:abstractNumId w:val="6"/>
  </w:num>
  <w:num w:numId="9" w16cid:durableId="261188670">
    <w:abstractNumId w:val="19"/>
  </w:num>
  <w:num w:numId="10" w16cid:durableId="1707295992">
    <w:abstractNumId w:val="12"/>
  </w:num>
  <w:num w:numId="11" w16cid:durableId="371463275">
    <w:abstractNumId w:val="5"/>
  </w:num>
  <w:num w:numId="12" w16cid:durableId="1350450224">
    <w:abstractNumId w:val="4"/>
  </w:num>
  <w:num w:numId="13" w16cid:durableId="2046102998">
    <w:abstractNumId w:val="20"/>
  </w:num>
  <w:num w:numId="14" w16cid:durableId="153686346">
    <w:abstractNumId w:val="3"/>
  </w:num>
  <w:num w:numId="15" w16cid:durableId="165942053">
    <w:abstractNumId w:val="0"/>
  </w:num>
  <w:num w:numId="16" w16cid:durableId="748384016">
    <w:abstractNumId w:val="14"/>
  </w:num>
  <w:num w:numId="17" w16cid:durableId="1973055626">
    <w:abstractNumId w:val="16"/>
  </w:num>
  <w:num w:numId="18" w16cid:durableId="454374382">
    <w:abstractNumId w:val="17"/>
  </w:num>
  <w:num w:numId="19" w16cid:durableId="501824900">
    <w:abstractNumId w:val="9"/>
  </w:num>
  <w:num w:numId="20" w16cid:durableId="659120363">
    <w:abstractNumId w:val="1"/>
  </w:num>
  <w:num w:numId="21" w16cid:durableId="2042630810">
    <w:abstractNumId w:val="11"/>
  </w:num>
  <w:num w:numId="22" w16cid:durableId="1577521082">
    <w:abstractNumId w:val="10"/>
  </w:num>
  <w:num w:numId="23" w16cid:durableId="104202312">
    <w:abstractNumId w:val="7"/>
  </w:num>
  <w:num w:numId="24" w16cid:durableId="1710379743">
    <w:abstractNumId w:val="2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Wiss">
    <w15:presenceInfo w15:providerId="Windows Live" w15:userId="15c4e39c76d88aca"/>
  </w15:person>
  <w15:person w15:author="Brenna Bray">
    <w15:presenceInfo w15:providerId="Windows Live" w15:userId="4465370e512833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Frontiers-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2454&lt;/item&gt;&lt;item&gt;4972&lt;/item&gt;&lt;item&gt;4977&lt;/item&gt;&lt;item&gt;5017&lt;/item&gt;&lt;item&gt;5080&lt;/item&gt;&lt;item&gt;5878&lt;/item&gt;&lt;item&gt;5884&lt;/item&gt;&lt;item&gt;5885&lt;/item&gt;&lt;item&gt;5915&lt;/item&gt;&lt;item&gt;5918&lt;/item&gt;&lt;item&gt;5920&lt;/item&gt;&lt;item&gt;5922&lt;/item&gt;&lt;item&gt;5945&lt;/item&gt;&lt;item&gt;6176&lt;/item&gt;&lt;item&gt;7208&lt;/item&gt;&lt;item&gt;7777&lt;/item&gt;&lt;item&gt;7833&lt;/item&gt;&lt;item&gt;7840&lt;/item&gt;&lt;item&gt;7854&lt;/item&gt;&lt;item&gt;7936&lt;/item&gt;&lt;item&gt;7937&lt;/item&gt;&lt;item&gt;7938&lt;/item&gt;&lt;item&gt;7940&lt;/item&gt;&lt;item&gt;7947&lt;/item&gt;&lt;item&gt;7949&lt;/item&gt;&lt;item&gt;7959&lt;/item&gt;&lt;item&gt;7960&lt;/item&gt;&lt;item&gt;7962&lt;/item&gt;&lt;item&gt;7963&lt;/item&gt;&lt;item&gt;8030&lt;/item&gt;&lt;item&gt;8296&lt;/item&gt;&lt;item&gt;8307&lt;/item&gt;&lt;item&gt;8361&lt;/item&gt;&lt;item&gt;8362&lt;/item&gt;&lt;item&gt;8372&lt;/item&gt;&lt;item&gt;8373&lt;/item&gt;&lt;item&gt;8374&lt;/item&gt;&lt;item&gt;8379&lt;/item&gt;&lt;item&gt;8383&lt;/item&gt;&lt;item&gt;8387&lt;/item&gt;&lt;item&gt;8398&lt;/item&gt;&lt;item&gt;8465&lt;/item&gt;&lt;/record-ids&gt;&lt;/item&gt;&lt;/Libraries&gt;"/>
  </w:docVars>
  <w:rsids>
    <w:rsidRoot w:val="00EC3C3C"/>
    <w:rsid w:val="0000046B"/>
    <w:rsid w:val="00011F0E"/>
    <w:rsid w:val="00012CAE"/>
    <w:rsid w:val="00017FC0"/>
    <w:rsid w:val="00023D56"/>
    <w:rsid w:val="00023EBA"/>
    <w:rsid w:val="0002432F"/>
    <w:rsid w:val="00040C77"/>
    <w:rsid w:val="00044749"/>
    <w:rsid w:val="00044F49"/>
    <w:rsid w:val="0004609D"/>
    <w:rsid w:val="00061207"/>
    <w:rsid w:val="00062CB0"/>
    <w:rsid w:val="00077B87"/>
    <w:rsid w:val="0008663F"/>
    <w:rsid w:val="000A10E5"/>
    <w:rsid w:val="000C1101"/>
    <w:rsid w:val="000E6C6A"/>
    <w:rsid w:val="000F0655"/>
    <w:rsid w:val="000F473F"/>
    <w:rsid w:val="000F50A6"/>
    <w:rsid w:val="000F6557"/>
    <w:rsid w:val="00117F72"/>
    <w:rsid w:val="00135E8B"/>
    <w:rsid w:val="00136BF2"/>
    <w:rsid w:val="0014124C"/>
    <w:rsid w:val="00144E5F"/>
    <w:rsid w:val="00147DAA"/>
    <w:rsid w:val="0015457E"/>
    <w:rsid w:val="001627E8"/>
    <w:rsid w:val="001710EA"/>
    <w:rsid w:val="0019306C"/>
    <w:rsid w:val="00194685"/>
    <w:rsid w:val="001C2C53"/>
    <w:rsid w:val="001C4368"/>
    <w:rsid w:val="001C4530"/>
    <w:rsid w:val="001D47E4"/>
    <w:rsid w:val="001D6DEA"/>
    <w:rsid w:val="001E5118"/>
    <w:rsid w:val="0020398D"/>
    <w:rsid w:val="0021617E"/>
    <w:rsid w:val="00223B65"/>
    <w:rsid w:val="002244CE"/>
    <w:rsid w:val="00225BBB"/>
    <w:rsid w:val="00231809"/>
    <w:rsid w:val="0023232A"/>
    <w:rsid w:val="00234CCF"/>
    <w:rsid w:val="00243ECA"/>
    <w:rsid w:val="0025178A"/>
    <w:rsid w:val="00264D45"/>
    <w:rsid w:val="00265DA3"/>
    <w:rsid w:val="00272F72"/>
    <w:rsid w:val="002B396E"/>
    <w:rsid w:val="002B4D26"/>
    <w:rsid w:val="002C4196"/>
    <w:rsid w:val="002C56A7"/>
    <w:rsid w:val="002D0A5A"/>
    <w:rsid w:val="002D25CD"/>
    <w:rsid w:val="002F7EBD"/>
    <w:rsid w:val="003008C8"/>
    <w:rsid w:val="003008D6"/>
    <w:rsid w:val="00306C68"/>
    <w:rsid w:val="00313BE5"/>
    <w:rsid w:val="00320225"/>
    <w:rsid w:val="00332CC7"/>
    <w:rsid w:val="00336219"/>
    <w:rsid w:val="00341BD9"/>
    <w:rsid w:val="0034760D"/>
    <w:rsid w:val="00347768"/>
    <w:rsid w:val="00351D88"/>
    <w:rsid w:val="00362314"/>
    <w:rsid w:val="003717AE"/>
    <w:rsid w:val="003725B3"/>
    <w:rsid w:val="00372A30"/>
    <w:rsid w:val="00374AE6"/>
    <w:rsid w:val="00385C5D"/>
    <w:rsid w:val="00385F82"/>
    <w:rsid w:val="003B0861"/>
    <w:rsid w:val="003B0DBF"/>
    <w:rsid w:val="003B60C4"/>
    <w:rsid w:val="003B75EB"/>
    <w:rsid w:val="003C0D3C"/>
    <w:rsid w:val="003D2762"/>
    <w:rsid w:val="003D7299"/>
    <w:rsid w:val="003E0F93"/>
    <w:rsid w:val="003E38AF"/>
    <w:rsid w:val="003E5EBA"/>
    <w:rsid w:val="003E7E2A"/>
    <w:rsid w:val="003F4CFE"/>
    <w:rsid w:val="0040579D"/>
    <w:rsid w:val="004124F6"/>
    <w:rsid w:val="00413045"/>
    <w:rsid w:val="0041512E"/>
    <w:rsid w:val="0042694A"/>
    <w:rsid w:val="00436ABC"/>
    <w:rsid w:val="00437852"/>
    <w:rsid w:val="00445CA6"/>
    <w:rsid w:val="00455047"/>
    <w:rsid w:val="0049367D"/>
    <w:rsid w:val="00495E06"/>
    <w:rsid w:val="004A3A03"/>
    <w:rsid w:val="004C391E"/>
    <w:rsid w:val="004C667D"/>
    <w:rsid w:val="004D5741"/>
    <w:rsid w:val="004E158B"/>
    <w:rsid w:val="004F421C"/>
    <w:rsid w:val="004F5F81"/>
    <w:rsid w:val="004F77BD"/>
    <w:rsid w:val="0050408E"/>
    <w:rsid w:val="00517830"/>
    <w:rsid w:val="005213E6"/>
    <w:rsid w:val="00524FD1"/>
    <w:rsid w:val="00530BC3"/>
    <w:rsid w:val="00531D4E"/>
    <w:rsid w:val="00536673"/>
    <w:rsid w:val="00542605"/>
    <w:rsid w:val="00546DFE"/>
    <w:rsid w:val="0055372A"/>
    <w:rsid w:val="00556D8F"/>
    <w:rsid w:val="005735DA"/>
    <w:rsid w:val="005761D5"/>
    <w:rsid w:val="005867F5"/>
    <w:rsid w:val="005962A8"/>
    <w:rsid w:val="00597E8E"/>
    <w:rsid w:val="005A3138"/>
    <w:rsid w:val="005A7498"/>
    <w:rsid w:val="005B5181"/>
    <w:rsid w:val="005C2DAC"/>
    <w:rsid w:val="005D3DDE"/>
    <w:rsid w:val="005D4C36"/>
    <w:rsid w:val="005D72C5"/>
    <w:rsid w:val="005E319A"/>
    <w:rsid w:val="005E41FC"/>
    <w:rsid w:val="005E58AB"/>
    <w:rsid w:val="005E7296"/>
    <w:rsid w:val="005F01E5"/>
    <w:rsid w:val="005F5B67"/>
    <w:rsid w:val="005F65EF"/>
    <w:rsid w:val="00610B1A"/>
    <w:rsid w:val="00614AE3"/>
    <w:rsid w:val="00620654"/>
    <w:rsid w:val="0062327A"/>
    <w:rsid w:val="0062446D"/>
    <w:rsid w:val="00634F9B"/>
    <w:rsid w:val="00635CB0"/>
    <w:rsid w:val="00641DD3"/>
    <w:rsid w:val="00646919"/>
    <w:rsid w:val="00654092"/>
    <w:rsid w:val="00656FB6"/>
    <w:rsid w:val="006607A5"/>
    <w:rsid w:val="00667AA3"/>
    <w:rsid w:val="00672B06"/>
    <w:rsid w:val="00673F77"/>
    <w:rsid w:val="00686712"/>
    <w:rsid w:val="00686789"/>
    <w:rsid w:val="00687F31"/>
    <w:rsid w:val="00690B2E"/>
    <w:rsid w:val="00695133"/>
    <w:rsid w:val="006A48E3"/>
    <w:rsid w:val="006A6421"/>
    <w:rsid w:val="006C3307"/>
    <w:rsid w:val="006C49AC"/>
    <w:rsid w:val="006D2D4D"/>
    <w:rsid w:val="006D63EA"/>
    <w:rsid w:val="006E56BE"/>
    <w:rsid w:val="006E5FAB"/>
    <w:rsid w:val="006F5895"/>
    <w:rsid w:val="00701401"/>
    <w:rsid w:val="00715C41"/>
    <w:rsid w:val="00721FEC"/>
    <w:rsid w:val="00722136"/>
    <w:rsid w:val="00722A90"/>
    <w:rsid w:val="00723672"/>
    <w:rsid w:val="007257AB"/>
    <w:rsid w:val="007328AE"/>
    <w:rsid w:val="00735330"/>
    <w:rsid w:val="007571C1"/>
    <w:rsid w:val="007632DB"/>
    <w:rsid w:val="00763F63"/>
    <w:rsid w:val="0076590B"/>
    <w:rsid w:val="00766BE4"/>
    <w:rsid w:val="00766D26"/>
    <w:rsid w:val="0077010B"/>
    <w:rsid w:val="0077042A"/>
    <w:rsid w:val="00770624"/>
    <w:rsid w:val="00781BE7"/>
    <w:rsid w:val="007A2EF1"/>
    <w:rsid w:val="007B08B7"/>
    <w:rsid w:val="007C33F2"/>
    <w:rsid w:val="007C680E"/>
    <w:rsid w:val="007C6B1A"/>
    <w:rsid w:val="007F0894"/>
    <w:rsid w:val="007F1E23"/>
    <w:rsid w:val="007F7261"/>
    <w:rsid w:val="00801CBA"/>
    <w:rsid w:val="00804C1D"/>
    <w:rsid w:val="00812C80"/>
    <w:rsid w:val="008131DB"/>
    <w:rsid w:val="0082172B"/>
    <w:rsid w:val="00831194"/>
    <w:rsid w:val="00840A82"/>
    <w:rsid w:val="00861C16"/>
    <w:rsid w:val="00872FC5"/>
    <w:rsid w:val="00872FF0"/>
    <w:rsid w:val="008758E7"/>
    <w:rsid w:val="008905F2"/>
    <w:rsid w:val="00890FC8"/>
    <w:rsid w:val="008A4AAB"/>
    <w:rsid w:val="008A4B5F"/>
    <w:rsid w:val="008B22D5"/>
    <w:rsid w:val="008B2A3D"/>
    <w:rsid w:val="008B44E6"/>
    <w:rsid w:val="008C0099"/>
    <w:rsid w:val="008C52F3"/>
    <w:rsid w:val="008D6A9D"/>
    <w:rsid w:val="008E0977"/>
    <w:rsid w:val="008E1DF3"/>
    <w:rsid w:val="008E47F3"/>
    <w:rsid w:val="008F09ED"/>
    <w:rsid w:val="008F669B"/>
    <w:rsid w:val="008F707E"/>
    <w:rsid w:val="00916A03"/>
    <w:rsid w:val="00916BAD"/>
    <w:rsid w:val="00924359"/>
    <w:rsid w:val="009326DE"/>
    <w:rsid w:val="00944F27"/>
    <w:rsid w:val="00951A6F"/>
    <w:rsid w:val="00952224"/>
    <w:rsid w:val="0096134E"/>
    <w:rsid w:val="00962FAB"/>
    <w:rsid w:val="00964D4F"/>
    <w:rsid w:val="00976A0F"/>
    <w:rsid w:val="00977114"/>
    <w:rsid w:val="009772A7"/>
    <w:rsid w:val="00977DA0"/>
    <w:rsid w:val="009820F0"/>
    <w:rsid w:val="00992133"/>
    <w:rsid w:val="00995BB8"/>
    <w:rsid w:val="009975B3"/>
    <w:rsid w:val="009A5CDE"/>
    <w:rsid w:val="009B3ADC"/>
    <w:rsid w:val="009C2492"/>
    <w:rsid w:val="009C58B0"/>
    <w:rsid w:val="009E2CCF"/>
    <w:rsid w:val="009F187E"/>
    <w:rsid w:val="009F192D"/>
    <w:rsid w:val="00A07EAA"/>
    <w:rsid w:val="00A26895"/>
    <w:rsid w:val="00A5073F"/>
    <w:rsid w:val="00A53584"/>
    <w:rsid w:val="00A54726"/>
    <w:rsid w:val="00A618F3"/>
    <w:rsid w:val="00A62900"/>
    <w:rsid w:val="00A81E83"/>
    <w:rsid w:val="00A84C9C"/>
    <w:rsid w:val="00A84D0E"/>
    <w:rsid w:val="00AA0403"/>
    <w:rsid w:val="00AA28EC"/>
    <w:rsid w:val="00AB1F9D"/>
    <w:rsid w:val="00AB2B36"/>
    <w:rsid w:val="00AB3988"/>
    <w:rsid w:val="00AB489C"/>
    <w:rsid w:val="00AB7673"/>
    <w:rsid w:val="00AC239C"/>
    <w:rsid w:val="00AC2824"/>
    <w:rsid w:val="00B120F4"/>
    <w:rsid w:val="00B14D7A"/>
    <w:rsid w:val="00B1569C"/>
    <w:rsid w:val="00B201B9"/>
    <w:rsid w:val="00B202E5"/>
    <w:rsid w:val="00B22A7D"/>
    <w:rsid w:val="00B23A74"/>
    <w:rsid w:val="00B259F3"/>
    <w:rsid w:val="00B263ED"/>
    <w:rsid w:val="00B331B7"/>
    <w:rsid w:val="00B35174"/>
    <w:rsid w:val="00B53314"/>
    <w:rsid w:val="00B57FC5"/>
    <w:rsid w:val="00B66918"/>
    <w:rsid w:val="00B66FA1"/>
    <w:rsid w:val="00B67A88"/>
    <w:rsid w:val="00B70ACE"/>
    <w:rsid w:val="00B72DB5"/>
    <w:rsid w:val="00B75BCD"/>
    <w:rsid w:val="00B8113E"/>
    <w:rsid w:val="00B870A8"/>
    <w:rsid w:val="00B91A24"/>
    <w:rsid w:val="00B97C36"/>
    <w:rsid w:val="00BA0600"/>
    <w:rsid w:val="00BA14EE"/>
    <w:rsid w:val="00BA71F7"/>
    <w:rsid w:val="00BB793D"/>
    <w:rsid w:val="00BC4812"/>
    <w:rsid w:val="00BE740D"/>
    <w:rsid w:val="00BF04C6"/>
    <w:rsid w:val="00BF0C58"/>
    <w:rsid w:val="00C00E64"/>
    <w:rsid w:val="00C0219B"/>
    <w:rsid w:val="00C128C1"/>
    <w:rsid w:val="00C1615F"/>
    <w:rsid w:val="00C1666B"/>
    <w:rsid w:val="00C233D7"/>
    <w:rsid w:val="00C32E2C"/>
    <w:rsid w:val="00C340A5"/>
    <w:rsid w:val="00C41CE6"/>
    <w:rsid w:val="00C43EA6"/>
    <w:rsid w:val="00C454EF"/>
    <w:rsid w:val="00C47AEB"/>
    <w:rsid w:val="00C53E1C"/>
    <w:rsid w:val="00C60629"/>
    <w:rsid w:val="00C65271"/>
    <w:rsid w:val="00C65BEA"/>
    <w:rsid w:val="00C65F2D"/>
    <w:rsid w:val="00C70801"/>
    <w:rsid w:val="00C72288"/>
    <w:rsid w:val="00CA0AE3"/>
    <w:rsid w:val="00CA6054"/>
    <w:rsid w:val="00CB068E"/>
    <w:rsid w:val="00CC2C40"/>
    <w:rsid w:val="00CC5ED3"/>
    <w:rsid w:val="00CD05B4"/>
    <w:rsid w:val="00CE7179"/>
    <w:rsid w:val="00CE758B"/>
    <w:rsid w:val="00CF435C"/>
    <w:rsid w:val="00D03B8F"/>
    <w:rsid w:val="00D26127"/>
    <w:rsid w:val="00D33C61"/>
    <w:rsid w:val="00D4456F"/>
    <w:rsid w:val="00D52D1E"/>
    <w:rsid w:val="00D576C8"/>
    <w:rsid w:val="00D62C2D"/>
    <w:rsid w:val="00D730B0"/>
    <w:rsid w:val="00D85D34"/>
    <w:rsid w:val="00D9029F"/>
    <w:rsid w:val="00D91B5D"/>
    <w:rsid w:val="00D9336C"/>
    <w:rsid w:val="00D963B9"/>
    <w:rsid w:val="00DA20A6"/>
    <w:rsid w:val="00DB0754"/>
    <w:rsid w:val="00DB22BC"/>
    <w:rsid w:val="00DE0651"/>
    <w:rsid w:val="00DF0454"/>
    <w:rsid w:val="00DF1F95"/>
    <w:rsid w:val="00E033DF"/>
    <w:rsid w:val="00E12F14"/>
    <w:rsid w:val="00E14596"/>
    <w:rsid w:val="00E1737A"/>
    <w:rsid w:val="00E474EB"/>
    <w:rsid w:val="00E632DF"/>
    <w:rsid w:val="00E739CE"/>
    <w:rsid w:val="00E73CDC"/>
    <w:rsid w:val="00E76ACC"/>
    <w:rsid w:val="00E81626"/>
    <w:rsid w:val="00E94FD6"/>
    <w:rsid w:val="00E96987"/>
    <w:rsid w:val="00EB19D6"/>
    <w:rsid w:val="00EB6CE4"/>
    <w:rsid w:val="00EC3C3C"/>
    <w:rsid w:val="00ED3F42"/>
    <w:rsid w:val="00ED761F"/>
    <w:rsid w:val="00EE45AC"/>
    <w:rsid w:val="00EF0FB9"/>
    <w:rsid w:val="00EF52C2"/>
    <w:rsid w:val="00EF5AB9"/>
    <w:rsid w:val="00F006FA"/>
    <w:rsid w:val="00F11577"/>
    <w:rsid w:val="00F1427B"/>
    <w:rsid w:val="00F1769F"/>
    <w:rsid w:val="00F208EE"/>
    <w:rsid w:val="00F5196C"/>
    <w:rsid w:val="00F749D2"/>
    <w:rsid w:val="00F814CA"/>
    <w:rsid w:val="00F823BA"/>
    <w:rsid w:val="00F859A4"/>
    <w:rsid w:val="00F96BBD"/>
    <w:rsid w:val="00F9704B"/>
    <w:rsid w:val="00FA2968"/>
    <w:rsid w:val="00FA4505"/>
    <w:rsid w:val="00FB5B77"/>
    <w:rsid w:val="00FC361B"/>
    <w:rsid w:val="00FE0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C528"/>
  <w15:docId w15:val="{ABFFD1BD-9910-A94D-B6A3-4E54F1267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before="12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D99"/>
  </w:style>
  <w:style w:type="paragraph" w:styleId="Heading1">
    <w:name w:val="heading 1"/>
    <w:basedOn w:val="ListParagraph"/>
    <w:next w:val="Normal"/>
    <w:link w:val="Heading1Char"/>
    <w:uiPriority w:val="9"/>
    <w:qFormat/>
    <w:rsid w:val="00D80D99"/>
    <w:pPr>
      <w:numPr>
        <w:numId w:val="2"/>
      </w:numPr>
      <w:tabs>
        <w:tab w:val="clear" w:pos="720"/>
      </w:tabs>
      <w:spacing w:before="240"/>
      <w:contextualSpacing w:val="0"/>
      <w:outlineLvl w:val="0"/>
    </w:pPr>
    <w:rPr>
      <w:b/>
    </w:rPr>
  </w:style>
  <w:style w:type="paragraph" w:styleId="Heading2">
    <w:name w:val="heading 2"/>
    <w:basedOn w:val="Heading1"/>
    <w:next w:val="Normal"/>
    <w:link w:val="Heading2Char"/>
    <w:uiPriority w:val="9"/>
    <w:unhideWhenUsed/>
    <w:qFormat/>
    <w:rsid w:val="00D80D99"/>
    <w:pPr>
      <w:numPr>
        <w:numId w:val="0"/>
      </w:numPr>
      <w:spacing w:after="200"/>
      <w:outlineLvl w:val="1"/>
    </w:pPr>
  </w:style>
  <w:style w:type="paragraph" w:styleId="Heading3">
    <w:name w:val="heading 3"/>
    <w:basedOn w:val="Normal"/>
    <w:next w:val="Normal"/>
    <w:link w:val="Heading3Char"/>
    <w:uiPriority w:val="9"/>
    <w:unhideWhenUsed/>
    <w:qFormat/>
    <w:rsid w:val="00D80D99"/>
    <w:pPr>
      <w:keepNext/>
      <w:keepLines/>
      <w:numPr>
        <w:ilvl w:val="2"/>
        <w:numId w:val="2"/>
      </w:numPr>
      <w:spacing w:before="40" w:after="120"/>
      <w:outlineLvl w:val="2"/>
    </w:pPr>
    <w:rPr>
      <w:rFonts w:eastAsiaTheme="majorEastAsia" w:cstheme="majorBidi"/>
      <w:b/>
    </w:rPr>
  </w:style>
  <w:style w:type="paragraph" w:styleId="Heading4">
    <w:name w:val="heading 4"/>
    <w:basedOn w:val="Heading3"/>
    <w:next w:val="Normal"/>
    <w:link w:val="Heading4Char"/>
    <w:uiPriority w:val="9"/>
    <w:unhideWhenUsed/>
    <w:qFormat/>
    <w:rsid w:val="00D80D99"/>
    <w:pPr>
      <w:numPr>
        <w:ilvl w:val="3"/>
      </w:numPr>
      <w:outlineLvl w:val="3"/>
    </w:pPr>
    <w:rPr>
      <w:iCs/>
    </w:rPr>
  </w:style>
  <w:style w:type="paragraph" w:styleId="Heading5">
    <w:name w:val="heading 5"/>
    <w:basedOn w:val="Heading4"/>
    <w:next w:val="Normal"/>
    <w:link w:val="Heading5Char"/>
    <w:uiPriority w:val="9"/>
    <w:unhideWhenUsed/>
    <w:qFormat/>
    <w:rsid w:val="00D80D99"/>
    <w:pPr>
      <w:numPr>
        <w:ilvl w:val="4"/>
      </w:numPr>
      <w:outlineLvl w:val="4"/>
    </w:pPr>
  </w:style>
  <w:style w:type="paragraph" w:styleId="Heading6">
    <w:name w:val="heading 6"/>
    <w:basedOn w:val="Normal"/>
    <w:next w:val="Normal"/>
    <w:link w:val="Heading6Char"/>
    <w:uiPriority w:val="9"/>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D99"/>
    <w:pPr>
      <w:suppressLineNumbers/>
      <w:spacing w:before="240" w:after="360"/>
      <w:jc w:val="center"/>
    </w:pPr>
    <w:rPr>
      <w:b/>
      <w:sz w:val="32"/>
      <w:szCs w:val="32"/>
    </w:rPr>
  </w:style>
  <w:style w:type="character" w:customStyle="1" w:styleId="Heading1Char">
    <w:name w:val="Heading 1 Char"/>
    <w:basedOn w:val="DefaultParagraphFont"/>
    <w:link w:val="Heading1"/>
    <w:uiPriority w:val="9"/>
    <w:rsid w:val="00147395"/>
    <w:rPr>
      <w:rFonts w:eastAsia="Cambria"/>
      <w:b/>
    </w:rPr>
  </w:style>
  <w:style w:type="character" w:customStyle="1" w:styleId="Heading2Char">
    <w:name w:val="Heading 2 Char"/>
    <w:basedOn w:val="DefaultParagraphFont"/>
    <w:link w:val="Heading2"/>
    <w:uiPriority w:val="9"/>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link w:val="ListParagraphChar"/>
    <w:uiPriority w:val="34"/>
    <w:qFormat/>
    <w:rsid w:val="00310124"/>
    <w:pPr>
      <w:tabs>
        <w:tab w:val="num" w:pos="720"/>
      </w:tabs>
      <w:ind w:left="1434" w:hanging="357"/>
      <w:contextualSpacing/>
    </w:pPr>
    <w:rPr>
      <w:rFonts w:eastAsia="Cambria"/>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39"/>
    <w:rsid w:val="0011766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b/>
      <w:bCs/>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unhideWhenUsed/>
    <w:rsid w:val="00725A7D"/>
    <w:rPr>
      <w:sz w:val="16"/>
      <w:szCs w:val="16"/>
    </w:rPr>
  </w:style>
  <w:style w:type="paragraph" w:styleId="CommentText">
    <w:name w:val="annotation text"/>
    <w:basedOn w:val="Normal"/>
    <w:link w:val="CommentTextChar"/>
    <w:uiPriority w:val="99"/>
    <w:unhideWhenUsed/>
    <w:qFormat/>
    <w:rsid w:val="00725A7D"/>
    <w:rPr>
      <w:sz w:val="20"/>
      <w:szCs w:val="20"/>
    </w:rPr>
  </w:style>
  <w:style w:type="character" w:customStyle="1" w:styleId="CommentTextChar">
    <w:name w:val="Comment Text Char"/>
    <w:basedOn w:val="DefaultParagraphFont"/>
    <w:link w:val="CommentText"/>
    <w:uiPriority w:val="99"/>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character" w:customStyle="1" w:styleId="TitleChar">
    <w:name w:val="Title Char"/>
    <w:basedOn w:val="DefaultParagraphFont"/>
    <w:link w:val="Title"/>
    <w:uiPriority w:val="10"/>
    <w:rsid w:val="00D80D99"/>
    <w:rPr>
      <w:rFonts w:ascii="Times New Roman" w:hAnsi="Times New Roman" w:cs="Times New Roman"/>
      <w:b/>
      <w:sz w:val="32"/>
      <w:szCs w:val="32"/>
    </w:rPr>
  </w:style>
  <w:style w:type="paragraph" w:styleId="Subtitle">
    <w:name w:val="Subtitle"/>
    <w:basedOn w:val="Normal"/>
    <w:next w:val="Normal"/>
    <w:link w:val="SubtitleChar"/>
    <w:qFormat/>
    <w:pPr>
      <w:spacing w:before="240"/>
    </w:pPr>
    <w:rPr>
      <w:b/>
    </w:rPr>
  </w:style>
  <w:style w:type="character" w:customStyle="1" w:styleId="SubtitleChar">
    <w:name w:val="Subtitle Char"/>
    <w:basedOn w:val="DefaultParagraphFont"/>
    <w:link w:val="Subtitle"/>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9"/>
    <w:rsid w:val="005D1840"/>
    <w:rPr>
      <w:rFonts w:eastAsiaTheme="majorEastAsia" w:cstheme="majorBidi"/>
      <w:b/>
    </w:rPr>
  </w:style>
  <w:style w:type="paragraph" w:styleId="NoSpacing">
    <w:name w:val="No Spacing"/>
    <w:uiPriority w:val="99"/>
    <w:unhideWhenUsed/>
    <w:qFormat/>
    <w:rsid w:val="00A53000"/>
    <w:pPr>
      <w:spacing w:after="0"/>
    </w:pPr>
  </w:style>
  <w:style w:type="character" w:customStyle="1" w:styleId="Heading4Char">
    <w:name w:val="Heading 4 Char"/>
    <w:basedOn w:val="DefaultParagraphFont"/>
    <w:link w:val="Heading4"/>
    <w:uiPriority w:val="9"/>
    <w:rsid w:val="005D1840"/>
    <w:rPr>
      <w:rFonts w:eastAsiaTheme="majorEastAsia" w:cstheme="majorBidi"/>
      <w:b/>
      <w:iCs/>
    </w:rPr>
  </w:style>
  <w:style w:type="character" w:customStyle="1" w:styleId="Heading5Char">
    <w:name w:val="Heading 5 Char"/>
    <w:basedOn w:val="DefaultParagraphFont"/>
    <w:link w:val="Heading5"/>
    <w:uiPriority w:val="9"/>
    <w:semiHidden/>
    <w:rsid w:val="005D1840"/>
    <w:rPr>
      <w:rFonts w:eastAsiaTheme="majorEastAsia" w:cstheme="majorBidi"/>
      <w:b/>
      <w:iCs/>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style>
  <w:style w:type="paragraph" w:styleId="Revision">
    <w:name w:val="Revision"/>
    <w:hidden/>
    <w:uiPriority w:val="99"/>
    <w:semiHidden/>
    <w:rsid w:val="00A545C6"/>
    <w:pPr>
      <w:spacing w:after="0"/>
    </w:pPr>
  </w:style>
  <w:style w:type="character" w:styleId="UnresolvedMention">
    <w:name w:val="Unresolved Mention"/>
    <w:basedOn w:val="DefaultParagraphFont"/>
    <w:uiPriority w:val="99"/>
    <w:semiHidden/>
    <w:unhideWhenUsed/>
    <w:rsid w:val="006B361D"/>
    <w:rPr>
      <w:color w:val="605E5C"/>
      <w:shd w:val="clear" w:color="auto" w:fill="E1DFDD"/>
    </w:rPr>
  </w:style>
  <w:style w:type="paragraph" w:styleId="BodyText">
    <w:name w:val="Body Text"/>
    <w:basedOn w:val="Normal"/>
    <w:link w:val="BodyTextChar"/>
    <w:uiPriority w:val="1"/>
    <w:qFormat/>
    <w:rsid w:val="0053327D"/>
    <w:pPr>
      <w:widowControl w:val="0"/>
      <w:autoSpaceDE w:val="0"/>
      <w:autoSpaceDN w:val="0"/>
      <w:spacing w:before="0" w:after="0"/>
    </w:pPr>
    <w:rPr>
      <w:lang w:bidi="en-US"/>
    </w:rPr>
  </w:style>
  <w:style w:type="character" w:customStyle="1" w:styleId="BodyTextChar">
    <w:name w:val="Body Text Char"/>
    <w:basedOn w:val="DefaultParagraphFont"/>
    <w:link w:val="BodyText"/>
    <w:uiPriority w:val="1"/>
    <w:rsid w:val="0053327D"/>
    <w:rPr>
      <w:rFonts w:ascii="Times New Roman" w:eastAsia="Times New Roman" w:hAnsi="Times New Roman" w:cs="Times New Roman"/>
      <w:sz w:val="24"/>
      <w:szCs w:val="24"/>
      <w:lang w:bidi="en-US"/>
    </w:rPr>
  </w:style>
  <w:style w:type="paragraph" w:customStyle="1" w:styleId="EndNoteBibliographyTitle">
    <w:name w:val="EndNote Bibliography Title"/>
    <w:basedOn w:val="Normal"/>
    <w:link w:val="EndNoteBibliographyTitleChar"/>
    <w:rsid w:val="00BB04F4"/>
    <w:pPr>
      <w:spacing w:after="0"/>
      <w:jc w:val="center"/>
    </w:pPr>
  </w:style>
  <w:style w:type="character" w:customStyle="1" w:styleId="EndNoteBibliographyTitleChar">
    <w:name w:val="EndNote Bibliography Title Char"/>
    <w:basedOn w:val="DefaultParagraphFont"/>
    <w:link w:val="EndNoteBibliographyTitle"/>
    <w:rsid w:val="00BB04F4"/>
  </w:style>
  <w:style w:type="paragraph" w:customStyle="1" w:styleId="EndNoteBibliography">
    <w:name w:val="EndNote Bibliography"/>
    <w:basedOn w:val="Normal"/>
    <w:link w:val="EndNoteBibliographyChar"/>
    <w:rsid w:val="00BB04F4"/>
  </w:style>
  <w:style w:type="character" w:customStyle="1" w:styleId="EndNoteBibliographyChar">
    <w:name w:val="EndNote Bibliography Char"/>
    <w:basedOn w:val="DefaultParagraphFont"/>
    <w:link w:val="EndNoteBibliography"/>
    <w:rsid w:val="00BB04F4"/>
  </w:style>
  <w:style w:type="paragraph" w:customStyle="1" w:styleId="MDPI62BackMatter">
    <w:name w:val="MDPI_6.2_BackMatter"/>
    <w:qFormat/>
    <w:rsid w:val="00715F39"/>
    <w:pPr>
      <w:adjustRightInd w:val="0"/>
      <w:snapToGrid w:val="0"/>
      <w:spacing w:after="120" w:line="228" w:lineRule="auto"/>
      <w:ind w:left="2608"/>
      <w:jc w:val="both"/>
    </w:pPr>
    <w:rPr>
      <w:rFonts w:ascii="Palatino Linotype" w:hAnsi="Palatino Linotype"/>
      <w:snapToGrid w:val="0"/>
      <w:color w:val="000000"/>
      <w:sz w:val="18"/>
      <w:szCs w:val="20"/>
      <w:lang w:bidi="en-US"/>
    </w:rPr>
  </w:style>
  <w:style w:type="paragraph" w:customStyle="1" w:styleId="TableParagraph">
    <w:name w:val="Table Paragraph"/>
    <w:basedOn w:val="Normal"/>
    <w:uiPriority w:val="1"/>
    <w:qFormat/>
    <w:rsid w:val="00783050"/>
    <w:pPr>
      <w:widowControl w:val="0"/>
      <w:autoSpaceDE w:val="0"/>
      <w:autoSpaceDN w:val="0"/>
      <w:spacing w:before="0" w:after="0"/>
    </w:pPr>
    <w:rPr>
      <w:sz w:val="22"/>
      <w:lang w:bidi="en-US"/>
    </w:rPr>
  </w:style>
  <w:style w:type="paragraph" w:customStyle="1" w:styleId="MDPI31text">
    <w:name w:val="MDPI_3.1_text"/>
    <w:qFormat/>
    <w:rsid w:val="00783050"/>
    <w:pPr>
      <w:adjustRightInd w:val="0"/>
      <w:snapToGrid w:val="0"/>
      <w:spacing w:after="0" w:line="228" w:lineRule="auto"/>
      <w:ind w:left="2608" w:firstLine="425"/>
      <w:jc w:val="both"/>
    </w:pPr>
    <w:rPr>
      <w:rFonts w:ascii="Palatino Linotype" w:hAnsi="Palatino Linotype"/>
      <w:snapToGrid w:val="0"/>
      <w:color w:val="000000"/>
      <w:sz w:val="20"/>
      <w:lang w:eastAsia="de-DE" w:bidi="en-US"/>
    </w:rPr>
  </w:style>
  <w:style w:type="paragraph" w:customStyle="1" w:styleId="MDPI32textnoindent">
    <w:name w:val="MDPI_3.2_text_no_indent"/>
    <w:basedOn w:val="MDPI31text"/>
    <w:qFormat/>
    <w:rsid w:val="00783050"/>
    <w:pPr>
      <w:ind w:firstLine="0"/>
    </w:pPr>
  </w:style>
  <w:style w:type="paragraph" w:customStyle="1" w:styleId="MDPI33textspaceafter">
    <w:name w:val="MDPI_3.3_text_space_after"/>
    <w:qFormat/>
    <w:rsid w:val="00783050"/>
    <w:pPr>
      <w:adjustRightInd w:val="0"/>
      <w:snapToGrid w:val="0"/>
      <w:spacing w:line="228" w:lineRule="auto"/>
      <w:ind w:left="2608"/>
      <w:jc w:val="both"/>
    </w:pPr>
    <w:rPr>
      <w:rFonts w:ascii="Palatino Linotype" w:hAnsi="Palatino Linotype"/>
      <w:snapToGrid w:val="0"/>
      <w:color w:val="000000"/>
      <w:sz w:val="20"/>
      <w:lang w:eastAsia="de-DE" w:bidi="en-US"/>
    </w:rPr>
  </w:style>
  <w:style w:type="paragraph" w:customStyle="1" w:styleId="MDPI11articletype">
    <w:name w:val="MDPI_1.1_article_type"/>
    <w:next w:val="Normal"/>
    <w:qFormat/>
    <w:rsid w:val="00783050"/>
    <w:pPr>
      <w:adjustRightInd w:val="0"/>
      <w:snapToGrid w:val="0"/>
      <w:spacing w:before="240" w:after="0"/>
    </w:pPr>
    <w:rPr>
      <w:rFonts w:ascii="Palatino Linotype" w:hAnsi="Palatino Linotype"/>
      <w:i/>
      <w:snapToGrid w:val="0"/>
      <w:color w:val="000000"/>
      <w:sz w:val="20"/>
      <w:lang w:eastAsia="de-DE" w:bidi="en-US"/>
    </w:rPr>
  </w:style>
  <w:style w:type="paragraph" w:customStyle="1" w:styleId="MDPI34textspacebefore">
    <w:name w:val="MDPI_3.4_text_space_before"/>
    <w:qFormat/>
    <w:rsid w:val="00783050"/>
    <w:pPr>
      <w:adjustRightInd w:val="0"/>
      <w:snapToGrid w:val="0"/>
      <w:spacing w:before="240" w:after="0" w:line="228" w:lineRule="auto"/>
      <w:ind w:left="2608"/>
      <w:jc w:val="both"/>
    </w:pPr>
    <w:rPr>
      <w:rFonts w:ascii="Palatino Linotype" w:hAnsi="Palatino Linotype"/>
      <w:snapToGrid w:val="0"/>
      <w:color w:val="000000"/>
      <w:sz w:val="20"/>
      <w:lang w:eastAsia="de-DE" w:bidi="en-US"/>
    </w:rPr>
  </w:style>
  <w:style w:type="paragraph" w:customStyle="1" w:styleId="MDPI41tablecaption">
    <w:name w:val="MDPI_4.1_table_caption"/>
    <w:qFormat/>
    <w:rsid w:val="00783050"/>
    <w:pPr>
      <w:adjustRightInd w:val="0"/>
      <w:snapToGrid w:val="0"/>
      <w:spacing w:before="240" w:after="120" w:line="228" w:lineRule="auto"/>
      <w:ind w:left="2608"/>
      <w:jc w:val="both"/>
    </w:pPr>
    <w:rPr>
      <w:rFonts w:ascii="Palatino Linotype" w:hAnsi="Palatino Linotype" w:cs="Cordia New"/>
      <w:color w:val="000000"/>
      <w:sz w:val="18"/>
      <w:lang w:eastAsia="de-DE" w:bidi="en-US"/>
    </w:rPr>
  </w:style>
  <w:style w:type="paragraph" w:customStyle="1" w:styleId="MDPI42tablebody">
    <w:name w:val="MDPI_4.2_table_body"/>
    <w:qFormat/>
    <w:rsid w:val="00783050"/>
    <w:pPr>
      <w:adjustRightInd w:val="0"/>
      <w:snapToGrid w:val="0"/>
      <w:spacing w:after="0" w:line="260" w:lineRule="atLeast"/>
      <w:jc w:val="center"/>
    </w:pPr>
    <w:rPr>
      <w:rFonts w:ascii="Palatino Linotype" w:hAnsi="Palatino Linotype"/>
      <w:snapToGrid w:val="0"/>
      <w:color w:val="000000"/>
      <w:sz w:val="20"/>
      <w:szCs w:val="20"/>
      <w:lang w:eastAsia="de-DE" w:bidi="en-US"/>
    </w:rPr>
  </w:style>
  <w:style w:type="paragraph" w:customStyle="1" w:styleId="MDPI43tablefooter">
    <w:name w:val="MDPI_4.3_table_footer"/>
    <w:next w:val="MDPI31text"/>
    <w:qFormat/>
    <w:rsid w:val="00783050"/>
    <w:pPr>
      <w:adjustRightInd w:val="0"/>
      <w:snapToGrid w:val="0"/>
      <w:spacing w:after="0" w:line="228" w:lineRule="auto"/>
      <w:ind w:left="2608"/>
      <w:jc w:val="both"/>
    </w:pPr>
    <w:rPr>
      <w:rFonts w:ascii="Palatino Linotype" w:hAnsi="Palatino Linotype" w:cs="Cordia New"/>
      <w:color w:val="000000"/>
      <w:sz w:val="18"/>
      <w:lang w:eastAsia="de-DE" w:bidi="en-US"/>
    </w:rPr>
  </w:style>
  <w:style w:type="paragraph" w:customStyle="1" w:styleId="MDPI22heading2">
    <w:name w:val="MDPI_2.2_heading2"/>
    <w:link w:val="MDPI22heading2Char"/>
    <w:qFormat/>
    <w:rsid w:val="00783050"/>
    <w:pPr>
      <w:adjustRightInd w:val="0"/>
      <w:snapToGrid w:val="0"/>
      <w:spacing w:before="60" w:after="60" w:line="228" w:lineRule="auto"/>
      <w:ind w:left="2608"/>
      <w:outlineLvl w:val="1"/>
    </w:pPr>
    <w:rPr>
      <w:rFonts w:ascii="Palatino Linotype" w:hAnsi="Palatino Linotype"/>
      <w:i/>
      <w:noProof/>
      <w:snapToGrid w:val="0"/>
      <w:color w:val="000000"/>
      <w:sz w:val="20"/>
      <w:lang w:eastAsia="de-DE" w:bidi="en-US"/>
    </w:rPr>
  </w:style>
  <w:style w:type="character" w:customStyle="1" w:styleId="MDPI22heading2Char">
    <w:name w:val="MDPI_2.2_heading2 Char"/>
    <w:basedOn w:val="DefaultParagraphFont"/>
    <w:link w:val="MDPI22heading2"/>
    <w:rsid w:val="00783050"/>
    <w:rPr>
      <w:rFonts w:ascii="Palatino Linotype" w:eastAsia="Times New Roman" w:hAnsi="Palatino Linotype" w:cs="Times New Roman"/>
      <w:i/>
      <w:noProof/>
      <w:snapToGrid w:val="0"/>
      <w:color w:val="000000"/>
      <w:sz w:val="20"/>
      <w:lang w:eastAsia="de-DE" w:bidi="en-US"/>
    </w:rPr>
  </w:style>
  <w:style w:type="character" w:customStyle="1" w:styleId="apple-converted-space">
    <w:name w:val="apple-converted-space"/>
    <w:basedOn w:val="DefaultParagraphFont"/>
    <w:rsid w:val="00783050"/>
  </w:style>
  <w:style w:type="character" w:customStyle="1" w:styleId="authors-list-item">
    <w:name w:val="authors-list-item"/>
    <w:basedOn w:val="DefaultParagraphFont"/>
    <w:rsid w:val="00783050"/>
  </w:style>
  <w:style w:type="character" w:customStyle="1" w:styleId="author-sup-separator">
    <w:name w:val="author-sup-separator"/>
    <w:basedOn w:val="DefaultParagraphFont"/>
    <w:rsid w:val="00783050"/>
  </w:style>
  <w:style w:type="character" w:customStyle="1" w:styleId="ListParagraphChar">
    <w:name w:val="List Paragraph Char"/>
    <w:basedOn w:val="DefaultParagraphFont"/>
    <w:link w:val="ListParagraph"/>
    <w:uiPriority w:val="34"/>
    <w:rsid w:val="00654973"/>
    <w:rPr>
      <w:rFonts w:eastAsia="Cambria"/>
    </w:rPr>
  </w:style>
  <w:style w:type="table" w:customStyle="1" w:styleId="2">
    <w:name w:val="2"/>
    <w:basedOn w:val="TableNormal"/>
    <w:pPr>
      <w:spacing w:after="0"/>
    </w:pPr>
    <w:tblPr>
      <w:tblStyleRowBandSize w:val="1"/>
      <w:tblStyleColBandSize w:val="1"/>
    </w:tblPr>
  </w:style>
  <w:style w:type="table" w:customStyle="1" w:styleId="1">
    <w:name w:val="1"/>
    <w:basedOn w:val="TableNormal"/>
    <w:pPr>
      <w:spacing w:after="0"/>
    </w:pPr>
    <w:tblPr>
      <w:tblStyleRowBandSize w:val="1"/>
      <w:tblStyleColBandSize w:val="1"/>
    </w:tblPr>
  </w:style>
  <w:style w:type="character" w:customStyle="1" w:styleId="Heading6Char">
    <w:name w:val="Heading 6 Char"/>
    <w:basedOn w:val="DefaultParagraphFont"/>
    <w:link w:val="Heading6"/>
    <w:uiPriority w:val="9"/>
    <w:semiHidden/>
    <w:rsid w:val="00A07EAA"/>
    <w:rPr>
      <w:b/>
      <w:sz w:val="20"/>
      <w:szCs w:val="20"/>
    </w:rPr>
  </w:style>
  <w:style w:type="numbering" w:styleId="111111">
    <w:name w:val="Outline List 2"/>
    <w:basedOn w:val="NoList"/>
    <w:uiPriority w:val="99"/>
    <w:semiHidden/>
    <w:unhideWhenUsed/>
    <w:rsid w:val="00B870A8"/>
    <w:pPr>
      <w:numPr>
        <w:numId w:val="12"/>
      </w:numPr>
    </w:pPr>
  </w:style>
  <w:style w:type="numbering" w:customStyle="1" w:styleId="CurrentList1">
    <w:name w:val="Current List1"/>
    <w:uiPriority w:val="99"/>
    <w:rsid w:val="00781BE7"/>
    <w:pPr>
      <w:numPr>
        <w:numId w:val="13"/>
      </w:numPr>
    </w:pPr>
  </w:style>
  <w:style w:type="numbering" w:customStyle="1" w:styleId="CurrentList2">
    <w:name w:val="Current List2"/>
    <w:uiPriority w:val="99"/>
    <w:rsid w:val="00781BE7"/>
    <w:pPr>
      <w:numPr>
        <w:numId w:val="14"/>
      </w:numPr>
    </w:pPr>
  </w:style>
  <w:style w:type="numbering" w:customStyle="1" w:styleId="CurrentList3">
    <w:name w:val="Current List3"/>
    <w:uiPriority w:val="99"/>
    <w:rsid w:val="00781BE7"/>
    <w:pPr>
      <w:numPr>
        <w:numId w:val="15"/>
      </w:numPr>
    </w:pPr>
  </w:style>
  <w:style w:type="numbering" w:customStyle="1" w:styleId="CurrentList4">
    <w:name w:val="Current List4"/>
    <w:uiPriority w:val="99"/>
    <w:rsid w:val="00781BE7"/>
    <w:pPr>
      <w:numPr>
        <w:numId w:val="16"/>
      </w:numPr>
    </w:pPr>
  </w:style>
  <w:style w:type="numbering" w:customStyle="1" w:styleId="CurrentList5">
    <w:name w:val="Current List5"/>
    <w:uiPriority w:val="99"/>
    <w:rsid w:val="00781BE7"/>
    <w:pPr>
      <w:numPr>
        <w:numId w:val="17"/>
      </w:numPr>
    </w:pPr>
  </w:style>
  <w:style w:type="numbering" w:customStyle="1" w:styleId="CurrentList6">
    <w:name w:val="Current List6"/>
    <w:uiPriority w:val="99"/>
    <w:rsid w:val="00781BE7"/>
    <w:pPr>
      <w:numPr>
        <w:numId w:val="18"/>
      </w:numPr>
    </w:pPr>
  </w:style>
  <w:style w:type="numbering" w:customStyle="1" w:styleId="CurrentList7">
    <w:name w:val="Current List7"/>
    <w:uiPriority w:val="99"/>
    <w:rsid w:val="00781BE7"/>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91011">
      <w:bodyDiv w:val="1"/>
      <w:marLeft w:val="0"/>
      <w:marRight w:val="0"/>
      <w:marTop w:val="0"/>
      <w:marBottom w:val="0"/>
      <w:divBdr>
        <w:top w:val="none" w:sz="0" w:space="0" w:color="auto"/>
        <w:left w:val="none" w:sz="0" w:space="0" w:color="auto"/>
        <w:bottom w:val="none" w:sz="0" w:space="0" w:color="auto"/>
        <w:right w:val="none" w:sz="0" w:space="0" w:color="auto"/>
      </w:divBdr>
      <w:divsChild>
        <w:div w:id="744037511">
          <w:marLeft w:val="0"/>
          <w:marRight w:val="0"/>
          <w:marTop w:val="0"/>
          <w:marBottom w:val="0"/>
          <w:divBdr>
            <w:top w:val="none" w:sz="0" w:space="0" w:color="auto"/>
            <w:left w:val="none" w:sz="0" w:space="0" w:color="auto"/>
            <w:bottom w:val="none" w:sz="0" w:space="0" w:color="auto"/>
            <w:right w:val="none" w:sz="0" w:space="0" w:color="auto"/>
          </w:divBdr>
          <w:divsChild>
            <w:div w:id="1743794584">
              <w:marLeft w:val="0"/>
              <w:marRight w:val="0"/>
              <w:marTop w:val="0"/>
              <w:marBottom w:val="0"/>
              <w:divBdr>
                <w:top w:val="none" w:sz="0" w:space="0" w:color="auto"/>
                <w:left w:val="none" w:sz="0" w:space="0" w:color="auto"/>
                <w:bottom w:val="none" w:sz="0" w:space="0" w:color="auto"/>
                <w:right w:val="none" w:sz="0" w:space="0" w:color="auto"/>
              </w:divBdr>
              <w:divsChild>
                <w:div w:id="15713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43930">
      <w:bodyDiv w:val="1"/>
      <w:marLeft w:val="0"/>
      <w:marRight w:val="0"/>
      <w:marTop w:val="0"/>
      <w:marBottom w:val="0"/>
      <w:divBdr>
        <w:top w:val="none" w:sz="0" w:space="0" w:color="auto"/>
        <w:left w:val="none" w:sz="0" w:space="0" w:color="auto"/>
        <w:bottom w:val="none" w:sz="0" w:space="0" w:color="auto"/>
        <w:right w:val="none" w:sz="0" w:space="0" w:color="auto"/>
      </w:divBdr>
      <w:divsChild>
        <w:div w:id="430780690">
          <w:marLeft w:val="0"/>
          <w:marRight w:val="0"/>
          <w:marTop w:val="0"/>
          <w:marBottom w:val="0"/>
          <w:divBdr>
            <w:top w:val="none" w:sz="0" w:space="0" w:color="auto"/>
            <w:left w:val="none" w:sz="0" w:space="0" w:color="auto"/>
            <w:bottom w:val="none" w:sz="0" w:space="0" w:color="auto"/>
            <w:right w:val="none" w:sz="0" w:space="0" w:color="auto"/>
          </w:divBdr>
          <w:divsChild>
            <w:div w:id="1307516804">
              <w:marLeft w:val="0"/>
              <w:marRight w:val="0"/>
              <w:marTop w:val="0"/>
              <w:marBottom w:val="0"/>
              <w:divBdr>
                <w:top w:val="none" w:sz="0" w:space="0" w:color="auto"/>
                <w:left w:val="none" w:sz="0" w:space="0" w:color="auto"/>
                <w:bottom w:val="none" w:sz="0" w:space="0" w:color="auto"/>
                <w:right w:val="none" w:sz="0" w:space="0" w:color="auto"/>
              </w:divBdr>
              <w:divsChild>
                <w:div w:id="8534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62599">
      <w:bodyDiv w:val="1"/>
      <w:marLeft w:val="0"/>
      <w:marRight w:val="0"/>
      <w:marTop w:val="0"/>
      <w:marBottom w:val="0"/>
      <w:divBdr>
        <w:top w:val="none" w:sz="0" w:space="0" w:color="auto"/>
        <w:left w:val="none" w:sz="0" w:space="0" w:color="auto"/>
        <w:bottom w:val="none" w:sz="0" w:space="0" w:color="auto"/>
        <w:right w:val="none" w:sz="0" w:space="0" w:color="auto"/>
      </w:divBdr>
      <w:divsChild>
        <w:div w:id="595754066">
          <w:marLeft w:val="0"/>
          <w:marRight w:val="0"/>
          <w:marTop w:val="0"/>
          <w:marBottom w:val="0"/>
          <w:divBdr>
            <w:top w:val="none" w:sz="0" w:space="0" w:color="auto"/>
            <w:left w:val="none" w:sz="0" w:space="0" w:color="auto"/>
            <w:bottom w:val="none" w:sz="0" w:space="0" w:color="auto"/>
            <w:right w:val="none" w:sz="0" w:space="0" w:color="auto"/>
          </w:divBdr>
          <w:divsChild>
            <w:div w:id="398866630">
              <w:marLeft w:val="0"/>
              <w:marRight w:val="0"/>
              <w:marTop w:val="0"/>
              <w:marBottom w:val="0"/>
              <w:divBdr>
                <w:top w:val="none" w:sz="0" w:space="0" w:color="auto"/>
                <w:left w:val="none" w:sz="0" w:space="0" w:color="auto"/>
                <w:bottom w:val="none" w:sz="0" w:space="0" w:color="auto"/>
                <w:right w:val="none" w:sz="0" w:space="0" w:color="auto"/>
              </w:divBdr>
              <w:divsChild>
                <w:div w:id="200346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814880">
      <w:bodyDiv w:val="1"/>
      <w:marLeft w:val="0"/>
      <w:marRight w:val="0"/>
      <w:marTop w:val="0"/>
      <w:marBottom w:val="0"/>
      <w:divBdr>
        <w:top w:val="none" w:sz="0" w:space="0" w:color="auto"/>
        <w:left w:val="none" w:sz="0" w:space="0" w:color="auto"/>
        <w:bottom w:val="none" w:sz="0" w:space="0" w:color="auto"/>
        <w:right w:val="none" w:sz="0" w:space="0" w:color="auto"/>
      </w:divBdr>
      <w:divsChild>
        <w:div w:id="537014339">
          <w:marLeft w:val="0"/>
          <w:marRight w:val="0"/>
          <w:marTop w:val="0"/>
          <w:marBottom w:val="0"/>
          <w:divBdr>
            <w:top w:val="none" w:sz="0" w:space="0" w:color="auto"/>
            <w:left w:val="none" w:sz="0" w:space="0" w:color="auto"/>
            <w:bottom w:val="none" w:sz="0" w:space="0" w:color="auto"/>
            <w:right w:val="none" w:sz="0" w:space="0" w:color="auto"/>
          </w:divBdr>
          <w:divsChild>
            <w:div w:id="320233943">
              <w:marLeft w:val="0"/>
              <w:marRight w:val="0"/>
              <w:marTop w:val="0"/>
              <w:marBottom w:val="0"/>
              <w:divBdr>
                <w:top w:val="none" w:sz="0" w:space="0" w:color="auto"/>
                <w:left w:val="none" w:sz="0" w:space="0" w:color="auto"/>
                <w:bottom w:val="none" w:sz="0" w:space="0" w:color="auto"/>
                <w:right w:val="none" w:sz="0" w:space="0" w:color="auto"/>
              </w:divBdr>
              <w:divsChild>
                <w:div w:id="130122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647613">
      <w:bodyDiv w:val="1"/>
      <w:marLeft w:val="0"/>
      <w:marRight w:val="0"/>
      <w:marTop w:val="0"/>
      <w:marBottom w:val="0"/>
      <w:divBdr>
        <w:top w:val="none" w:sz="0" w:space="0" w:color="auto"/>
        <w:left w:val="none" w:sz="0" w:space="0" w:color="auto"/>
        <w:bottom w:val="none" w:sz="0" w:space="0" w:color="auto"/>
        <w:right w:val="none" w:sz="0" w:space="0" w:color="auto"/>
      </w:divBdr>
      <w:divsChild>
        <w:div w:id="173805012">
          <w:marLeft w:val="0"/>
          <w:marRight w:val="0"/>
          <w:marTop w:val="0"/>
          <w:marBottom w:val="0"/>
          <w:divBdr>
            <w:top w:val="none" w:sz="0" w:space="0" w:color="auto"/>
            <w:left w:val="none" w:sz="0" w:space="0" w:color="auto"/>
            <w:bottom w:val="none" w:sz="0" w:space="0" w:color="auto"/>
            <w:right w:val="none" w:sz="0" w:space="0" w:color="auto"/>
          </w:divBdr>
          <w:divsChild>
            <w:div w:id="1709061297">
              <w:marLeft w:val="0"/>
              <w:marRight w:val="0"/>
              <w:marTop w:val="0"/>
              <w:marBottom w:val="0"/>
              <w:divBdr>
                <w:top w:val="none" w:sz="0" w:space="0" w:color="auto"/>
                <w:left w:val="none" w:sz="0" w:space="0" w:color="auto"/>
                <w:bottom w:val="none" w:sz="0" w:space="0" w:color="auto"/>
                <w:right w:val="none" w:sz="0" w:space="0" w:color="auto"/>
              </w:divBdr>
              <w:divsChild>
                <w:div w:id="14210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22184">
      <w:bodyDiv w:val="1"/>
      <w:marLeft w:val="0"/>
      <w:marRight w:val="0"/>
      <w:marTop w:val="0"/>
      <w:marBottom w:val="0"/>
      <w:divBdr>
        <w:top w:val="none" w:sz="0" w:space="0" w:color="auto"/>
        <w:left w:val="none" w:sz="0" w:space="0" w:color="auto"/>
        <w:bottom w:val="none" w:sz="0" w:space="0" w:color="auto"/>
        <w:right w:val="none" w:sz="0" w:space="0" w:color="auto"/>
      </w:divBdr>
    </w:div>
    <w:div w:id="337317722">
      <w:bodyDiv w:val="1"/>
      <w:marLeft w:val="0"/>
      <w:marRight w:val="0"/>
      <w:marTop w:val="0"/>
      <w:marBottom w:val="0"/>
      <w:divBdr>
        <w:top w:val="none" w:sz="0" w:space="0" w:color="auto"/>
        <w:left w:val="none" w:sz="0" w:space="0" w:color="auto"/>
        <w:bottom w:val="none" w:sz="0" w:space="0" w:color="auto"/>
        <w:right w:val="none" w:sz="0" w:space="0" w:color="auto"/>
      </w:divBdr>
      <w:divsChild>
        <w:div w:id="1929195967">
          <w:marLeft w:val="0"/>
          <w:marRight w:val="0"/>
          <w:marTop w:val="0"/>
          <w:marBottom w:val="0"/>
          <w:divBdr>
            <w:top w:val="none" w:sz="0" w:space="0" w:color="auto"/>
            <w:left w:val="none" w:sz="0" w:space="0" w:color="auto"/>
            <w:bottom w:val="none" w:sz="0" w:space="0" w:color="auto"/>
            <w:right w:val="none" w:sz="0" w:space="0" w:color="auto"/>
          </w:divBdr>
          <w:divsChild>
            <w:div w:id="1161845969">
              <w:marLeft w:val="0"/>
              <w:marRight w:val="0"/>
              <w:marTop w:val="0"/>
              <w:marBottom w:val="0"/>
              <w:divBdr>
                <w:top w:val="none" w:sz="0" w:space="0" w:color="auto"/>
                <w:left w:val="none" w:sz="0" w:space="0" w:color="auto"/>
                <w:bottom w:val="none" w:sz="0" w:space="0" w:color="auto"/>
                <w:right w:val="none" w:sz="0" w:space="0" w:color="auto"/>
              </w:divBdr>
              <w:divsChild>
                <w:div w:id="135950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30323">
      <w:bodyDiv w:val="1"/>
      <w:marLeft w:val="0"/>
      <w:marRight w:val="0"/>
      <w:marTop w:val="0"/>
      <w:marBottom w:val="0"/>
      <w:divBdr>
        <w:top w:val="none" w:sz="0" w:space="0" w:color="auto"/>
        <w:left w:val="none" w:sz="0" w:space="0" w:color="auto"/>
        <w:bottom w:val="none" w:sz="0" w:space="0" w:color="auto"/>
        <w:right w:val="none" w:sz="0" w:space="0" w:color="auto"/>
      </w:divBdr>
      <w:divsChild>
        <w:div w:id="1674334965">
          <w:marLeft w:val="0"/>
          <w:marRight w:val="0"/>
          <w:marTop w:val="0"/>
          <w:marBottom w:val="0"/>
          <w:divBdr>
            <w:top w:val="none" w:sz="0" w:space="0" w:color="auto"/>
            <w:left w:val="none" w:sz="0" w:space="0" w:color="auto"/>
            <w:bottom w:val="none" w:sz="0" w:space="0" w:color="auto"/>
            <w:right w:val="none" w:sz="0" w:space="0" w:color="auto"/>
          </w:divBdr>
          <w:divsChild>
            <w:div w:id="2088795114">
              <w:marLeft w:val="0"/>
              <w:marRight w:val="0"/>
              <w:marTop w:val="0"/>
              <w:marBottom w:val="0"/>
              <w:divBdr>
                <w:top w:val="none" w:sz="0" w:space="0" w:color="auto"/>
                <w:left w:val="none" w:sz="0" w:space="0" w:color="auto"/>
                <w:bottom w:val="none" w:sz="0" w:space="0" w:color="auto"/>
                <w:right w:val="none" w:sz="0" w:space="0" w:color="auto"/>
              </w:divBdr>
              <w:divsChild>
                <w:div w:id="457341870">
                  <w:marLeft w:val="0"/>
                  <w:marRight w:val="0"/>
                  <w:marTop w:val="0"/>
                  <w:marBottom w:val="0"/>
                  <w:divBdr>
                    <w:top w:val="none" w:sz="0" w:space="0" w:color="auto"/>
                    <w:left w:val="none" w:sz="0" w:space="0" w:color="auto"/>
                    <w:bottom w:val="none" w:sz="0" w:space="0" w:color="auto"/>
                    <w:right w:val="none" w:sz="0" w:space="0" w:color="auto"/>
                  </w:divBdr>
                  <w:divsChild>
                    <w:div w:id="53630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975508">
      <w:bodyDiv w:val="1"/>
      <w:marLeft w:val="0"/>
      <w:marRight w:val="0"/>
      <w:marTop w:val="0"/>
      <w:marBottom w:val="0"/>
      <w:divBdr>
        <w:top w:val="none" w:sz="0" w:space="0" w:color="auto"/>
        <w:left w:val="none" w:sz="0" w:space="0" w:color="auto"/>
        <w:bottom w:val="none" w:sz="0" w:space="0" w:color="auto"/>
        <w:right w:val="none" w:sz="0" w:space="0" w:color="auto"/>
      </w:divBdr>
      <w:divsChild>
        <w:div w:id="244337526">
          <w:marLeft w:val="0"/>
          <w:marRight w:val="0"/>
          <w:marTop w:val="0"/>
          <w:marBottom w:val="0"/>
          <w:divBdr>
            <w:top w:val="none" w:sz="0" w:space="0" w:color="auto"/>
            <w:left w:val="none" w:sz="0" w:space="0" w:color="auto"/>
            <w:bottom w:val="none" w:sz="0" w:space="0" w:color="auto"/>
            <w:right w:val="none" w:sz="0" w:space="0" w:color="auto"/>
          </w:divBdr>
          <w:divsChild>
            <w:div w:id="314384540">
              <w:marLeft w:val="0"/>
              <w:marRight w:val="0"/>
              <w:marTop w:val="0"/>
              <w:marBottom w:val="0"/>
              <w:divBdr>
                <w:top w:val="none" w:sz="0" w:space="0" w:color="auto"/>
                <w:left w:val="none" w:sz="0" w:space="0" w:color="auto"/>
                <w:bottom w:val="none" w:sz="0" w:space="0" w:color="auto"/>
                <w:right w:val="none" w:sz="0" w:space="0" w:color="auto"/>
              </w:divBdr>
              <w:divsChild>
                <w:div w:id="1796824808">
                  <w:marLeft w:val="0"/>
                  <w:marRight w:val="0"/>
                  <w:marTop w:val="0"/>
                  <w:marBottom w:val="0"/>
                  <w:divBdr>
                    <w:top w:val="none" w:sz="0" w:space="0" w:color="auto"/>
                    <w:left w:val="none" w:sz="0" w:space="0" w:color="auto"/>
                    <w:bottom w:val="none" w:sz="0" w:space="0" w:color="auto"/>
                    <w:right w:val="none" w:sz="0" w:space="0" w:color="auto"/>
                  </w:divBdr>
                  <w:divsChild>
                    <w:div w:id="120140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391235">
      <w:bodyDiv w:val="1"/>
      <w:marLeft w:val="0"/>
      <w:marRight w:val="0"/>
      <w:marTop w:val="0"/>
      <w:marBottom w:val="0"/>
      <w:divBdr>
        <w:top w:val="none" w:sz="0" w:space="0" w:color="auto"/>
        <w:left w:val="none" w:sz="0" w:space="0" w:color="auto"/>
        <w:bottom w:val="none" w:sz="0" w:space="0" w:color="auto"/>
        <w:right w:val="none" w:sz="0" w:space="0" w:color="auto"/>
      </w:divBdr>
      <w:divsChild>
        <w:div w:id="890186646">
          <w:marLeft w:val="0"/>
          <w:marRight w:val="0"/>
          <w:marTop w:val="0"/>
          <w:marBottom w:val="0"/>
          <w:divBdr>
            <w:top w:val="none" w:sz="0" w:space="0" w:color="auto"/>
            <w:left w:val="none" w:sz="0" w:space="0" w:color="auto"/>
            <w:bottom w:val="none" w:sz="0" w:space="0" w:color="auto"/>
            <w:right w:val="none" w:sz="0" w:space="0" w:color="auto"/>
          </w:divBdr>
          <w:divsChild>
            <w:div w:id="1802654717">
              <w:marLeft w:val="0"/>
              <w:marRight w:val="0"/>
              <w:marTop w:val="0"/>
              <w:marBottom w:val="0"/>
              <w:divBdr>
                <w:top w:val="none" w:sz="0" w:space="0" w:color="auto"/>
                <w:left w:val="none" w:sz="0" w:space="0" w:color="auto"/>
                <w:bottom w:val="none" w:sz="0" w:space="0" w:color="auto"/>
                <w:right w:val="none" w:sz="0" w:space="0" w:color="auto"/>
              </w:divBdr>
              <w:divsChild>
                <w:div w:id="197455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328154">
      <w:bodyDiv w:val="1"/>
      <w:marLeft w:val="0"/>
      <w:marRight w:val="0"/>
      <w:marTop w:val="0"/>
      <w:marBottom w:val="0"/>
      <w:divBdr>
        <w:top w:val="none" w:sz="0" w:space="0" w:color="auto"/>
        <w:left w:val="none" w:sz="0" w:space="0" w:color="auto"/>
        <w:bottom w:val="none" w:sz="0" w:space="0" w:color="auto"/>
        <w:right w:val="none" w:sz="0" w:space="0" w:color="auto"/>
      </w:divBdr>
      <w:divsChild>
        <w:div w:id="1946573926">
          <w:marLeft w:val="0"/>
          <w:marRight w:val="0"/>
          <w:marTop w:val="0"/>
          <w:marBottom w:val="0"/>
          <w:divBdr>
            <w:top w:val="none" w:sz="0" w:space="0" w:color="auto"/>
            <w:left w:val="none" w:sz="0" w:space="0" w:color="auto"/>
            <w:bottom w:val="none" w:sz="0" w:space="0" w:color="auto"/>
            <w:right w:val="none" w:sz="0" w:space="0" w:color="auto"/>
          </w:divBdr>
          <w:divsChild>
            <w:div w:id="674259788">
              <w:marLeft w:val="0"/>
              <w:marRight w:val="0"/>
              <w:marTop w:val="0"/>
              <w:marBottom w:val="0"/>
              <w:divBdr>
                <w:top w:val="none" w:sz="0" w:space="0" w:color="auto"/>
                <w:left w:val="none" w:sz="0" w:space="0" w:color="auto"/>
                <w:bottom w:val="none" w:sz="0" w:space="0" w:color="auto"/>
                <w:right w:val="none" w:sz="0" w:space="0" w:color="auto"/>
              </w:divBdr>
              <w:divsChild>
                <w:div w:id="57301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51984">
      <w:bodyDiv w:val="1"/>
      <w:marLeft w:val="0"/>
      <w:marRight w:val="0"/>
      <w:marTop w:val="0"/>
      <w:marBottom w:val="0"/>
      <w:divBdr>
        <w:top w:val="none" w:sz="0" w:space="0" w:color="auto"/>
        <w:left w:val="none" w:sz="0" w:space="0" w:color="auto"/>
        <w:bottom w:val="none" w:sz="0" w:space="0" w:color="auto"/>
        <w:right w:val="none" w:sz="0" w:space="0" w:color="auto"/>
      </w:divBdr>
    </w:div>
    <w:div w:id="1654138722">
      <w:bodyDiv w:val="1"/>
      <w:marLeft w:val="0"/>
      <w:marRight w:val="0"/>
      <w:marTop w:val="0"/>
      <w:marBottom w:val="0"/>
      <w:divBdr>
        <w:top w:val="none" w:sz="0" w:space="0" w:color="auto"/>
        <w:left w:val="none" w:sz="0" w:space="0" w:color="auto"/>
        <w:bottom w:val="none" w:sz="0" w:space="0" w:color="auto"/>
        <w:right w:val="none" w:sz="0" w:space="0" w:color="auto"/>
      </w:divBdr>
      <w:divsChild>
        <w:div w:id="846406798">
          <w:marLeft w:val="0"/>
          <w:marRight w:val="0"/>
          <w:marTop w:val="0"/>
          <w:marBottom w:val="0"/>
          <w:divBdr>
            <w:top w:val="none" w:sz="0" w:space="0" w:color="auto"/>
            <w:left w:val="none" w:sz="0" w:space="0" w:color="auto"/>
            <w:bottom w:val="none" w:sz="0" w:space="0" w:color="auto"/>
            <w:right w:val="none" w:sz="0" w:space="0" w:color="auto"/>
          </w:divBdr>
          <w:divsChild>
            <w:div w:id="9574366">
              <w:marLeft w:val="0"/>
              <w:marRight w:val="0"/>
              <w:marTop w:val="0"/>
              <w:marBottom w:val="0"/>
              <w:divBdr>
                <w:top w:val="none" w:sz="0" w:space="0" w:color="auto"/>
                <w:left w:val="none" w:sz="0" w:space="0" w:color="auto"/>
                <w:bottom w:val="none" w:sz="0" w:space="0" w:color="auto"/>
                <w:right w:val="none" w:sz="0" w:space="0" w:color="auto"/>
              </w:divBdr>
              <w:divsChild>
                <w:div w:id="29625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419477">
      <w:bodyDiv w:val="1"/>
      <w:marLeft w:val="0"/>
      <w:marRight w:val="0"/>
      <w:marTop w:val="0"/>
      <w:marBottom w:val="0"/>
      <w:divBdr>
        <w:top w:val="none" w:sz="0" w:space="0" w:color="auto"/>
        <w:left w:val="none" w:sz="0" w:space="0" w:color="auto"/>
        <w:bottom w:val="none" w:sz="0" w:space="0" w:color="auto"/>
        <w:right w:val="none" w:sz="0" w:space="0" w:color="auto"/>
      </w:divBdr>
      <w:divsChild>
        <w:div w:id="545411537">
          <w:marLeft w:val="0"/>
          <w:marRight w:val="0"/>
          <w:marTop w:val="0"/>
          <w:marBottom w:val="0"/>
          <w:divBdr>
            <w:top w:val="none" w:sz="0" w:space="0" w:color="auto"/>
            <w:left w:val="none" w:sz="0" w:space="0" w:color="auto"/>
            <w:bottom w:val="none" w:sz="0" w:space="0" w:color="auto"/>
            <w:right w:val="none" w:sz="0" w:space="0" w:color="auto"/>
          </w:divBdr>
          <w:divsChild>
            <w:div w:id="1398825521">
              <w:marLeft w:val="0"/>
              <w:marRight w:val="0"/>
              <w:marTop w:val="0"/>
              <w:marBottom w:val="0"/>
              <w:divBdr>
                <w:top w:val="none" w:sz="0" w:space="0" w:color="auto"/>
                <w:left w:val="none" w:sz="0" w:space="0" w:color="auto"/>
                <w:bottom w:val="none" w:sz="0" w:space="0" w:color="auto"/>
                <w:right w:val="none" w:sz="0" w:space="0" w:color="auto"/>
              </w:divBdr>
              <w:divsChild>
                <w:div w:id="90160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660532">
      <w:bodyDiv w:val="1"/>
      <w:marLeft w:val="0"/>
      <w:marRight w:val="0"/>
      <w:marTop w:val="0"/>
      <w:marBottom w:val="0"/>
      <w:divBdr>
        <w:top w:val="none" w:sz="0" w:space="0" w:color="auto"/>
        <w:left w:val="none" w:sz="0" w:space="0" w:color="auto"/>
        <w:bottom w:val="none" w:sz="0" w:space="0" w:color="auto"/>
        <w:right w:val="none" w:sz="0" w:space="0" w:color="auto"/>
      </w:divBdr>
      <w:divsChild>
        <w:div w:id="903494910">
          <w:marLeft w:val="0"/>
          <w:marRight w:val="0"/>
          <w:marTop w:val="0"/>
          <w:marBottom w:val="0"/>
          <w:divBdr>
            <w:top w:val="none" w:sz="0" w:space="0" w:color="auto"/>
            <w:left w:val="none" w:sz="0" w:space="0" w:color="auto"/>
            <w:bottom w:val="none" w:sz="0" w:space="0" w:color="auto"/>
            <w:right w:val="none" w:sz="0" w:space="0" w:color="auto"/>
          </w:divBdr>
          <w:divsChild>
            <w:div w:id="94057217">
              <w:marLeft w:val="0"/>
              <w:marRight w:val="0"/>
              <w:marTop w:val="0"/>
              <w:marBottom w:val="0"/>
              <w:divBdr>
                <w:top w:val="none" w:sz="0" w:space="0" w:color="auto"/>
                <w:left w:val="none" w:sz="0" w:space="0" w:color="auto"/>
                <w:bottom w:val="none" w:sz="0" w:space="0" w:color="auto"/>
                <w:right w:val="none" w:sz="0" w:space="0" w:color="auto"/>
              </w:divBdr>
              <w:divsChild>
                <w:div w:id="1233809629">
                  <w:marLeft w:val="0"/>
                  <w:marRight w:val="0"/>
                  <w:marTop w:val="0"/>
                  <w:marBottom w:val="0"/>
                  <w:divBdr>
                    <w:top w:val="none" w:sz="0" w:space="0" w:color="auto"/>
                    <w:left w:val="none" w:sz="0" w:space="0" w:color="auto"/>
                    <w:bottom w:val="none" w:sz="0" w:space="0" w:color="auto"/>
                    <w:right w:val="none" w:sz="0" w:space="0" w:color="auto"/>
                  </w:divBdr>
                  <w:divsChild>
                    <w:div w:id="53990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146312">
      <w:bodyDiv w:val="1"/>
      <w:marLeft w:val="0"/>
      <w:marRight w:val="0"/>
      <w:marTop w:val="0"/>
      <w:marBottom w:val="0"/>
      <w:divBdr>
        <w:top w:val="none" w:sz="0" w:space="0" w:color="auto"/>
        <w:left w:val="none" w:sz="0" w:space="0" w:color="auto"/>
        <w:bottom w:val="none" w:sz="0" w:space="0" w:color="auto"/>
        <w:right w:val="none" w:sz="0" w:space="0" w:color="auto"/>
      </w:divBdr>
      <w:divsChild>
        <w:div w:id="255403380">
          <w:marLeft w:val="0"/>
          <w:marRight w:val="0"/>
          <w:marTop w:val="0"/>
          <w:marBottom w:val="0"/>
          <w:divBdr>
            <w:top w:val="none" w:sz="0" w:space="0" w:color="auto"/>
            <w:left w:val="none" w:sz="0" w:space="0" w:color="auto"/>
            <w:bottom w:val="none" w:sz="0" w:space="0" w:color="auto"/>
            <w:right w:val="none" w:sz="0" w:space="0" w:color="auto"/>
          </w:divBdr>
          <w:divsChild>
            <w:div w:id="1858764562">
              <w:marLeft w:val="0"/>
              <w:marRight w:val="0"/>
              <w:marTop w:val="0"/>
              <w:marBottom w:val="0"/>
              <w:divBdr>
                <w:top w:val="none" w:sz="0" w:space="0" w:color="auto"/>
                <w:left w:val="none" w:sz="0" w:space="0" w:color="auto"/>
                <w:bottom w:val="none" w:sz="0" w:space="0" w:color="auto"/>
                <w:right w:val="none" w:sz="0" w:space="0" w:color="auto"/>
              </w:divBdr>
              <w:divsChild>
                <w:div w:id="20045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65104">
      <w:bodyDiv w:val="1"/>
      <w:marLeft w:val="0"/>
      <w:marRight w:val="0"/>
      <w:marTop w:val="0"/>
      <w:marBottom w:val="0"/>
      <w:divBdr>
        <w:top w:val="none" w:sz="0" w:space="0" w:color="auto"/>
        <w:left w:val="none" w:sz="0" w:space="0" w:color="auto"/>
        <w:bottom w:val="none" w:sz="0" w:space="0" w:color="auto"/>
        <w:right w:val="none" w:sz="0" w:space="0" w:color="auto"/>
      </w:divBdr>
      <w:divsChild>
        <w:div w:id="1288780644">
          <w:marLeft w:val="0"/>
          <w:marRight w:val="0"/>
          <w:marTop w:val="0"/>
          <w:marBottom w:val="0"/>
          <w:divBdr>
            <w:top w:val="none" w:sz="0" w:space="0" w:color="auto"/>
            <w:left w:val="none" w:sz="0" w:space="0" w:color="auto"/>
            <w:bottom w:val="none" w:sz="0" w:space="0" w:color="auto"/>
            <w:right w:val="none" w:sz="0" w:space="0" w:color="auto"/>
          </w:divBdr>
          <w:divsChild>
            <w:div w:id="197622571">
              <w:marLeft w:val="0"/>
              <w:marRight w:val="0"/>
              <w:marTop w:val="0"/>
              <w:marBottom w:val="0"/>
              <w:divBdr>
                <w:top w:val="none" w:sz="0" w:space="0" w:color="auto"/>
                <w:left w:val="none" w:sz="0" w:space="0" w:color="auto"/>
                <w:bottom w:val="none" w:sz="0" w:space="0" w:color="auto"/>
                <w:right w:val="none" w:sz="0" w:space="0" w:color="auto"/>
              </w:divBdr>
              <w:divsChild>
                <w:div w:id="199957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778122">
      <w:bodyDiv w:val="1"/>
      <w:marLeft w:val="0"/>
      <w:marRight w:val="0"/>
      <w:marTop w:val="0"/>
      <w:marBottom w:val="0"/>
      <w:divBdr>
        <w:top w:val="none" w:sz="0" w:space="0" w:color="auto"/>
        <w:left w:val="none" w:sz="0" w:space="0" w:color="auto"/>
        <w:bottom w:val="none" w:sz="0" w:space="0" w:color="auto"/>
        <w:right w:val="none" w:sz="0" w:space="0" w:color="auto"/>
      </w:divBdr>
      <w:divsChild>
        <w:div w:id="666592725">
          <w:marLeft w:val="0"/>
          <w:marRight w:val="0"/>
          <w:marTop w:val="0"/>
          <w:marBottom w:val="0"/>
          <w:divBdr>
            <w:top w:val="none" w:sz="0" w:space="0" w:color="auto"/>
            <w:left w:val="none" w:sz="0" w:space="0" w:color="auto"/>
            <w:bottom w:val="none" w:sz="0" w:space="0" w:color="auto"/>
            <w:right w:val="none" w:sz="0" w:space="0" w:color="auto"/>
          </w:divBdr>
          <w:divsChild>
            <w:div w:id="1652513913">
              <w:marLeft w:val="0"/>
              <w:marRight w:val="0"/>
              <w:marTop w:val="0"/>
              <w:marBottom w:val="0"/>
              <w:divBdr>
                <w:top w:val="none" w:sz="0" w:space="0" w:color="auto"/>
                <w:left w:val="none" w:sz="0" w:space="0" w:color="auto"/>
                <w:bottom w:val="none" w:sz="0" w:space="0" w:color="auto"/>
                <w:right w:val="none" w:sz="0" w:space="0" w:color="auto"/>
              </w:divBdr>
              <w:divsChild>
                <w:div w:id="14439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48002">
          <w:marLeft w:val="0"/>
          <w:marRight w:val="0"/>
          <w:marTop w:val="0"/>
          <w:marBottom w:val="0"/>
          <w:divBdr>
            <w:top w:val="none" w:sz="0" w:space="0" w:color="auto"/>
            <w:left w:val="none" w:sz="0" w:space="0" w:color="auto"/>
            <w:bottom w:val="none" w:sz="0" w:space="0" w:color="auto"/>
            <w:right w:val="none" w:sz="0" w:space="0" w:color="auto"/>
          </w:divBdr>
          <w:divsChild>
            <w:div w:id="1214191362">
              <w:marLeft w:val="0"/>
              <w:marRight w:val="0"/>
              <w:marTop w:val="0"/>
              <w:marBottom w:val="0"/>
              <w:divBdr>
                <w:top w:val="none" w:sz="0" w:space="0" w:color="auto"/>
                <w:left w:val="none" w:sz="0" w:space="0" w:color="auto"/>
                <w:bottom w:val="none" w:sz="0" w:space="0" w:color="auto"/>
                <w:right w:val="none" w:sz="0" w:space="0" w:color="auto"/>
              </w:divBdr>
              <w:divsChild>
                <w:div w:id="914125885">
                  <w:marLeft w:val="0"/>
                  <w:marRight w:val="0"/>
                  <w:marTop w:val="0"/>
                  <w:marBottom w:val="0"/>
                  <w:divBdr>
                    <w:top w:val="none" w:sz="0" w:space="0" w:color="auto"/>
                    <w:left w:val="none" w:sz="0" w:space="0" w:color="auto"/>
                    <w:bottom w:val="none" w:sz="0" w:space="0" w:color="auto"/>
                    <w:right w:val="none" w:sz="0" w:space="0" w:color="auto"/>
                  </w:divBdr>
                </w:div>
                <w:div w:id="1962222576">
                  <w:marLeft w:val="0"/>
                  <w:marRight w:val="0"/>
                  <w:marTop w:val="0"/>
                  <w:marBottom w:val="0"/>
                  <w:divBdr>
                    <w:top w:val="none" w:sz="0" w:space="0" w:color="auto"/>
                    <w:left w:val="none" w:sz="0" w:space="0" w:color="auto"/>
                    <w:bottom w:val="none" w:sz="0" w:space="0" w:color="auto"/>
                    <w:right w:val="none" w:sz="0" w:space="0" w:color="auto"/>
                  </w:divBdr>
                </w:div>
              </w:divsChild>
            </w:div>
            <w:div w:id="1928923132">
              <w:marLeft w:val="0"/>
              <w:marRight w:val="0"/>
              <w:marTop w:val="0"/>
              <w:marBottom w:val="0"/>
              <w:divBdr>
                <w:top w:val="none" w:sz="0" w:space="0" w:color="auto"/>
                <w:left w:val="none" w:sz="0" w:space="0" w:color="auto"/>
                <w:bottom w:val="none" w:sz="0" w:space="0" w:color="auto"/>
                <w:right w:val="none" w:sz="0" w:space="0" w:color="auto"/>
              </w:divBdr>
              <w:divsChild>
                <w:div w:id="94589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18" Type="http://schemas.openxmlformats.org/officeDocument/2006/relationships/hyperlink" Target="https://eatingdisorderscoalition.org"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s://en.wikipedia.org/w/index.php?title=Anna_Westin_Act&amp;oldid=1117836348" TargetMode="External"/><Relationship Id="rId7" Type="http://schemas.openxmlformats.org/officeDocument/2006/relationships/footnotes" Target="footnotes.xml"/><Relationship Id="rId12" Type="http://schemas.microsoft.com/office/2016/09/relationships/commentsIds" Target="commentsIds.xml"/><Relationship Id="rId17" Type="http://schemas.openxmlformats.org/officeDocument/2006/relationships/hyperlink" Target="https://www.nationaleatingdisorders.org(2022"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nedc.com.au/assets/NEDC-Resources/national-practice-standards-for-eating-disorders.pdf" TargetMode="External"/><Relationship Id="rId20" Type="http://schemas.openxmlformats.org/officeDocument/2006/relationships/hyperlink" Target="https://www.mayoclinic.org/diseases-conditions/binge-eating-disorder/symptoms-causes/syc-2035362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congress.gov/bill/114th-congress/senate-bill/1865" TargetMode="External"/><Relationship Id="rId23" Type="http://schemas.openxmlformats.org/officeDocument/2006/relationships/header" Target="header2.xml"/><Relationship Id="rId28" Type="http://schemas.microsoft.com/office/2011/relationships/people" Target="people.xml"/><Relationship Id="rId10" Type="http://schemas.openxmlformats.org/officeDocument/2006/relationships/comments" Target="comments.xml"/><Relationship Id="rId19" Type="http://schemas.openxmlformats.org/officeDocument/2006/relationships/hyperlink" Target="https://eatingdisorderfoundation.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congress.gov/bill/114th-congress/house-bill/2515"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o9FIzdD+1MdaYoTwofxbbKOq3Q==">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1D6298-F7A1-E246-B6F5-CB7D57C1A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12</Pages>
  <Words>6927</Words>
  <Characters>39485</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Senn</dc:creator>
  <cp:keywords/>
  <dc:description/>
  <cp:lastModifiedBy>Brenna Bray</cp:lastModifiedBy>
  <cp:revision>5</cp:revision>
  <dcterms:created xsi:type="dcterms:W3CDTF">2024-03-29T20:07:00Z</dcterms:created>
  <dcterms:modified xsi:type="dcterms:W3CDTF">2024-03-30T01:42:00Z</dcterms:modified>
</cp:coreProperties>
</file>