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5D8586" w14:textId="77777777" w:rsidR="004C1FC8" w:rsidRPr="004C1FC8" w:rsidRDefault="004C1FC8" w:rsidP="004C1FC8">
      <w:pPr>
        <w:pStyle w:val="Title"/>
      </w:pPr>
      <w:r w:rsidRPr="004C1FC8">
        <w:t>A Trauma-, Adversity-, and Social-Justice-Informed Perspective on Biological, Psychological, and Behavioral Health</w:t>
      </w:r>
    </w:p>
    <w:p w14:paraId="686390DD" w14:textId="3826CE20" w:rsidR="00E34267" w:rsidRPr="00F8754F" w:rsidRDefault="00E34267" w:rsidP="00F8754F">
      <w:pPr>
        <w:pStyle w:val="Title"/>
        <w:rPr>
          <w:sz w:val="28"/>
          <w:szCs w:val="28"/>
        </w:rPr>
      </w:pPr>
      <w:del w:id="0" w:author="Brenna Bray" w:date="2025-01-29T08:51:00Z" w16du:dateUtc="2025-01-29T15:51:00Z">
        <w:r w:rsidRPr="00F8754F" w:rsidDel="006033AA">
          <w:rPr>
            <w:sz w:val="28"/>
            <w:szCs w:val="28"/>
          </w:rPr>
          <w:delText xml:space="preserve">How </w:delText>
        </w:r>
      </w:del>
      <w:r w:rsidR="00F8754F">
        <w:rPr>
          <w:sz w:val="28"/>
          <w:szCs w:val="28"/>
        </w:rPr>
        <w:t xml:space="preserve">Real or </w:t>
      </w:r>
      <w:r w:rsidRPr="00F8754F">
        <w:rPr>
          <w:sz w:val="28"/>
          <w:szCs w:val="28"/>
        </w:rPr>
        <w:t xml:space="preserve">Perceived </w:t>
      </w:r>
      <w:del w:id="1" w:author="Brenna Bray" w:date="2025-01-29T08:47:00Z" w16du:dateUtc="2025-01-29T15:47:00Z">
        <w:r w:rsidRPr="00F8754F" w:rsidDel="006033AA">
          <w:rPr>
            <w:sz w:val="28"/>
            <w:szCs w:val="28"/>
          </w:rPr>
          <w:delText xml:space="preserve">Valiation, Safety, and Support </w:delText>
        </w:r>
        <w:r w:rsidR="00F8754F" w:rsidDel="006033AA">
          <w:rPr>
            <w:sz w:val="28"/>
            <w:szCs w:val="28"/>
          </w:rPr>
          <w:delText xml:space="preserve">(or </w:delText>
        </w:r>
      </w:del>
      <w:r w:rsidR="00F8754F">
        <w:rPr>
          <w:sz w:val="28"/>
          <w:szCs w:val="28"/>
        </w:rPr>
        <w:t>Invalidation, Marginalization, Stigmatiation, and</w:t>
      </w:r>
      <w:ins w:id="2" w:author="Brenna Bray" w:date="2025-01-29T08:51:00Z" w16du:dateUtc="2025-01-29T15:51:00Z">
        <w:r w:rsidR="006033AA">
          <w:rPr>
            <w:sz w:val="28"/>
            <w:szCs w:val="28"/>
          </w:rPr>
          <w:t>/or</w:t>
        </w:r>
      </w:ins>
      <w:r w:rsidR="00F8754F">
        <w:rPr>
          <w:sz w:val="28"/>
          <w:szCs w:val="28"/>
        </w:rPr>
        <w:t xml:space="preserve"> Lack of Resources, Safety, </w:t>
      </w:r>
      <w:ins w:id="3" w:author="Brenna Bray" w:date="2025-01-29T08:51:00Z" w16du:dateUtc="2025-01-29T15:51:00Z">
        <w:r w:rsidR="006033AA">
          <w:rPr>
            <w:sz w:val="28"/>
            <w:szCs w:val="28"/>
          </w:rPr>
          <w:t xml:space="preserve">Protection, </w:t>
        </w:r>
      </w:ins>
      <w:r w:rsidR="00F8754F">
        <w:rPr>
          <w:sz w:val="28"/>
          <w:szCs w:val="28"/>
        </w:rPr>
        <w:t>and</w:t>
      </w:r>
      <w:ins w:id="4" w:author="Brenna Bray" w:date="2025-01-29T08:51:00Z" w16du:dateUtc="2025-01-29T15:51:00Z">
        <w:r w:rsidR="006033AA">
          <w:rPr>
            <w:sz w:val="28"/>
            <w:szCs w:val="28"/>
          </w:rPr>
          <w:t>/or</w:t>
        </w:r>
      </w:ins>
      <w:r w:rsidR="00F8754F">
        <w:rPr>
          <w:sz w:val="28"/>
          <w:szCs w:val="28"/>
        </w:rPr>
        <w:t xml:space="preserve"> Support</w:t>
      </w:r>
      <w:del w:id="5" w:author="Brenna Bray" w:date="2025-01-29T08:47:00Z" w16du:dateUtc="2025-01-29T15:47:00Z">
        <w:r w:rsidR="00F8754F" w:rsidDel="006033AA">
          <w:rPr>
            <w:sz w:val="28"/>
            <w:szCs w:val="28"/>
          </w:rPr>
          <w:delText>)</w:delText>
        </w:r>
      </w:del>
      <w:r w:rsidR="00F8754F">
        <w:rPr>
          <w:sz w:val="28"/>
          <w:szCs w:val="28"/>
        </w:rPr>
        <w:t xml:space="preserve"> </w:t>
      </w:r>
      <w:del w:id="6" w:author="Brenna Bray" w:date="2025-01-29T08:52:00Z" w16du:dateUtc="2025-01-29T15:52:00Z">
        <w:r w:rsidRPr="00F8754F" w:rsidDel="006033AA">
          <w:rPr>
            <w:sz w:val="28"/>
            <w:szCs w:val="28"/>
          </w:rPr>
          <w:delText>Impact the</w:delText>
        </w:r>
      </w:del>
      <w:ins w:id="7" w:author="Brenna Bray" w:date="2025-01-29T08:52:00Z" w16du:dateUtc="2025-01-29T15:52:00Z">
        <w:r w:rsidR="006033AA">
          <w:rPr>
            <w:sz w:val="28"/>
            <w:szCs w:val="28"/>
          </w:rPr>
          <w:t>Result in Hypersensitization of the</w:t>
        </w:r>
      </w:ins>
      <w:r w:rsidRPr="00F8754F">
        <w:rPr>
          <w:sz w:val="28"/>
          <w:szCs w:val="28"/>
        </w:rPr>
        <w:t xml:space="preserve"> Glucocoticoid Stress System </w:t>
      </w:r>
      <w:del w:id="8" w:author="Brenna Bray" w:date="2025-01-29T08:52:00Z" w16du:dateUtc="2025-01-29T15:52:00Z">
        <w:r w:rsidRPr="00F8754F" w:rsidDel="006033AA">
          <w:rPr>
            <w:sz w:val="28"/>
            <w:szCs w:val="28"/>
          </w:rPr>
          <w:delText xml:space="preserve">and </w:delText>
        </w:r>
      </w:del>
      <w:ins w:id="9" w:author="Brenna Bray" w:date="2025-01-29T08:52:00Z" w16du:dateUtc="2025-01-29T15:52:00Z">
        <w:r w:rsidR="006033AA" w:rsidRPr="00F8754F">
          <w:rPr>
            <w:sz w:val="28"/>
            <w:szCs w:val="28"/>
          </w:rPr>
          <w:t>and</w:t>
        </w:r>
        <w:r w:rsidR="006033AA">
          <w:rPr>
            <w:sz w:val="28"/>
            <w:szCs w:val="28"/>
          </w:rPr>
          <w:t xml:space="preserve"> Dysregulate </w:t>
        </w:r>
      </w:ins>
      <w:r w:rsidR="00F8754F">
        <w:rPr>
          <w:sz w:val="28"/>
          <w:szCs w:val="28"/>
        </w:rPr>
        <w:t xml:space="preserve">its Regulation of </w:t>
      </w:r>
      <w:r w:rsidRPr="00F8754F">
        <w:rPr>
          <w:sz w:val="28"/>
          <w:szCs w:val="28"/>
        </w:rPr>
        <w:t>Biological, Psychological, and Behavioral Health</w:t>
      </w:r>
      <w:del w:id="10" w:author="Brenna Bray" w:date="2025-01-29T08:52:00Z" w16du:dateUtc="2025-01-29T15:52:00Z">
        <w:r w:rsidRPr="00F8754F" w:rsidDel="006033AA">
          <w:rPr>
            <w:sz w:val="28"/>
            <w:szCs w:val="28"/>
          </w:rPr>
          <w:delText xml:space="preserve"> in Turn</w:delText>
        </w:r>
      </w:del>
    </w:p>
    <w:p w14:paraId="0B0BAD31" w14:textId="77777777" w:rsidR="00F8754F" w:rsidRDefault="00F8754F" w:rsidP="00292225"/>
    <w:p w14:paraId="4A1C386E" w14:textId="3F850396" w:rsidR="00E34267" w:rsidRDefault="00E34267" w:rsidP="00E34267">
      <w:pPr>
        <w:pStyle w:val="Title"/>
        <w:rPr>
          <w:sz w:val="28"/>
          <w:szCs w:val="28"/>
        </w:rPr>
      </w:pPr>
      <w:del w:id="11" w:author="Brenna Bray" w:date="2025-01-29T08:50:00Z" w16du:dateUtc="2025-01-29T15:50:00Z">
        <w:r w:rsidRPr="00F8754F" w:rsidDel="006033AA">
          <w:rPr>
            <w:sz w:val="28"/>
            <w:szCs w:val="28"/>
          </w:rPr>
          <w:delText xml:space="preserve">The </w:delText>
        </w:r>
      </w:del>
      <w:ins w:id="12" w:author="Brenna Bray" w:date="2025-01-29T08:50:00Z" w16du:dateUtc="2025-01-29T15:50:00Z">
        <w:r w:rsidR="006033AA">
          <w:rPr>
            <w:sz w:val="28"/>
            <w:szCs w:val="28"/>
          </w:rPr>
          <w:t>Hypersensitization of the</w:t>
        </w:r>
        <w:r w:rsidR="006033AA" w:rsidRPr="00F8754F">
          <w:rPr>
            <w:sz w:val="28"/>
            <w:szCs w:val="28"/>
          </w:rPr>
          <w:t xml:space="preserve"> </w:t>
        </w:r>
      </w:ins>
      <w:r w:rsidRPr="00F8754F">
        <w:rPr>
          <w:sz w:val="28"/>
          <w:szCs w:val="28"/>
        </w:rPr>
        <w:t>Glugocorticoid Stress System (</w:t>
      </w:r>
      <w:del w:id="13" w:author="Brenna Bray" w:date="2025-01-29T08:50:00Z" w16du:dateUtc="2025-01-29T15:50:00Z">
        <w:r w:rsidRPr="00F8754F" w:rsidDel="006033AA">
          <w:rPr>
            <w:sz w:val="28"/>
            <w:szCs w:val="28"/>
          </w:rPr>
          <w:delText>D</w:delText>
        </w:r>
      </w:del>
      <w:ins w:id="14" w:author="Brenna Bray" w:date="2025-01-29T08:50:00Z" w16du:dateUtc="2025-01-29T15:50:00Z">
        <w:r w:rsidR="006033AA">
          <w:rPr>
            <w:sz w:val="28"/>
            <w:szCs w:val="28"/>
          </w:rPr>
          <w:t>C</w:t>
        </w:r>
      </w:ins>
      <w:r w:rsidRPr="00F8754F">
        <w:rPr>
          <w:sz w:val="28"/>
          <w:szCs w:val="28"/>
        </w:rPr>
        <w:t xml:space="preserve">) Mediates the Differential Impacts of Real or Perceived </w:t>
      </w:r>
      <w:del w:id="15" w:author="Brenna Bray" w:date="2025-01-29T08:50:00Z" w16du:dateUtc="2025-01-29T15:50:00Z">
        <w:r w:rsidRPr="00F8754F" w:rsidDel="006033AA">
          <w:rPr>
            <w:sz w:val="28"/>
            <w:szCs w:val="28"/>
          </w:rPr>
          <w:delText xml:space="preserve">(A) </w:delText>
        </w:r>
      </w:del>
      <w:del w:id="16" w:author="Brenna Bray" w:date="2025-01-29T08:48:00Z" w16du:dateUtc="2025-01-29T15:48:00Z">
        <w:r w:rsidRPr="00F8754F" w:rsidDel="006033AA">
          <w:rPr>
            <w:sz w:val="28"/>
            <w:szCs w:val="28"/>
          </w:rPr>
          <w:delText>Validation</w:delText>
        </w:r>
      </w:del>
      <w:ins w:id="17" w:author="Brenna Bray" w:date="2025-01-29T08:48:00Z" w16du:dateUtc="2025-01-29T15:48:00Z">
        <w:r w:rsidR="006033AA">
          <w:rPr>
            <w:sz w:val="28"/>
            <w:szCs w:val="28"/>
          </w:rPr>
          <w:t>Inv</w:t>
        </w:r>
        <w:r w:rsidR="006033AA" w:rsidRPr="00F8754F">
          <w:rPr>
            <w:sz w:val="28"/>
            <w:szCs w:val="28"/>
          </w:rPr>
          <w:t>alidation</w:t>
        </w:r>
      </w:ins>
      <w:r w:rsidR="00F8754F">
        <w:rPr>
          <w:sz w:val="28"/>
          <w:szCs w:val="28"/>
        </w:rPr>
        <w:t xml:space="preserve">, </w:t>
      </w:r>
      <w:ins w:id="18" w:author="Brenna Bray" w:date="2025-01-29T08:48:00Z" w16du:dateUtc="2025-01-29T15:48:00Z">
        <w:r w:rsidR="006033AA" w:rsidRPr="00F8754F">
          <w:rPr>
            <w:sz w:val="28"/>
            <w:szCs w:val="28"/>
          </w:rPr>
          <w:t>Marginalization</w:t>
        </w:r>
        <w:r w:rsidR="006033AA">
          <w:rPr>
            <w:sz w:val="28"/>
            <w:szCs w:val="28"/>
          </w:rPr>
          <w:t>,</w:t>
        </w:r>
        <w:r w:rsidR="006033AA" w:rsidRPr="00F8754F">
          <w:rPr>
            <w:sz w:val="28"/>
            <w:szCs w:val="28"/>
          </w:rPr>
          <w:t xml:space="preserve"> </w:t>
        </w:r>
        <w:r w:rsidR="006033AA" w:rsidRPr="00F8754F">
          <w:rPr>
            <w:sz w:val="28"/>
            <w:szCs w:val="28"/>
          </w:rPr>
          <w:t>Stigmatization</w:t>
        </w:r>
        <w:r w:rsidR="006033AA">
          <w:rPr>
            <w:sz w:val="28"/>
            <w:szCs w:val="28"/>
          </w:rPr>
          <w:t xml:space="preserve">, </w:t>
        </w:r>
      </w:ins>
      <w:ins w:id="19" w:author="Brenna Bray" w:date="2025-01-29T08:49:00Z" w16du:dateUtc="2025-01-29T15:49:00Z">
        <w:r w:rsidR="006033AA" w:rsidRPr="00F8754F">
          <w:rPr>
            <w:sz w:val="28"/>
            <w:szCs w:val="28"/>
          </w:rPr>
          <w:t>Descrimination</w:t>
        </w:r>
        <w:r w:rsidR="006033AA">
          <w:rPr>
            <w:sz w:val="28"/>
            <w:szCs w:val="28"/>
          </w:rPr>
          <w:t xml:space="preserve">, </w:t>
        </w:r>
      </w:ins>
      <w:del w:id="20" w:author="Brenna Bray" w:date="2025-01-29T08:49:00Z" w16du:dateUtc="2025-01-29T15:49:00Z">
        <w:r w:rsidRPr="00F8754F" w:rsidDel="006033AA">
          <w:rPr>
            <w:sz w:val="28"/>
            <w:szCs w:val="28"/>
          </w:rPr>
          <w:delText>Support</w:delText>
        </w:r>
        <w:r w:rsidR="00F8754F" w:rsidDel="006033AA">
          <w:rPr>
            <w:sz w:val="28"/>
            <w:szCs w:val="28"/>
          </w:rPr>
          <w:delText>, &amp; S</w:delText>
        </w:r>
        <w:r w:rsidRPr="00F8754F" w:rsidDel="006033AA">
          <w:rPr>
            <w:sz w:val="28"/>
            <w:szCs w:val="28"/>
          </w:rPr>
          <w:delText>afety or (B)</w:delText>
        </w:r>
      </w:del>
      <w:del w:id="21" w:author="Brenna Bray" w:date="2025-01-29T08:48:00Z" w16du:dateUtc="2025-01-29T15:48:00Z">
        <w:r w:rsidRPr="00F8754F" w:rsidDel="006033AA">
          <w:rPr>
            <w:sz w:val="28"/>
            <w:szCs w:val="28"/>
          </w:rPr>
          <w:delText xml:space="preserve"> Marginalization</w:delText>
        </w:r>
      </w:del>
      <w:del w:id="22" w:author="Brenna Bray" w:date="2025-01-29T08:49:00Z" w16du:dateUtc="2025-01-29T15:49:00Z">
        <w:r w:rsidR="00F8754F" w:rsidDel="006033AA">
          <w:rPr>
            <w:sz w:val="28"/>
            <w:szCs w:val="28"/>
          </w:rPr>
          <w:delText>,</w:delText>
        </w:r>
      </w:del>
      <w:ins w:id="23" w:author="Brenna Bray" w:date="2025-01-29T08:49:00Z" w16du:dateUtc="2025-01-29T15:49:00Z">
        <w:r w:rsidR="006033AA">
          <w:rPr>
            <w:sz w:val="28"/>
            <w:szCs w:val="28"/>
          </w:rPr>
          <w:t>and/or</w:t>
        </w:r>
      </w:ins>
      <w:r w:rsidR="00F8754F">
        <w:rPr>
          <w:sz w:val="28"/>
          <w:szCs w:val="28"/>
        </w:rPr>
        <w:t xml:space="preserve"> </w:t>
      </w:r>
      <w:r w:rsidRPr="00F8754F">
        <w:rPr>
          <w:sz w:val="28"/>
          <w:szCs w:val="28"/>
        </w:rPr>
        <w:t>Lack of Resources</w:t>
      </w:r>
      <w:ins w:id="24" w:author="Brenna Bray" w:date="2025-01-29T08:49:00Z" w16du:dateUtc="2025-01-29T15:49:00Z">
        <w:r w:rsidR="006033AA">
          <w:rPr>
            <w:sz w:val="28"/>
            <w:szCs w:val="28"/>
          </w:rPr>
          <w:t>, Safety,</w:t>
        </w:r>
      </w:ins>
      <w:r w:rsidRPr="00F8754F">
        <w:rPr>
          <w:sz w:val="28"/>
          <w:szCs w:val="28"/>
        </w:rPr>
        <w:t xml:space="preserve"> </w:t>
      </w:r>
      <w:ins w:id="25" w:author="Brenna Bray" w:date="2025-01-29T08:49:00Z" w16du:dateUtc="2025-01-29T15:49:00Z">
        <w:r w:rsidR="006033AA">
          <w:rPr>
            <w:sz w:val="28"/>
            <w:szCs w:val="28"/>
          </w:rPr>
          <w:t>Protection, and/</w:t>
        </w:r>
      </w:ins>
      <w:r w:rsidRPr="00F8754F">
        <w:rPr>
          <w:sz w:val="28"/>
          <w:szCs w:val="28"/>
        </w:rPr>
        <w:t>or Support</w:t>
      </w:r>
      <w:del w:id="26" w:author="Brenna Bray" w:date="2025-01-29T08:49:00Z" w16du:dateUtc="2025-01-29T15:49:00Z">
        <w:r w:rsidR="00F8754F" w:rsidDel="006033AA">
          <w:rPr>
            <w:sz w:val="28"/>
            <w:szCs w:val="28"/>
          </w:rPr>
          <w:delText>,</w:delText>
        </w:r>
      </w:del>
      <w:r w:rsidR="00F8754F">
        <w:rPr>
          <w:sz w:val="28"/>
          <w:szCs w:val="28"/>
        </w:rPr>
        <w:t xml:space="preserve"> </w:t>
      </w:r>
      <w:ins w:id="27" w:author="Brenna Bray" w:date="2025-01-29T08:51:00Z" w16du:dateUtc="2025-01-29T15:51:00Z">
        <w:r w:rsidR="006033AA" w:rsidRPr="00F8754F">
          <w:rPr>
            <w:sz w:val="28"/>
            <w:szCs w:val="28"/>
          </w:rPr>
          <w:t>(</w:t>
        </w:r>
        <w:r w:rsidR="006033AA">
          <w:rPr>
            <w:sz w:val="28"/>
            <w:szCs w:val="28"/>
          </w:rPr>
          <w:t>A</w:t>
        </w:r>
        <w:r w:rsidR="006033AA" w:rsidRPr="00F8754F">
          <w:rPr>
            <w:sz w:val="28"/>
            <w:szCs w:val="28"/>
          </w:rPr>
          <w:t xml:space="preserve">) </w:t>
        </w:r>
      </w:ins>
      <w:del w:id="28" w:author="Brenna Bray" w:date="2025-01-29T08:48:00Z" w16du:dateUtc="2025-01-29T15:48:00Z">
        <w:r w:rsidRPr="00F8754F" w:rsidDel="006033AA">
          <w:rPr>
            <w:sz w:val="28"/>
            <w:szCs w:val="28"/>
          </w:rPr>
          <w:delText>Stigmatization</w:delText>
        </w:r>
        <w:r w:rsidR="00F8754F" w:rsidDel="006033AA">
          <w:rPr>
            <w:sz w:val="28"/>
            <w:szCs w:val="28"/>
          </w:rPr>
          <w:delText xml:space="preserve">, </w:delText>
        </w:r>
        <w:r w:rsidRPr="00F8754F" w:rsidDel="006033AA">
          <w:rPr>
            <w:sz w:val="28"/>
            <w:szCs w:val="28"/>
          </w:rPr>
          <w:delText>Descrimination</w:delText>
        </w:r>
        <w:r w:rsidR="00F8754F" w:rsidDel="006033AA">
          <w:rPr>
            <w:sz w:val="28"/>
            <w:szCs w:val="28"/>
          </w:rPr>
          <w:delText xml:space="preserve">, </w:delText>
        </w:r>
      </w:del>
      <w:del w:id="29" w:author="Brenna Bray" w:date="2025-01-29T08:49:00Z" w16du:dateUtc="2025-01-29T15:49:00Z">
        <w:r w:rsidR="00F8754F" w:rsidDel="006033AA">
          <w:rPr>
            <w:sz w:val="28"/>
            <w:szCs w:val="28"/>
          </w:rPr>
          <w:delText>&amp; L</w:delText>
        </w:r>
        <w:r w:rsidRPr="00F8754F" w:rsidDel="006033AA">
          <w:rPr>
            <w:sz w:val="28"/>
            <w:szCs w:val="28"/>
          </w:rPr>
          <w:delText xml:space="preserve">ack of Safety and Protection </w:delText>
        </w:r>
      </w:del>
      <w:r w:rsidRPr="00F8754F">
        <w:rPr>
          <w:sz w:val="28"/>
          <w:szCs w:val="28"/>
        </w:rPr>
        <w:t xml:space="preserve">on </w:t>
      </w:r>
      <w:del w:id="30" w:author="Brenna Bray" w:date="2025-01-29T08:51:00Z" w16du:dateUtc="2025-01-29T15:51:00Z">
        <w:r w:rsidRPr="00F8754F" w:rsidDel="006033AA">
          <w:rPr>
            <w:sz w:val="28"/>
            <w:szCs w:val="28"/>
          </w:rPr>
          <w:delText>(</w:delText>
        </w:r>
      </w:del>
      <w:del w:id="31" w:author="Brenna Bray" w:date="2025-01-29T08:50:00Z" w16du:dateUtc="2025-01-29T15:50:00Z">
        <w:r w:rsidRPr="00F8754F" w:rsidDel="006033AA">
          <w:rPr>
            <w:sz w:val="28"/>
            <w:szCs w:val="28"/>
          </w:rPr>
          <w:delText>C</w:delText>
        </w:r>
      </w:del>
      <w:del w:id="32" w:author="Brenna Bray" w:date="2025-01-29T08:51:00Z" w16du:dateUtc="2025-01-29T15:51:00Z">
        <w:r w:rsidRPr="00F8754F" w:rsidDel="006033AA">
          <w:rPr>
            <w:sz w:val="28"/>
            <w:szCs w:val="28"/>
          </w:rPr>
          <w:delText xml:space="preserve">) </w:delText>
        </w:r>
      </w:del>
      <w:r w:rsidRPr="00F8754F">
        <w:rPr>
          <w:sz w:val="28"/>
          <w:szCs w:val="28"/>
        </w:rPr>
        <w:t>Physical, Mental/Psychological, and Behavioral Health Outcomes</w:t>
      </w:r>
      <w:ins w:id="33" w:author="Brenna Bray" w:date="2025-01-29T08:50:00Z" w16du:dateUtc="2025-01-29T15:50:00Z">
        <w:r w:rsidR="006033AA">
          <w:rPr>
            <w:sz w:val="28"/>
            <w:szCs w:val="28"/>
          </w:rPr>
          <w:t xml:space="preserve"> (B)</w:t>
        </w:r>
      </w:ins>
      <w:del w:id="34" w:author="Brenna Bray" w:date="2025-01-29T08:51:00Z" w16du:dateUtc="2025-01-29T15:51:00Z">
        <w:r w:rsidRPr="00F8754F" w:rsidDel="006033AA">
          <w:rPr>
            <w:sz w:val="28"/>
            <w:szCs w:val="28"/>
          </w:rPr>
          <w:delText xml:space="preserve"> through (D.2)</w:delText>
        </w:r>
        <w:r w:rsidR="00F8754F" w:rsidDel="006033AA">
          <w:rPr>
            <w:sz w:val="28"/>
            <w:szCs w:val="28"/>
          </w:rPr>
          <w:delText xml:space="preserve"> </w:delText>
        </w:r>
        <w:r w:rsidRPr="00F8754F" w:rsidDel="006033AA">
          <w:rPr>
            <w:sz w:val="28"/>
            <w:szCs w:val="28"/>
          </w:rPr>
          <w:delText>Hypersensitization of the Glucocorticoid Stress System</w:delText>
        </w:r>
      </w:del>
    </w:p>
    <w:p w14:paraId="1FF7E425" w14:textId="480F30CA" w:rsidR="00F8754F" w:rsidRDefault="00AC7D7F" w:rsidP="00F8754F">
      <w:pPr>
        <w:pStyle w:val="Heading1"/>
      </w:pPr>
      <w:r>
        <w:t>The Glucocoticoid Stress System Mediates Acute and Chronic (Lifetime) Stress Ressponses</w:t>
      </w:r>
    </w:p>
    <w:p w14:paraId="43B7762E" w14:textId="31CF1209" w:rsidR="00F8754F" w:rsidRDefault="00AC7D7F" w:rsidP="00F8754F">
      <w:pPr>
        <w:pStyle w:val="Heading2"/>
      </w:pPr>
      <w:r>
        <w:t xml:space="preserve">The HPA Axis </w:t>
      </w:r>
      <w:r w:rsidR="004D1476">
        <w:t xml:space="preserve">Uses Negative Feedback to </w:t>
      </w:r>
      <w:r>
        <w:t>Coordinate Glucocorticoid Responses to Stress</w:t>
      </w:r>
    </w:p>
    <w:p w14:paraId="3E5809AF" w14:textId="14FD85FC" w:rsidR="00D61DEF" w:rsidRDefault="007B48C0" w:rsidP="00D61DEF">
      <w:pPr>
        <w:ind w:left="360"/>
        <w:rPr>
          <w:color w:val="000000"/>
        </w:rPr>
      </w:pPr>
      <w:r>
        <w:rPr>
          <w:color w:val="000000"/>
        </w:rPr>
        <w:t xml:space="preserve">Stress often gets a bad </w:t>
      </w:r>
      <w:del w:id="35" w:author="Brenna Bray" w:date="2025-01-29T08:52:00Z" w16du:dateUtc="2025-01-29T15:52:00Z">
        <w:r w:rsidDel="006033AA">
          <w:rPr>
            <w:color w:val="000000"/>
          </w:rPr>
          <w:delText>wrap</w:delText>
        </w:r>
      </w:del>
      <w:ins w:id="36" w:author="Brenna Bray" w:date="2025-01-29T08:52:00Z" w16du:dateUtc="2025-01-29T15:52:00Z">
        <w:r w:rsidR="006033AA">
          <w:rPr>
            <w:color w:val="000000"/>
          </w:rPr>
          <w:t>rap</w:t>
        </w:r>
      </w:ins>
      <w:r>
        <w:rPr>
          <w:color w:val="000000"/>
        </w:rPr>
        <w:t xml:space="preserve">. </w:t>
      </w:r>
      <w:r w:rsidR="00263330" w:rsidRPr="007A4F56">
        <w:rPr>
          <w:color w:val="000000"/>
        </w:rPr>
        <w:t xml:space="preserve">Although stress can feel uncomfortable, it plays an important role in </w:t>
      </w:r>
      <w:r>
        <w:rPr>
          <w:color w:val="000000"/>
        </w:rPr>
        <w:t xml:space="preserve">regulating nearly all processes and functions in our bodies and </w:t>
      </w:r>
      <w:commentRangeStart w:id="37"/>
      <w:r>
        <w:rPr>
          <w:color w:val="000000"/>
        </w:rPr>
        <w:t>lives</w:t>
      </w:r>
      <w:commentRangeEnd w:id="37"/>
      <w:r w:rsidR="006033AA">
        <w:rPr>
          <w:rStyle w:val="CommentReference"/>
          <w:rFonts w:asciiTheme="minorHAnsi" w:hAnsiTheme="minorHAnsi" w:cstheme="minorBidi"/>
          <w:color w:val="auto"/>
          <w:kern w:val="2"/>
          <w14:ligatures w14:val="standardContextual"/>
        </w:rPr>
        <w:commentReference w:id="37"/>
      </w:r>
      <w:ins w:id="38" w:author="Brenna Bray" w:date="2025-01-29T08:54:00Z" w16du:dateUtc="2025-01-29T15:54:00Z">
        <w:r w:rsidR="006033AA">
          <w:rPr>
            <w:color w:val="000000"/>
          </w:rPr>
          <w:t xml:space="preserve"> </w:t>
        </w:r>
      </w:ins>
      <w:r w:rsidR="006033AA">
        <w:rPr>
          <w:color w:val="000000"/>
        </w:rPr>
        <w:fldChar w:fldCharType="begin">
          <w:fldData xml:space="preserve">PEVuZE5vdGU+PENpdGU+PEF1dGhvcj5CcmF5PC9BdXRob3I+PFllYXI+MjAxODwvWWVhcj48UmVj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</w:fldData>
        </w:fldChar>
      </w:r>
      <w:r w:rsidR="006033AA">
        <w:rPr>
          <w:color w:val="000000"/>
        </w:rPr>
        <w:instrText xml:space="preserve"> ADDIN EN.CITE </w:instrText>
      </w:r>
      <w:r w:rsidR="006033AA">
        <w:rPr>
          <w:color w:val="000000"/>
        </w:rPr>
        <w:fldChar w:fldCharType="begin">
          <w:fldData xml:space="preserve">PEVuZE5vdGU+PENpdGU+PEF1dGhvcj5CcmF5PC9BdXRob3I+PFllYXI+MjAxODwvWWVhcj48UmVj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</w:fldData>
        </w:fldChar>
      </w:r>
      <w:r w:rsidR="006033AA">
        <w:rPr>
          <w:color w:val="000000"/>
        </w:rPr>
        <w:instrText xml:space="preserve"> ADDIN EN.CITE.DATA </w:instrText>
      </w:r>
      <w:r w:rsidR="006033AA">
        <w:rPr>
          <w:color w:val="000000"/>
        </w:rPr>
      </w:r>
      <w:r w:rsidR="006033AA">
        <w:rPr>
          <w:color w:val="000000"/>
        </w:rPr>
        <w:fldChar w:fldCharType="end"/>
      </w:r>
      <w:r w:rsidR="006033AA">
        <w:rPr>
          <w:color w:val="000000"/>
        </w:rPr>
        <w:fldChar w:fldCharType="separate"/>
      </w:r>
      <w:r w:rsidR="006033AA">
        <w:rPr>
          <w:noProof/>
          <w:color w:val="000000"/>
        </w:rPr>
        <w:t>(Bienertova-Vasku et al., 2020; Bray, 2018; Lu et al., 2021; McEwen, 1998; McEwen &amp; Akil, 2020; McEwen &amp; Gianaros, 2011; McEwen, Gray, et al., 2015; McEwen &amp; Mirsky, 2002; McEwen &amp; Morrison, 2013; McEwen &amp; Sapolsky, 1995; Rudland et al., 2020)</w:t>
      </w:r>
      <w:r w:rsidR="006033AA">
        <w:rPr>
          <w:color w:val="000000"/>
        </w:rPr>
        <w:fldChar w:fldCharType="end"/>
      </w:r>
      <w:r>
        <w:rPr>
          <w:color w:val="000000"/>
        </w:rPr>
        <w:t>.</w:t>
      </w:r>
    </w:p>
    <w:p w14:paraId="49A73C4A" w14:textId="60972C12" w:rsidR="002E610A" w:rsidRPr="00D61DEF" w:rsidRDefault="002E610A" w:rsidP="00D61DEF">
      <w:pPr>
        <w:ind w:left="360"/>
        <w:rPr>
          <w:color w:val="000000"/>
        </w:rPr>
      </w:pPr>
      <w:r w:rsidRPr="007A4F56">
        <w:t>At the systemic level, the hypothalamic-pituitary-adrenal axis (HPA) coordinates neuroendocrine stress responses through peripheral release of glucocorticoid hormones (cortisol in humans) into the bloodstream (Fig. 1)</w:t>
      </w:r>
      <w:r w:rsidR="006033AA">
        <w:fldChar w:fldCharType="begin">
          <w:fldData xml:space="preserve">PEVuZE5vdGU+PENpdGU+PEF1dGhvcj5IZXJtYW48L0F1dGhvcj48WWVhcj4yMDAzPC9ZZWFyPjxS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</w:fldData>
        </w:fldChar>
      </w:r>
      <w:r w:rsidR="006033AA">
        <w:instrText xml:space="preserve"> ADDIN EN.CITE </w:instrText>
      </w:r>
      <w:r w:rsidR="006033AA">
        <w:fldChar w:fldCharType="begin">
          <w:fldData xml:space="preserve">PEVuZE5vdGU+PENpdGU+PEF1dGhvcj5IZXJtYW48L0F1dGhvcj48WWVhcj4yMDAzPC9ZZWFyPjxS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</w:fldData>
        </w:fldChar>
      </w:r>
      <w:r w:rsidR="006033AA">
        <w:instrText xml:space="preserve"> ADDIN EN.CITE.DATA </w:instrText>
      </w:r>
      <w:r w:rsidR="006033AA">
        <w:fldChar w:fldCharType="end"/>
      </w:r>
      <w:r w:rsidR="006033AA">
        <w:fldChar w:fldCharType="separate"/>
      </w:r>
      <w:r w:rsidR="006033AA">
        <w:rPr>
          <w:noProof/>
        </w:rPr>
        <w:t>(Bray, 2018; Herman et al., 2003; Herman et al., 2016; Herman &amp; Mueller, 2006; Herman et al., 2005)</w:t>
      </w:r>
      <w:r w:rsidR="006033AA">
        <w:fldChar w:fldCharType="end"/>
      </w:r>
      <w:r w:rsidRPr="007A4F56">
        <w:t xml:space="preserve">. </w:t>
      </w:r>
      <w:r w:rsidR="007B48C0" w:rsidRPr="000F1FEF">
        <w:rPr>
          <w:color w:val="000000"/>
        </w:rPr>
        <w:t>Cor</w:t>
      </w:r>
      <w:r w:rsidR="007B48C0">
        <w:rPr>
          <w:color w:val="000000"/>
        </w:rPr>
        <w:t>tisol (primary stress hormone in humans)</w:t>
      </w:r>
      <w:r w:rsidR="007B48C0" w:rsidRPr="000F1FEF">
        <w:rPr>
          <w:color w:val="000000"/>
        </w:rPr>
        <w:t xml:space="preserve"> is secreted primarily from the adrenal cortex in the periphery</w:t>
      </w:r>
      <w:r w:rsidR="007B48C0">
        <w:rPr>
          <w:color w:val="000000"/>
        </w:rPr>
        <w:t xml:space="preserve"> </w:t>
      </w:r>
      <w:r w:rsidR="007B48C0" w:rsidRPr="000F1FEF">
        <w:rPr>
          <w:color w:val="000000"/>
        </w:rPr>
        <w:fldChar w:fldCharType="begin">
          <w:fldData xml:space="preserve">PEVuZE5vdGU+PENpdGU+PEF1dGhvcj5Sb2JlbDwvQXV0aG9yPjxZZWFyPjE5OTQ8L1llYXI+PFJl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==
</w:fldData>
        </w:fldChar>
      </w:r>
      <w:r w:rsidR="00292225">
        <w:rPr>
          <w:color w:val="000000"/>
        </w:rPr>
        <w:instrText xml:space="preserve"> ADDIN EN.CITE </w:instrText>
      </w:r>
      <w:r w:rsidR="00292225">
        <w:rPr>
          <w:color w:val="000000"/>
        </w:rPr>
        <w:fldChar w:fldCharType="begin">
          <w:fldData xml:space="preserve">PEVuZE5vdGU+PENpdGU+PEF1dGhvcj5Sb2JlbDwvQXV0aG9yPjxZZWFyPjE5OTQ8L1llYXI+PFJl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==
</w:fldData>
        </w:fldChar>
      </w:r>
      <w:r w:rsidR="00292225">
        <w:rPr>
          <w:color w:val="000000"/>
        </w:rPr>
        <w:instrText xml:space="preserve"> ADDIN EN.CITE.DATA </w:instrText>
      </w:r>
      <w:r w:rsidR="00292225">
        <w:rPr>
          <w:color w:val="000000"/>
        </w:rPr>
      </w:r>
      <w:r w:rsidR="00292225">
        <w:rPr>
          <w:color w:val="000000"/>
        </w:rPr>
        <w:fldChar w:fldCharType="end"/>
      </w:r>
      <w:r w:rsidR="007B48C0" w:rsidRPr="000F1FEF">
        <w:rPr>
          <w:color w:val="000000"/>
        </w:rPr>
      </w:r>
      <w:r w:rsidR="007B48C0" w:rsidRPr="000F1FEF">
        <w:rPr>
          <w:color w:val="000000"/>
        </w:rPr>
        <w:fldChar w:fldCharType="separate"/>
      </w:r>
      <w:r w:rsidR="00292225">
        <w:rPr>
          <w:noProof/>
          <w:color w:val="000000"/>
        </w:rPr>
        <w:t>(Pura &amp; Kreze, 2005; Robel &amp; Baulieu, 1994)</w:t>
      </w:r>
      <w:r w:rsidR="007B48C0" w:rsidRPr="000F1FEF">
        <w:rPr>
          <w:color w:val="000000"/>
        </w:rPr>
        <w:fldChar w:fldCharType="end"/>
      </w:r>
      <w:r w:rsidR="007B48C0">
        <w:rPr>
          <w:color w:val="000000"/>
        </w:rPr>
        <w:t>. It is lipophilic and</w:t>
      </w:r>
      <w:r w:rsidR="007B48C0" w:rsidRPr="000F1FEF">
        <w:rPr>
          <w:color w:val="000000"/>
        </w:rPr>
        <w:t xml:space="preserve"> readily crosses the blood brain barrier to act on </w:t>
      </w:r>
      <w:r w:rsidR="007B48C0">
        <w:rPr>
          <w:color w:val="000000"/>
        </w:rPr>
        <w:lastRenderedPageBreak/>
        <w:t>central</w:t>
      </w:r>
      <w:r w:rsidR="007B48C0" w:rsidRPr="000F1FEF">
        <w:rPr>
          <w:color w:val="000000"/>
        </w:rPr>
        <w:t xml:space="preserve"> tissues</w:t>
      </w:r>
      <w:r w:rsidR="007B48C0">
        <w:rPr>
          <w:color w:val="000000"/>
        </w:rPr>
        <w:t xml:space="preserve"> in the brain </w:t>
      </w:r>
      <w:r w:rsidR="007B48C0" w:rsidRPr="000F1FEF">
        <w:rPr>
          <w:color w:val="000000"/>
        </w:rPr>
        <w:fldChar w:fldCharType="begin">
          <w:fldData xml:space="preserve">PEVuZE5vdGU+PENpdGU+PEF1dGhvcj5Sb2JlbDwvQXV0aG9yPjxZZWFyPjE5OTQ8L1llYXI+PFJl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</w:fldData>
        </w:fldChar>
      </w:r>
      <w:r w:rsidR="00292225">
        <w:rPr>
          <w:color w:val="000000"/>
        </w:rPr>
        <w:instrText xml:space="preserve"> ADDIN EN.CITE </w:instrText>
      </w:r>
      <w:r w:rsidR="00292225">
        <w:rPr>
          <w:color w:val="000000"/>
        </w:rPr>
        <w:fldChar w:fldCharType="begin">
          <w:fldData xml:space="preserve">PEVuZE5vdGU+PENpdGU+PEF1dGhvcj5Sb2JlbDwvQXV0aG9yPjxZZWFyPjE5OTQ8L1llYXI+PFJl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</w:fldData>
        </w:fldChar>
      </w:r>
      <w:r w:rsidR="00292225">
        <w:rPr>
          <w:color w:val="000000"/>
        </w:rPr>
        <w:instrText xml:space="preserve"> ADDIN EN.CITE.DATA </w:instrText>
      </w:r>
      <w:r w:rsidR="00292225">
        <w:rPr>
          <w:color w:val="000000"/>
        </w:rPr>
      </w:r>
      <w:r w:rsidR="00292225">
        <w:rPr>
          <w:color w:val="000000"/>
        </w:rPr>
        <w:fldChar w:fldCharType="end"/>
      </w:r>
      <w:r w:rsidR="007B48C0" w:rsidRPr="000F1FEF">
        <w:rPr>
          <w:color w:val="000000"/>
        </w:rPr>
      </w:r>
      <w:r w:rsidR="007B48C0" w:rsidRPr="000F1FEF">
        <w:rPr>
          <w:color w:val="000000"/>
        </w:rPr>
        <w:fldChar w:fldCharType="separate"/>
      </w:r>
      <w:r w:rsidR="00292225">
        <w:rPr>
          <w:noProof/>
          <w:color w:val="000000"/>
        </w:rPr>
        <w:t>(Pura &amp; Kreze, 2005; Robel &amp; Baulieu, 1994; Ulrich-Lai &amp; Herman, 2009)</w:t>
      </w:r>
      <w:r w:rsidR="007B48C0" w:rsidRPr="000F1FEF">
        <w:rPr>
          <w:color w:val="000000"/>
        </w:rPr>
        <w:fldChar w:fldCharType="end"/>
      </w:r>
      <w:r w:rsidRPr="007A4F56">
        <w:t xml:space="preserve">. Among the central tissues that respond to glucocorticoid </w:t>
      </w:r>
      <w:r w:rsidR="00D61DEF">
        <w:t xml:space="preserve">(cortisol) </w:t>
      </w:r>
      <w:r w:rsidRPr="007A4F56">
        <w:t xml:space="preserve">exposure, the hippocampus is the primary target for glucocorticoid activation in the brain </w:t>
      </w:r>
      <w:r w:rsidRPr="007A4F56">
        <w:fldChar w:fldCharType="begin"/>
      </w:r>
      <w:r w:rsidR="00292225">
        <w:instrText xml:space="preserve"> ADDIN EN.CITE &lt;EndNote&gt;&lt;Cite&gt;&lt;Author&gt;McEwen&lt;/Author&gt;&lt;Year&gt;1968&lt;/Year&gt;&lt;RecNum&gt;1740&lt;/RecNum&gt;&lt;DisplayText&gt;(McEwen et al., 1968)&lt;/DisplayText&gt;&lt;record&gt;&lt;rec-number&gt;1740&lt;/rec-number&gt;&lt;foreign-keys&gt;&lt;key app="EN" db-id="vv2s9rd9przr9lew5tv52rwde9rard2t52rt" timestamp="1615157196"&gt;1740&lt;/key&gt;&lt;/foreign-keys&gt;&lt;ref-type name="Journal Article"&gt;17&lt;/ref-type&gt;&lt;contributors&gt;&lt;authors&gt;&lt;author&gt;McEwen, B. S.&lt;/author&gt;&lt;author&gt;Weiss, J. M.&lt;/author&gt;&lt;author&gt;Schwartz, L. S.&lt;/author&gt;&lt;/authors&gt;&lt;/contributors&gt;&lt;titles&gt;&lt;title&gt;Selective retention of corticosterone by limbic structures in rat brain&lt;/title&gt;&lt;secondary-title&gt;Nature&lt;/secondary-title&gt;&lt;alt-title&gt;Nature&lt;/alt-title&gt;&lt;/titles&gt;&lt;periodical&gt;&lt;full-title&gt;Nature&lt;/full-title&gt;&lt;abbr-1&gt;Nature&lt;/abbr-1&gt;&lt;/periodical&gt;&lt;alt-periodical&gt;&lt;full-title&gt;Nature&lt;/full-title&gt;&lt;abbr-1&gt;Nature&lt;/abbr-1&gt;&lt;/alt-periodical&gt;&lt;pages&gt;911-2&lt;/pages&gt;&lt;volume&gt;220&lt;/volume&gt;&lt;number&gt;5170&lt;/number&gt;&lt;edition&gt;1968/11/30&lt;/edition&gt;&lt;keywords&gt;&lt;keyword&gt;Adrenalectomy&lt;/keyword&gt;&lt;keyword&gt;Adrenocorticotropic Hormone/secretion&lt;/keyword&gt;&lt;keyword&gt;Amygdala/*metabolism&lt;/keyword&gt;&lt;keyword&gt;Animals&lt;/keyword&gt;&lt;keyword&gt;Brain Stem/*metabolism&lt;/keyword&gt;&lt;keyword&gt;Cerebellum/*metabolism&lt;/keyword&gt;&lt;keyword&gt;Cerebral Cortex/*metabolism&lt;/keyword&gt;&lt;keyword&gt;Cerebral Ventricles/*metabolism&lt;/keyword&gt;&lt;keyword&gt;Corticosterone/blood/*metabolism&lt;/keyword&gt;&lt;keyword&gt;Hippocampus/*metabolism&lt;/keyword&gt;&lt;keyword&gt;Hydrocortisone/metabolism&lt;/keyword&gt;&lt;keyword&gt;Hypothalamus/*metabolism&lt;/keyword&gt;&lt;keyword&gt;Limbic System/*metabolism&lt;/keyword&gt;&lt;keyword&gt;Pituitary Gland/*metabolism&lt;/keyword&gt;&lt;keyword&gt;Rats&lt;/keyword&gt;&lt;keyword&gt;Thalamus/*metabolism&lt;/keyword&gt;&lt;keyword&gt;Tritium&lt;/keyword&gt;&lt;/keywords&gt;&lt;dates&gt;&lt;year&gt;1968&lt;/year&gt;&lt;pub-dates&gt;&lt;date&gt;Nov 30&lt;/date&gt;&lt;/pub-dates&gt;&lt;/dates&gt;&lt;isbn&gt;0028-0836 (Print)&amp;#xD;0028-0836&lt;/isbn&gt;&lt;accession-num&gt;4301849&lt;/accession-num&gt;&lt;urls&gt;&lt;/urls&gt;&lt;remote-database-provider&gt;NLM&lt;/remote-database-provider&gt;&lt;language&gt;eng&lt;/language&gt;&lt;/record&gt;&lt;/Cite&gt;&lt;/EndNote&gt;</w:instrText>
      </w:r>
      <w:r w:rsidRPr="007A4F56">
        <w:fldChar w:fldCharType="separate"/>
      </w:r>
      <w:r w:rsidR="00292225">
        <w:rPr>
          <w:noProof/>
        </w:rPr>
        <w:t>(McEwen et al., 1968)</w:t>
      </w:r>
      <w:r w:rsidRPr="007A4F56">
        <w:fldChar w:fldCharType="end"/>
      </w:r>
      <w:r w:rsidRPr="007A4F56">
        <w:t xml:space="preserve">. Furthermore, the ventral subiculum of the ventral hippocampus is the primary limbic region that utilizes glucocorticoid feedback to dampen and terminate stress responses </w:t>
      </w:r>
      <w:r w:rsidRPr="007A4F56">
        <w:fldChar w:fldCharType="begin">
          <w:fldData xml:space="preserve">PEVuZE5vdGU+PENpdGU+PEF1dGhvcj52YW4gSGFhcnN0PC9BdXRob3I+PFllYXI+MTk5NzwvWWVh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</w:fldData>
        </w:fldChar>
      </w:r>
      <w:r w:rsidR="00292225">
        <w:instrText xml:space="preserve"> ADDIN EN.CITE </w:instrText>
      </w:r>
      <w:r w:rsidR="00292225">
        <w:fldChar w:fldCharType="begin">
          <w:fldData xml:space="preserve">PEVuZE5vdGU+PENpdGU+PEF1dGhvcj52YW4gSGFhcnN0PC9BdXRob3I+PFllYXI+MTk5NzwvWWVh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</w:fldData>
        </w:fldChar>
      </w:r>
      <w:r w:rsidR="00292225">
        <w:instrText xml:space="preserve"> ADDIN EN.CITE.DATA </w:instrText>
      </w:r>
      <w:r w:rsidR="00292225">
        <w:fldChar w:fldCharType="end"/>
      </w:r>
      <w:r w:rsidRPr="007A4F56">
        <w:fldChar w:fldCharType="separate"/>
      </w:r>
      <w:r w:rsidR="00292225">
        <w:rPr>
          <w:noProof/>
        </w:rPr>
        <w:t>(Barr et al., 2017; Herman et al., 2003; van Haarst et al., 1997)</w:t>
      </w:r>
      <w:r w:rsidRPr="007A4F56">
        <w:fldChar w:fldCharType="end"/>
      </w:r>
      <w:r w:rsidRPr="007A4F56">
        <w:t xml:space="preserve">. </w:t>
      </w:r>
    </w:p>
    <w:p w14:paraId="7CCED8A2" w14:textId="77777777" w:rsidR="007B48C0" w:rsidRDefault="007B48C0" w:rsidP="007B48C0">
      <w:pPr>
        <w:keepNext/>
        <w:ind w:left="360"/>
      </w:pPr>
      <w:r>
        <w:rPr>
          <w:noProof/>
          <w:color w:val="000000"/>
          <w14:ligatures w14:val="standardContextual"/>
        </w:rPr>
        <w:drawing>
          <wp:inline distT="0" distB="0" distL="0" distR="0" wp14:anchorId="6987D2D2" wp14:editId="0A8BC52A">
            <wp:extent cx="4712677" cy="5534059"/>
            <wp:effectExtent l="0" t="0" r="0" b="3175"/>
            <wp:docPr id="2114891329" name="Picture 2" descr="Diagram of a diagram of str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891329" name="Picture 2" descr="Diagram of a diagram of stress&#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4739402" cy="5565442"/>
                    </a:xfrm>
                    <a:prstGeom prst="rect">
                      <a:avLst/>
                    </a:prstGeom>
                  </pic:spPr>
                </pic:pic>
              </a:graphicData>
            </a:graphic>
          </wp:inline>
        </w:drawing>
      </w:r>
    </w:p>
    <w:p w14:paraId="75B10103" w14:textId="7C57D734" w:rsidR="007B48C0" w:rsidRPr="007B48C0" w:rsidRDefault="007B48C0" w:rsidP="007B48C0">
      <w:pPr>
        <w:pStyle w:val="Caption"/>
        <w:jc w:val="both"/>
        <w:rPr>
          <w:iCs/>
        </w:rPr>
      </w:pPr>
      <w:r>
        <w:t xml:space="preserve">Figure </w:t>
      </w:r>
      <w:fldSimple w:instr=" SEQ Figure \* ARABIC ">
        <w:r>
          <w:rPr>
            <w:noProof/>
          </w:rPr>
          <w:t>1</w:t>
        </w:r>
      </w:fldSimple>
      <w:r>
        <w:t xml:space="preserve">: </w:t>
      </w:r>
      <w:r w:rsidRPr="007B48C0">
        <w:rPr>
          <w:b w:val="0"/>
          <w:bCs w:val="0"/>
          <w:iCs/>
        </w:rPr>
        <w:t xml:space="preserve">The Hypothalamic-Pituitary-Adrenal Axis (HPA) coordinates neuroendocrine stress responses. In response to stress, the paraventricular nucleus of the hypothalamus induces a signaling cascade that ultimately stimulates peripheral secretion of glucocorticoid hormones (cortisol in humans, corticosterone in rodents) into the bloodstream. Glucocorticoids are lipophilic and can readily cross the blood brain barrier to act on central tissues. The hippocampus is the primary target for glucocorticoid activation and the ventral hippocampus is thought to be the primary limbic region that utilizes glucocorticoid feedback to inhibit HPA axis activity through activation of its glucocorticoid and </w:t>
      </w:r>
      <w:r w:rsidRPr="007B48C0">
        <w:rPr>
          <w:b w:val="0"/>
          <w:bCs w:val="0"/>
          <w:iCs/>
        </w:rPr>
        <w:lastRenderedPageBreak/>
        <w:t>mineralocorticoid receptors. This can dampen and terminate stress responses. Note: the ventral hippocampus is thought to induce inhibition onto the HPA axis by exciting inhibitory projections from the Bed Nucleus of the Stria Terminalis (BNST) via the fimbria/fornix (not shown)</w:t>
      </w:r>
      <w:r w:rsidRPr="007B48C0">
        <w:rPr>
          <w:b w:val="0"/>
          <w:bCs w:val="0"/>
          <w:iCs/>
        </w:rPr>
        <w:fldChar w:fldCharType="begin">
          <w:fldData xml:space="preserve">PEVuZE5vdGU+PENpdGU+PEF1dGhvcj5DdWxsaW5hbjwvQXV0aG9yPjxZZWFyPjE5OTM8L1llYXI+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</w:fldData>
        </w:fldChar>
      </w:r>
      <w:r w:rsidR="00292225">
        <w:rPr>
          <w:b w:val="0"/>
          <w:bCs w:val="0"/>
          <w:iCs/>
        </w:rPr>
        <w:instrText xml:space="preserve"> ADDIN EN.CITE </w:instrText>
      </w:r>
      <w:r w:rsidR="00292225">
        <w:rPr>
          <w:b w:val="0"/>
          <w:bCs w:val="0"/>
          <w:iCs/>
        </w:rPr>
        <w:fldChar w:fldCharType="begin">
          <w:fldData xml:space="preserve">PEVuZE5vdGU+PENpdGU+PEF1dGhvcj5DdWxsaW5hbjwvQXV0aG9yPjxZZWFyPjE5OTM8L1llYXI+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</w:fldData>
        </w:fldChar>
      </w:r>
      <w:r w:rsidR="00292225">
        <w:rPr>
          <w:b w:val="0"/>
          <w:bCs w:val="0"/>
          <w:iCs/>
        </w:rPr>
        <w:instrText xml:space="preserve"> ADDIN EN.CITE.DATA </w:instrText>
      </w:r>
      <w:r w:rsidR="00292225">
        <w:rPr>
          <w:b w:val="0"/>
          <w:bCs w:val="0"/>
          <w:iCs/>
        </w:rPr>
      </w:r>
      <w:r w:rsidR="00292225">
        <w:rPr>
          <w:b w:val="0"/>
          <w:bCs w:val="0"/>
          <w:iCs/>
        </w:rPr>
        <w:fldChar w:fldCharType="end"/>
      </w:r>
      <w:r w:rsidRPr="007B48C0">
        <w:rPr>
          <w:b w:val="0"/>
          <w:bCs w:val="0"/>
          <w:iCs/>
        </w:rPr>
      </w:r>
      <w:r w:rsidRPr="007B48C0">
        <w:rPr>
          <w:b w:val="0"/>
          <w:bCs w:val="0"/>
          <w:iCs/>
        </w:rPr>
        <w:fldChar w:fldCharType="separate"/>
      </w:r>
      <w:r w:rsidR="00292225">
        <w:rPr>
          <w:b w:val="0"/>
          <w:bCs w:val="0"/>
          <w:iCs/>
          <w:noProof/>
        </w:rPr>
        <w:t>(Cullinan et al., 1993)</w:t>
      </w:r>
      <w:r w:rsidRPr="007B48C0">
        <w:rPr>
          <w:b w:val="0"/>
          <w:bCs w:val="0"/>
        </w:rPr>
        <w:fldChar w:fldCharType="end"/>
      </w:r>
      <w:r w:rsidRPr="007B48C0">
        <w:rPr>
          <w:b w:val="0"/>
          <w:bCs w:val="0"/>
          <w:iCs/>
        </w:rPr>
        <w:t xml:space="preserve">. Corticosterone is also thought to inhibit HPA activity at the level the PVN, anterior pituitary, and through other limbic regions (ex: medial prefrontal cortex, not shown), and may excite HPA activity through its actions in the basolateral amygdala (BLA) </w:t>
      </w:r>
      <w:r w:rsidRPr="007B48C0">
        <w:rPr>
          <w:b w:val="0"/>
          <w:bCs w:val="0"/>
          <w:iCs/>
        </w:rPr>
        <w:fldChar w:fldCharType="begin">
          <w:fldData xml:space="preserve">PEVuZE5vdGU+PENpdGU+PEF1dGhvcj5IZXJtYW48L0F1dGhvcj48WWVhcj4yMDE2PC9ZZWFyPjxS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</w:fldData>
        </w:fldChar>
      </w:r>
      <w:r w:rsidR="00292225">
        <w:rPr>
          <w:b w:val="0"/>
          <w:bCs w:val="0"/>
          <w:iCs/>
        </w:rPr>
        <w:instrText xml:space="preserve"> ADDIN EN.CITE </w:instrText>
      </w:r>
      <w:r w:rsidR="00292225">
        <w:rPr>
          <w:b w:val="0"/>
          <w:bCs w:val="0"/>
          <w:iCs/>
        </w:rPr>
        <w:fldChar w:fldCharType="begin">
          <w:fldData xml:space="preserve">PEVuZE5vdGU+PENpdGU+PEF1dGhvcj5IZXJtYW48L0F1dGhvcj48WWVhcj4yMDE2PC9ZZWFyPjxS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</w:fldData>
        </w:fldChar>
      </w:r>
      <w:r w:rsidR="00292225">
        <w:rPr>
          <w:b w:val="0"/>
          <w:bCs w:val="0"/>
          <w:iCs/>
        </w:rPr>
        <w:instrText xml:space="preserve"> ADDIN EN.CITE.DATA </w:instrText>
      </w:r>
      <w:r w:rsidR="00292225">
        <w:rPr>
          <w:b w:val="0"/>
          <w:bCs w:val="0"/>
          <w:iCs/>
        </w:rPr>
      </w:r>
      <w:r w:rsidR="00292225">
        <w:rPr>
          <w:b w:val="0"/>
          <w:bCs w:val="0"/>
          <w:iCs/>
        </w:rPr>
        <w:fldChar w:fldCharType="end"/>
      </w:r>
      <w:r w:rsidRPr="007B48C0">
        <w:rPr>
          <w:b w:val="0"/>
          <w:bCs w:val="0"/>
          <w:iCs/>
        </w:rPr>
      </w:r>
      <w:r w:rsidRPr="007B48C0">
        <w:rPr>
          <w:b w:val="0"/>
          <w:bCs w:val="0"/>
          <w:iCs/>
        </w:rPr>
        <w:fldChar w:fldCharType="separate"/>
      </w:r>
      <w:r w:rsidR="00292225">
        <w:rPr>
          <w:b w:val="0"/>
          <w:bCs w:val="0"/>
          <w:iCs/>
          <w:noProof/>
        </w:rPr>
        <w:t>(Herman et al., 2003; Herman et al., 2016; Herman &amp; Mueller, 2006; Herman et al., 2005)</w:t>
      </w:r>
      <w:r w:rsidRPr="007B48C0">
        <w:rPr>
          <w:b w:val="0"/>
          <w:bCs w:val="0"/>
        </w:rPr>
        <w:fldChar w:fldCharType="end"/>
      </w:r>
    </w:p>
    <w:p w14:paraId="75A7A176" w14:textId="07308DCB" w:rsidR="004D1476" w:rsidRDefault="00712FAA" w:rsidP="004D1476">
      <w:pPr>
        <w:pStyle w:val="Heading2"/>
      </w:pPr>
      <w:r>
        <w:t>The Glucocorticoid Stress System Regulates Homeostatic and Non-Homeostatic (Allostatic) Conditions, Ranges, Changes, Processes, Reponses, Functions &amp; Systems</w:t>
      </w:r>
    </w:p>
    <w:p w14:paraId="68A0B8EA" w14:textId="3FBC663A" w:rsidR="008C713D" w:rsidRPr="00610094" w:rsidRDefault="008C713D" w:rsidP="008C713D">
      <w:pPr>
        <w:pStyle w:val="Heading3"/>
        <w:numPr>
          <w:ilvl w:val="1"/>
          <w:numId w:val="3"/>
        </w:numPr>
        <w:rPr>
          <w:b/>
          <w:bCs/>
        </w:rPr>
      </w:pPr>
      <w:r w:rsidRPr="00610094">
        <w:rPr>
          <w:b/>
          <w:bCs/>
        </w:rPr>
        <w:t xml:space="preserve">Cortisol: The molecular unit by which the body maintains homeostasis and allostasis </w:t>
      </w:r>
    </w:p>
    <w:p w14:paraId="6DD298DB" w14:textId="707923CF" w:rsidR="008C713D" w:rsidRDefault="00A94789" w:rsidP="008C713D">
      <w:pPr>
        <w:ind w:left="360"/>
      </w:pPr>
      <w:r>
        <w:t>The glucocorticoid stress system mediates and regulates nearly all homeostatic and non-homeostatic (allostatic) conditions, ranges, changes, processes, responses, functions, and systems in the body</w:t>
      </w:r>
      <w:ins w:id="39" w:author="Brenna Bray" w:date="2025-01-29T09:09:00Z" w16du:dateUtc="2025-01-29T16:09:00Z">
        <w:r w:rsidR="006033AA">
          <w:t xml:space="preserve"> </w:t>
        </w:r>
      </w:ins>
      <w:r w:rsidR="006033AA">
        <w:fldChar w:fldCharType="begin">
          <w:fldData xml:space="preserve">PEVuZE5vdGU+PENpdGU+PEF1dGhvcj5MdTwvQXV0aG9yPjxZZWFyPjIwMjE8L1llYXI+PFJlY051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</w:fldData>
        </w:fldChar>
      </w:r>
      <w:r w:rsidR="006033AA">
        <w:instrText xml:space="preserve"> ADDIN EN.CITE </w:instrText>
      </w:r>
      <w:r w:rsidR="006033AA">
        <w:fldChar w:fldCharType="begin">
          <w:fldData xml:space="preserve">PEVuZE5vdGU+PENpdGU+PEF1dGhvcj5MdTwvQXV0aG9yPjxZZWFyPjIwMjE8L1llYXI+PFJlY051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</w:fldData>
        </w:fldChar>
      </w:r>
      <w:r w:rsidR="006033AA">
        <w:instrText xml:space="preserve"> ADDIN EN.CITE.DATA </w:instrText>
      </w:r>
      <w:r w:rsidR="006033AA">
        <w:fldChar w:fldCharType="end"/>
      </w:r>
      <w:r w:rsidR="006033AA">
        <w:fldChar w:fldCharType="separate"/>
      </w:r>
      <w:r w:rsidR="006033AA">
        <w:rPr>
          <w:noProof/>
        </w:rPr>
        <w:t>(Herman et al., 2003; Lu et al., 2021; McEwen, 2017c, 2020; McEwen &amp; Akil, 2020)</w:t>
      </w:r>
      <w:r w:rsidR="006033AA">
        <w:fldChar w:fldCharType="end"/>
      </w:r>
      <w:r>
        <w:t>. In humans, the glucocorticoid stress hormone c</w:t>
      </w:r>
      <w:r w:rsidR="004D1476">
        <w:t>ortisol is the molecular unit by which the human body</w:t>
      </w:r>
      <w:r>
        <w:t xml:space="preserve"> maintains homeostasis or</w:t>
      </w:r>
      <w:r w:rsidR="004D1476">
        <w:t xml:space="preserve"> pushes itself outside of homeostatic range</w:t>
      </w:r>
      <w:r>
        <w:t xml:space="preserve"> (into allostasis)</w:t>
      </w:r>
      <w:r w:rsidR="004D1476">
        <w:t xml:space="preserve"> in order to adapt to “non-normative” </w:t>
      </w:r>
      <w:r>
        <w:t xml:space="preserve">or extreme </w:t>
      </w:r>
      <w:r w:rsidR="004D1476">
        <w:t>conditions (experiences and environments)</w:t>
      </w:r>
      <w:ins w:id="40" w:author="Brenna Bray" w:date="2025-01-29T09:11:00Z" w16du:dateUtc="2025-01-29T16:11:00Z">
        <w:r w:rsidR="006033AA">
          <w:t xml:space="preserve"> </w:t>
        </w:r>
      </w:ins>
      <w:r w:rsidR="006033AA">
        <w:fldChar w:fldCharType="begin">
          <w:fldData xml:space="preserve">PEVuZE5vdGU+PENpdGU+PEF1dGhvcj5NY0V3ZW48L0F1dGhvcj48WWVhcj4xOTk4PC9ZZWFyPjxS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</w:fldData>
        </w:fldChar>
      </w:r>
      <w:r w:rsidR="006033AA">
        <w:instrText xml:space="preserve"> ADDIN EN.CITE </w:instrText>
      </w:r>
      <w:r w:rsidR="006033AA">
        <w:fldChar w:fldCharType="begin">
          <w:fldData xml:space="preserve">PEVuZE5vdGU+PENpdGU+PEF1dGhvcj5NY0V3ZW48L0F1dGhvcj48WWVhcj4xOTk4PC9ZZWFyPjxS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</w:fldData>
        </w:fldChar>
      </w:r>
      <w:r w:rsidR="006033AA">
        <w:instrText xml:space="preserve"> ADDIN EN.CITE.DATA </w:instrText>
      </w:r>
      <w:r w:rsidR="006033AA">
        <w:fldChar w:fldCharType="end"/>
      </w:r>
      <w:r w:rsidR="006033AA">
        <w:fldChar w:fldCharType="separate"/>
      </w:r>
      <w:r w:rsidR="006033AA">
        <w:rPr>
          <w:noProof/>
        </w:rPr>
        <w:t>(McEwen, 1998; McEwen &amp; Akil, 2020)</w:t>
      </w:r>
      <w:r w:rsidR="006033AA">
        <w:fldChar w:fldCharType="end"/>
      </w:r>
      <w:r w:rsidR="004D1476">
        <w:t xml:space="preserve">. As such, </w:t>
      </w:r>
      <w:r>
        <w:t xml:space="preserve">it </w:t>
      </w:r>
      <w:r w:rsidR="00712FAA">
        <w:t xml:space="preserve">may </w:t>
      </w:r>
      <w:r w:rsidR="00D03344">
        <w:t>not</w:t>
      </w:r>
      <w:r w:rsidR="00712FAA">
        <w:t xml:space="preserve"> be</w:t>
      </w:r>
      <w:r>
        <w:t xml:space="preserve"> surprising that </w:t>
      </w:r>
      <w:r w:rsidR="004D1476">
        <w:t>the glucocorticoid stress system regulates every single bo</w:t>
      </w:r>
      <w:r>
        <w:t xml:space="preserve">dily organ, organ </w:t>
      </w:r>
      <w:r w:rsidR="004D1476">
        <w:t>system, function, and process</w:t>
      </w:r>
      <w:r w:rsidR="00E76348">
        <w:t xml:space="preserve"> in the human body</w:t>
      </w:r>
      <w:r>
        <w:t xml:space="preserve"> (both in homeostasis and allostasis)</w:t>
      </w:r>
      <w:ins w:id="41" w:author="Brenna Bray" w:date="2025-01-29T09:13:00Z" w16du:dateUtc="2025-01-29T16:13:00Z">
        <w:r w:rsidR="006033AA" w:rsidRPr="006033AA">
          <w:t xml:space="preserve"> </w:t>
        </w:r>
        <w:r w:rsidR="006033AA">
          <w:fldChar w:fldCharType="begin">
            <w:fldData xml:space="preserve">PEVuZE5vdGU+PENpdGU+PEF1dGhvcj5NY0V3ZW48L0F1dGhvcj48WWVhcj4xOTk4PC9ZZWFyPjxS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</w:fldData>
          </w:fldChar>
        </w:r>
        <w:r w:rsidR="006033AA">
          <w:instrText xml:space="preserve"> ADDIN EN.CITE </w:instrText>
        </w:r>
        <w:r w:rsidR="006033AA">
          <w:fldChar w:fldCharType="begin">
            <w:fldData xml:space="preserve">PEVuZE5vdGU+PENpdGU+PEF1dGhvcj5NY0V3ZW48L0F1dGhvcj48WWVhcj4xOTk4PC9ZZWFyPjxS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</w:fldData>
          </w:fldChar>
        </w:r>
        <w:r w:rsidR="006033AA">
          <w:instrText xml:space="preserve"> ADDIN EN.CITE.DATA </w:instrText>
        </w:r>
        <w:r w:rsidR="006033AA">
          <w:fldChar w:fldCharType="end"/>
        </w:r>
        <w:r w:rsidR="006033AA">
          <w:fldChar w:fldCharType="separate"/>
        </w:r>
        <w:r w:rsidR="006033AA">
          <w:rPr>
            <w:noProof/>
          </w:rPr>
          <w:t>(McEwen, 1998; McEwen &amp; Akil, 2020)</w:t>
        </w:r>
        <w:r w:rsidR="006033AA">
          <w:fldChar w:fldCharType="end"/>
        </w:r>
      </w:ins>
      <w:r>
        <w:t xml:space="preserve">. </w:t>
      </w:r>
    </w:p>
    <w:p w14:paraId="1149303F" w14:textId="1DCC9F51" w:rsidR="004C6355" w:rsidRDefault="008C713D" w:rsidP="008C713D">
      <w:pPr>
        <w:pStyle w:val="Heading3"/>
        <w:numPr>
          <w:ilvl w:val="1"/>
          <w:numId w:val="3"/>
        </w:numPr>
        <w:rPr>
          <w:b/>
          <w:bCs/>
        </w:rPr>
      </w:pPr>
      <w:r w:rsidRPr="00610094">
        <w:rPr>
          <w:b/>
          <w:bCs/>
        </w:rPr>
        <w:t>Cortisol Regulation of</w:t>
      </w:r>
      <w:r w:rsidR="004C6355">
        <w:rPr>
          <w:b/>
          <w:bCs/>
        </w:rPr>
        <w:t xml:space="preserve"> the Life Cycle</w:t>
      </w:r>
    </w:p>
    <w:p w14:paraId="4E75A7A3" w14:textId="29631E90" w:rsidR="008C713D" w:rsidRDefault="00712FAA" w:rsidP="008C713D">
      <w:pPr>
        <w:ind w:left="360"/>
      </w:pPr>
      <w:r>
        <w:t xml:space="preserve">Throughout the </w:t>
      </w:r>
      <w:r w:rsidRPr="002E610A">
        <w:t>lifespan</w:t>
      </w:r>
      <w:r>
        <w:t>, cortisol regulation of serotonin coordinates our birth, development, migration, growth, aging/senescence, and end of life processes</w:t>
      </w:r>
      <w:r w:rsidR="006033AA">
        <w:fldChar w:fldCharType="begin">
          <w:fldData xml:space="preserve">PEVuZE5vdGU+PENpdGU+PEF1dGhvcj5NY0V3ZW48L0F1dGhvcj48WWVhcj4yMDE3PC9ZZWFyPjxS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</w:fldData>
        </w:fldChar>
      </w:r>
      <w:r w:rsidR="006033AA">
        <w:instrText xml:space="preserve"> ADDIN EN.CITE </w:instrText>
      </w:r>
      <w:r w:rsidR="006033AA">
        <w:fldChar w:fldCharType="begin">
          <w:fldData xml:space="preserve">PEVuZE5vdGU+PENpdGU+PEF1dGhvcj5NY0V3ZW48L0F1dGhvcj48WWVhcj4yMDE3PC9ZZWFyPjxS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</w:fldData>
        </w:fldChar>
      </w:r>
      <w:r w:rsidR="006033AA">
        <w:instrText xml:space="preserve"> ADDIN EN.CITE.DATA </w:instrText>
      </w:r>
      <w:r w:rsidR="006033AA">
        <w:fldChar w:fldCharType="end"/>
      </w:r>
      <w:r w:rsidR="006033AA">
        <w:fldChar w:fldCharType="separate"/>
      </w:r>
      <w:r w:rsidR="006033AA">
        <w:rPr>
          <w:noProof/>
        </w:rPr>
        <w:t>(McEwen, 2017a)</w:t>
      </w:r>
      <w:r w:rsidR="006033AA">
        <w:fldChar w:fldCharType="end"/>
      </w:r>
      <w:r>
        <w:t xml:space="preserve">. </w:t>
      </w:r>
    </w:p>
    <w:p w14:paraId="7C8DFABD" w14:textId="398283C0" w:rsidR="008C713D" w:rsidRPr="004C6355" w:rsidRDefault="008C713D" w:rsidP="004C6355">
      <w:pPr>
        <w:pStyle w:val="Heading3"/>
        <w:numPr>
          <w:ilvl w:val="1"/>
          <w:numId w:val="3"/>
        </w:numPr>
        <w:rPr>
          <w:b/>
          <w:bCs/>
        </w:rPr>
      </w:pPr>
      <w:r w:rsidRPr="004C6355">
        <w:rPr>
          <w:b/>
          <w:bCs/>
        </w:rPr>
        <w:t xml:space="preserve">Sleep &amp; Wakefulness </w:t>
      </w:r>
    </w:p>
    <w:p w14:paraId="243C5276" w14:textId="49CF772F" w:rsidR="002E610A" w:rsidRDefault="002E610A" w:rsidP="004C6355">
      <w:pPr>
        <w:pStyle w:val="Heading3"/>
      </w:pPr>
      <w:r>
        <w:t>Neurobiological (Cognition, Mentation, Sensation, Perception, Emotion, Action)</w:t>
      </w:r>
    </w:p>
    <w:p w14:paraId="05B040C1" w14:textId="4E2D1DBA" w:rsidR="00F04005" w:rsidRDefault="004D1476" w:rsidP="008C713D">
      <w:pPr>
        <w:ind w:left="360"/>
      </w:pPr>
      <w:r>
        <w:t xml:space="preserve">Cortisol contributes to the transition from </w:t>
      </w:r>
      <w:r w:rsidRPr="002E610A">
        <w:t>sleep to wakefulness</w:t>
      </w:r>
      <w:ins w:id="42" w:author="Brenna Bray" w:date="2025-01-29T09:14:00Z" w16du:dateUtc="2025-01-29T16:14:00Z">
        <w:r w:rsidR="006033AA">
          <w:t xml:space="preserve"> </w:t>
        </w:r>
      </w:ins>
      <w:r w:rsidR="006033AA">
        <w:fldChar w:fldCharType="begin">
          <w:fldData xml:space="preserve">PEVuZE5vdGU+PENpdGU+PEF1dGhvcj5LbmV6ZXZpYzwvQXV0aG9yPjxZZWFyPjIwMjM8L1llYXI+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</w:fldData>
        </w:fldChar>
      </w:r>
      <w:r w:rsidR="006033AA">
        <w:instrText xml:space="preserve"> ADDIN EN.CITE </w:instrText>
      </w:r>
      <w:r w:rsidR="006033AA">
        <w:fldChar w:fldCharType="begin">
          <w:fldData xml:space="preserve">PEVuZE5vdGU+PENpdGU+PEF1dGhvcj5LbmV6ZXZpYzwvQXV0aG9yPjxZZWFyPjIwMjM8L1llYXI+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</w:fldData>
        </w:fldChar>
      </w:r>
      <w:r w:rsidR="006033AA">
        <w:instrText xml:space="preserve"> ADDIN EN.CITE.DATA </w:instrText>
      </w:r>
      <w:r w:rsidR="006033AA">
        <w:fldChar w:fldCharType="end"/>
      </w:r>
      <w:r w:rsidR="006033AA">
        <w:fldChar w:fldCharType="separate"/>
      </w:r>
      <w:r w:rsidR="006033AA">
        <w:rPr>
          <w:noProof/>
        </w:rPr>
        <w:t>(E. Knezevic et al., 2023; Mohd Azmi et al., 2021; Walker et al., 2020)</w:t>
      </w:r>
      <w:r w:rsidR="006033AA">
        <w:fldChar w:fldCharType="end"/>
      </w:r>
      <w:r w:rsidR="00A94789">
        <w:t xml:space="preserve">. </w:t>
      </w:r>
      <w:r w:rsidR="00B948CF">
        <w:t xml:space="preserve">At the </w:t>
      </w:r>
      <w:r w:rsidR="00B948CF" w:rsidRPr="008C713D">
        <w:rPr>
          <w:b/>
          <w:bCs/>
        </w:rPr>
        <w:t xml:space="preserve">neurobiological level, morning glucocorticoid (cortisol) surges </w:t>
      </w:r>
      <w:r w:rsidR="00B948CF" w:rsidRPr="00B948CF">
        <w:t xml:space="preserve">result in </w:t>
      </w:r>
      <w:r w:rsidR="00B948CF">
        <w:t xml:space="preserve">dopamine output surges that assist in the transition from mental/cognitive sleep to wakefulness and </w:t>
      </w:r>
      <w:r w:rsidR="00B948CF" w:rsidRPr="00B948CF">
        <w:t>provide</w:t>
      </w:r>
      <w:r w:rsidR="00B948CF">
        <w:t xml:space="preserve"> us with motivation to “seize day” and direct our energy toward specific tasks that are assigned dopaminergic salience (e.g., “value”), ranging from seeking, preparing, and consuming coffee and breakfast, maintaining our social hygiene through washing/bathing and clothing routines, prioritizing, planning, scheduling and implementing our daily and long-term schedules and activities</w:t>
      </w:r>
      <w:ins w:id="43" w:author="Brenna Bray" w:date="2025-01-29T09:36:00Z" w16du:dateUtc="2025-01-29T16:36:00Z">
        <w:r w:rsidR="006033AA">
          <w:t xml:space="preserve"> </w:t>
        </w:r>
      </w:ins>
      <w:r w:rsidR="006033AA">
        <w:fldChar w:fldCharType="begin">
          <w:fldData xml:space="preserve">PEVuZE5vdGU+PENpdGU+PEF1dGhvcj5CcmF5PC9BdXRob3I+PFllYXI+MjAyMDwvWWVhcj48UmVj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</w:fldData>
        </w:fldChar>
      </w:r>
      <w:r w:rsidR="006033AA">
        <w:instrText xml:space="preserve"> ADDIN EN.CITE </w:instrText>
      </w:r>
      <w:r w:rsidR="006033AA">
        <w:fldChar w:fldCharType="begin">
          <w:fldData xml:space="preserve">PEVuZE5vdGU+PENpdGU+PEF1dGhvcj5CcmF5PC9BdXRob3I+PFllYXI+MjAyMDwvWWVhcj48UmVj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</w:fldData>
        </w:fldChar>
      </w:r>
      <w:r w:rsidR="006033AA">
        <w:instrText xml:space="preserve"> ADDIN EN.CITE.DATA </w:instrText>
      </w:r>
      <w:r w:rsidR="006033AA">
        <w:fldChar w:fldCharType="end"/>
      </w:r>
      <w:r w:rsidR="006033AA">
        <w:fldChar w:fldCharType="separate"/>
      </w:r>
      <w:r w:rsidR="006033AA">
        <w:rPr>
          <w:noProof/>
        </w:rPr>
        <w:t>(Bray et al., 2020; E. Knezevic et al., 2023; Mohd Azmi et al., 2021; Walker et al., 2020)</w:t>
      </w:r>
      <w:r w:rsidR="006033AA">
        <w:fldChar w:fldCharType="end"/>
      </w:r>
      <w:r w:rsidR="00B948CF">
        <w:t xml:space="preserve">. </w:t>
      </w:r>
      <w:r w:rsidR="00712FAA">
        <w:t xml:space="preserve">Cortisol regulation of the </w:t>
      </w:r>
      <w:r w:rsidR="00712FAA" w:rsidRPr="008C713D">
        <w:rPr>
          <w:b/>
          <w:bCs/>
        </w:rPr>
        <w:lastRenderedPageBreak/>
        <w:t>nigrostriatal dopamine system</w:t>
      </w:r>
      <w:r w:rsidR="00712FAA">
        <w:t xml:space="preserve"> enables us to translate our cognitive processes into physical actions </w:t>
      </w:r>
      <w:r w:rsidR="006033AA">
        <w:t>{Bray, 2020 #3575;Bray, 2018 #2912}</w:t>
      </w:r>
      <w:del w:id="44" w:author="Brenna Bray" w:date="2025-01-29T09:37:00Z" w16du:dateUtc="2025-01-29T16:37:00Z">
        <w:r w:rsidR="00712FAA" w:rsidDel="006033AA">
          <w:delText>(Bray et al., 2018; 2020).</w:delText>
        </w:r>
        <w:r w:rsidR="008C713D" w:rsidDel="006033AA">
          <w:delText xml:space="preserve"> </w:delText>
        </w:r>
      </w:del>
      <w:ins w:id="45" w:author="Brenna Bray" w:date="2025-01-29T09:37:00Z" w16du:dateUtc="2025-01-29T16:37:00Z">
        <w:r w:rsidR="006033AA">
          <w:t>.</w:t>
        </w:r>
      </w:ins>
    </w:p>
    <w:p w14:paraId="14E8029F" w14:textId="277CB280" w:rsidR="002E610A" w:rsidRDefault="002E610A" w:rsidP="004C6355">
      <w:pPr>
        <w:pStyle w:val="Heading3"/>
      </w:pPr>
      <w:r>
        <w:t>Biophysical (Orthostatic Changes, Motion, Movement, Action)</w:t>
      </w:r>
    </w:p>
    <w:p w14:paraId="1765AA7E" w14:textId="039841B6" w:rsidR="008C713D" w:rsidRDefault="00B948CF" w:rsidP="008C713D">
      <w:pPr>
        <w:ind w:left="360"/>
      </w:pPr>
      <w:r>
        <w:t>At a more physical/biological level, morning glucocorticoid surges</w:t>
      </w:r>
      <w:r w:rsidR="00A94789">
        <w:t xml:space="preserve"> impact o</w:t>
      </w:r>
      <w:r>
        <w:t>ur</w:t>
      </w:r>
      <w:r w:rsidR="00A94789">
        <w:t xml:space="preserve"> </w:t>
      </w:r>
      <w:r w:rsidR="00D03344" w:rsidRPr="008C713D">
        <w:rPr>
          <w:b/>
          <w:bCs/>
        </w:rPr>
        <w:t xml:space="preserve">respiratory and </w:t>
      </w:r>
      <w:r w:rsidR="00A94789" w:rsidRPr="008C713D">
        <w:rPr>
          <w:b/>
          <w:bCs/>
        </w:rPr>
        <w:t>heart rate</w:t>
      </w:r>
      <w:r w:rsidRPr="008C713D">
        <w:rPr>
          <w:b/>
          <w:bCs/>
        </w:rPr>
        <w:t>s</w:t>
      </w:r>
      <w:r w:rsidR="00A94789" w:rsidRPr="008C713D">
        <w:rPr>
          <w:b/>
          <w:bCs/>
        </w:rPr>
        <w:t>, blood pressure, and blood glucose levels</w:t>
      </w:r>
      <w:r w:rsidRPr="008C713D">
        <w:rPr>
          <w:b/>
          <w:bCs/>
        </w:rPr>
        <w:t>,</w:t>
      </w:r>
      <w:r w:rsidR="00A94789">
        <w:t xml:space="preserve"> enabl</w:t>
      </w:r>
      <w:r>
        <w:t>ing</w:t>
      </w:r>
      <w:r w:rsidR="00A94789">
        <w:t xml:space="preserve"> us to transition </w:t>
      </w:r>
      <w:proofErr w:type="spellStart"/>
      <w:r w:rsidR="00A94789">
        <w:t>orthostatically</w:t>
      </w:r>
      <w:proofErr w:type="spellEnd"/>
      <w:r w:rsidR="00A94789">
        <w:t xml:space="preserve"> from the supine sleeping position to prone standing and moving positions</w:t>
      </w:r>
      <w:ins w:id="46" w:author="Brenna Bray" w:date="2025-01-29T09:17:00Z" w16du:dateUtc="2025-01-29T16:17:00Z">
        <w:r w:rsidR="006033AA">
          <w:t xml:space="preserve"> </w:t>
        </w:r>
        <w:r w:rsidR="006033AA">
          <w:fldChar w:fldCharType="begin">
            <w:fldData xml:space="preserve">PEVuZE5vdGU+PENpdGU+PEF1dGhvcj5LbmV6ZXZpYzwvQXV0aG9yPjxZZWFyPjIwMjM8L1llYXI+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</w:fldData>
          </w:fldChar>
        </w:r>
      </w:ins>
      <w:r w:rsidR="006033AA">
        <w:instrText xml:space="preserve"> ADDIN EN.CITE </w:instrText>
      </w:r>
      <w:r w:rsidR="006033AA">
        <w:fldChar w:fldCharType="begin">
          <w:fldData xml:space="preserve">PEVuZE5vdGU+PENpdGU+PEF1dGhvcj5LbmV6ZXZpYzwvQXV0aG9yPjxZZWFyPjIwMjM8L1llYXI+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</w:fldData>
        </w:fldChar>
      </w:r>
      <w:r w:rsidR="006033AA">
        <w:instrText xml:space="preserve"> ADDIN EN.CITE.DATA </w:instrText>
      </w:r>
      <w:r w:rsidR="006033AA">
        <w:fldChar w:fldCharType="end"/>
      </w:r>
      <w:ins w:id="47" w:author="Brenna Bray" w:date="2025-01-29T09:17:00Z" w16du:dateUtc="2025-01-29T16:17:00Z">
        <w:r w:rsidR="006033AA">
          <w:fldChar w:fldCharType="separate"/>
        </w:r>
      </w:ins>
      <w:r w:rsidR="006033AA">
        <w:rPr>
          <w:noProof/>
        </w:rPr>
        <w:t>(E. Knezevic et al., 2023; Mohd Azmi et al., 2021; Walker et al., 2020)</w:t>
      </w:r>
      <w:ins w:id="48" w:author="Brenna Bray" w:date="2025-01-29T09:17:00Z" w16du:dateUtc="2025-01-29T16:17:00Z">
        <w:r w:rsidR="006033AA">
          <w:fldChar w:fldCharType="end"/>
        </w:r>
      </w:ins>
      <w:r w:rsidR="00A94789">
        <w:t xml:space="preserve">. </w:t>
      </w:r>
    </w:p>
    <w:p w14:paraId="7E5EAB70" w14:textId="39321455" w:rsidR="00F04005" w:rsidRDefault="00F04005" w:rsidP="008C713D">
      <w:pPr>
        <w:ind w:left="360"/>
      </w:pPr>
      <w:r>
        <w:t xml:space="preserve">At the end of the day, diminished cortisol levels contribute to the neurobiological and physical transition from wakefulness to sleep and rest. </w:t>
      </w:r>
    </w:p>
    <w:p w14:paraId="49C2CA5D" w14:textId="41FF02F6" w:rsidR="00F04005" w:rsidRPr="004C6355" w:rsidRDefault="00F04005" w:rsidP="004C6355">
      <w:pPr>
        <w:pStyle w:val="Heading3"/>
        <w:numPr>
          <w:ilvl w:val="1"/>
          <w:numId w:val="3"/>
        </w:numPr>
        <w:rPr>
          <w:b/>
          <w:bCs/>
        </w:rPr>
      </w:pPr>
      <w:r w:rsidRPr="004C6355">
        <w:rPr>
          <w:b/>
          <w:bCs/>
        </w:rPr>
        <w:t xml:space="preserve">Daily Processes, Functions, &amp; Activities </w:t>
      </w:r>
    </w:p>
    <w:p w14:paraId="1A231D38" w14:textId="50249BE0" w:rsidR="002E610A" w:rsidRDefault="002E610A" w:rsidP="004C6355">
      <w:pPr>
        <w:pStyle w:val="Heading3"/>
      </w:pPr>
      <w:r>
        <w:t>Biophysical (Orthostatic Changes, Motion, Movement, Action)</w:t>
      </w:r>
    </w:p>
    <w:p w14:paraId="18D642B9" w14:textId="53EB89B2" w:rsidR="008C713D" w:rsidRDefault="00B948CF" w:rsidP="008C713D">
      <w:pPr>
        <w:ind w:left="360"/>
      </w:pPr>
      <w:r>
        <w:t xml:space="preserve">Cortisol also sustains our physical and mental/neurobiological processes throughout the day. </w:t>
      </w:r>
      <w:r w:rsidR="008C713D">
        <w:t xml:space="preserve"> </w:t>
      </w:r>
      <w:r>
        <w:t>Continued g</w:t>
      </w:r>
      <w:r w:rsidR="00D03344">
        <w:t>lucocorticoid</w:t>
      </w:r>
      <w:r w:rsidR="00A94789">
        <w:t xml:space="preserve"> regulation of </w:t>
      </w:r>
      <w:r w:rsidR="00A94789" w:rsidRPr="008C713D">
        <w:rPr>
          <w:b/>
          <w:bCs/>
        </w:rPr>
        <w:t>heart and respiratory rate, blood pressure, and metabolism</w:t>
      </w:r>
      <w:r>
        <w:t xml:space="preserve"> throughout the day</w:t>
      </w:r>
      <w:r w:rsidR="00A94789">
        <w:t xml:space="preserve"> enable us to access</w:t>
      </w:r>
      <w:r>
        <w:t xml:space="preserve"> and sustain</w:t>
      </w:r>
      <w:r w:rsidR="00A94789">
        <w:t xml:space="preserve"> a variety of ranges of motion and movement</w:t>
      </w:r>
      <w:r>
        <w:t>s</w:t>
      </w:r>
      <w:r w:rsidR="00712FAA">
        <w:t xml:space="preserve">, including </w:t>
      </w:r>
      <w:r w:rsidR="00D03344">
        <w:t>sleeping</w:t>
      </w:r>
      <w:r>
        <w:t>/resting/napping</w:t>
      </w:r>
      <w:r w:rsidR="00D03344">
        <w:t>, sitting, standing, walking, running, coordinating our limbs and appendages for fine-tuned motor skills and functional movement processes</w:t>
      </w:r>
      <w:ins w:id="49" w:author="Brenna Bray" w:date="2025-01-29T09:17:00Z" w16du:dateUtc="2025-01-29T16:17:00Z">
        <w:r w:rsidR="006033AA">
          <w:t xml:space="preserve"> </w:t>
        </w:r>
        <w:r w:rsidR="006033AA">
          <w:fldChar w:fldCharType="begin">
            <w:fldData xml:space="preserve">PEVuZE5vdGU+PENpdGU+PEF1dGhvcj5LbmV6ZXZpYzwvQXV0aG9yPjxZZWFyPjIwMjM8L1llYXI+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</w:fldData>
          </w:fldChar>
        </w:r>
      </w:ins>
      <w:r w:rsidR="006033AA">
        <w:instrText xml:space="preserve"> ADDIN EN.CITE </w:instrText>
      </w:r>
      <w:r w:rsidR="006033AA">
        <w:fldChar w:fldCharType="begin">
          <w:fldData xml:space="preserve">PEVuZE5vdGU+PENpdGU+PEF1dGhvcj5LbmV6ZXZpYzwvQXV0aG9yPjxZZWFyPjIwMjM8L1llYXI+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</w:fldData>
        </w:fldChar>
      </w:r>
      <w:r w:rsidR="006033AA">
        <w:instrText xml:space="preserve"> ADDIN EN.CITE.DATA </w:instrText>
      </w:r>
      <w:r w:rsidR="006033AA">
        <w:fldChar w:fldCharType="end"/>
      </w:r>
      <w:ins w:id="50" w:author="Brenna Bray" w:date="2025-01-29T09:17:00Z" w16du:dateUtc="2025-01-29T16:17:00Z">
        <w:r w:rsidR="006033AA">
          <w:fldChar w:fldCharType="separate"/>
        </w:r>
      </w:ins>
      <w:r w:rsidR="006033AA">
        <w:rPr>
          <w:noProof/>
        </w:rPr>
        <w:t>(E. Knezevic et al., 2023; Mohd Azmi et al., 2021; Walker et al., 2020)</w:t>
      </w:r>
      <w:ins w:id="51" w:author="Brenna Bray" w:date="2025-01-29T09:17:00Z" w16du:dateUtc="2025-01-29T16:17:00Z">
        <w:r w:rsidR="006033AA">
          <w:fldChar w:fldCharType="end"/>
        </w:r>
      </w:ins>
      <w:r w:rsidR="00712FAA">
        <w:t>.</w:t>
      </w:r>
    </w:p>
    <w:p w14:paraId="62410DC3" w14:textId="7E8D5CB9" w:rsidR="002E610A" w:rsidRDefault="002E610A" w:rsidP="004C6355">
      <w:pPr>
        <w:pStyle w:val="Heading3"/>
      </w:pPr>
      <w:r>
        <w:t>Neurobiological (Cognition, Regulation, Executive Function)</w:t>
      </w:r>
    </w:p>
    <w:p w14:paraId="09244E58" w14:textId="4465BA07" w:rsidR="00263330" w:rsidRDefault="00B948CF" w:rsidP="00263330">
      <w:pPr>
        <w:ind w:left="360"/>
      </w:pPr>
      <w:r>
        <w:t xml:space="preserve">At the neurobiological level, continued glucocorticoid (cortisol) regulation of the </w:t>
      </w:r>
      <w:r w:rsidRPr="008C713D">
        <w:rPr>
          <w:b/>
          <w:bCs/>
        </w:rPr>
        <w:t xml:space="preserve">mesolimbic </w:t>
      </w:r>
      <w:r w:rsidR="008C713D">
        <w:rPr>
          <w:b/>
          <w:bCs/>
        </w:rPr>
        <w:t xml:space="preserve">and nigrostriatal </w:t>
      </w:r>
      <w:r w:rsidRPr="008C713D">
        <w:rPr>
          <w:b/>
          <w:bCs/>
        </w:rPr>
        <w:t>dopamine system</w:t>
      </w:r>
      <w:r w:rsidR="008C713D">
        <w:rPr>
          <w:b/>
          <w:bCs/>
        </w:rPr>
        <w:t xml:space="preserve"> (as well as nearly all other neurotransmitter systems)</w:t>
      </w:r>
      <w:r w:rsidRPr="008C713D">
        <w:rPr>
          <w:b/>
          <w:bCs/>
        </w:rPr>
        <w:t xml:space="preserve"> </w:t>
      </w:r>
      <w:r w:rsidR="00712FAA">
        <w:t xml:space="preserve">enables us </w:t>
      </w:r>
      <w:r>
        <w:t>to focus, direct</w:t>
      </w:r>
      <w:r w:rsidR="008C713D">
        <w:t>,</w:t>
      </w:r>
      <w:r>
        <w:t xml:space="preserve"> and redirect our attention to a variety of internal and external stimuli</w:t>
      </w:r>
      <w:r w:rsidR="008C713D">
        <w:t xml:space="preserve"> and </w:t>
      </w:r>
      <w:r>
        <w:t>process</w:t>
      </w:r>
      <w:r w:rsidR="008C713D">
        <w:t>, rank/value, coordinate, and enact/implement</w:t>
      </w:r>
      <w:r>
        <w:t xml:space="preserve"> </w:t>
      </w:r>
      <w:r w:rsidR="008C713D">
        <w:t>a variety of</w:t>
      </w:r>
      <w:r>
        <w:t xml:space="preserve"> internal and external </w:t>
      </w:r>
      <w:r w:rsidR="008C713D">
        <w:t xml:space="preserve">short- and long-term </w:t>
      </w:r>
      <w:r>
        <w:t>responses to those stimuli</w:t>
      </w:r>
      <w:r w:rsidR="008C713D">
        <w:t xml:space="preserve"> </w:t>
      </w:r>
      <w:ins w:id="52" w:author="Brenna Bray" w:date="2025-01-29T09:39:00Z" w16du:dateUtc="2025-01-29T16:39:00Z">
        <w:r w:rsidR="006033AA">
          <w:t>{Bray, 2020 #3575;Bray, 2018 #2912}</w:t>
        </w:r>
      </w:ins>
      <w:del w:id="53" w:author="Brenna Bray" w:date="2025-01-29T09:39:00Z" w16du:dateUtc="2025-01-29T16:39:00Z">
        <w:r w:rsidR="008C713D" w:rsidDel="006033AA">
          <w:delText>(</w:delText>
        </w:r>
        <w:r w:rsidR="008C713D" w:rsidDel="006033AA">
          <w:fldChar w:fldCharType="begin"/>
        </w:r>
        <w:r w:rsidR="008C713D" w:rsidDel="006033AA">
          <w:delInstrText>HYPERLINK "https://search-proquest-com.ezproxy.usd.edu/docview/2157998281?accountid=14750"</w:delInstrText>
        </w:r>
        <w:r w:rsidR="008C713D" w:rsidDel="006033AA">
          <w:fldChar w:fldCharType="separate"/>
        </w:r>
        <w:r w:rsidR="008C713D" w:rsidRPr="00280168" w:rsidDel="006033AA">
          <w:rPr>
            <w:rStyle w:val="Hyperlink"/>
          </w:rPr>
          <w:delText>Bray et al., 2018</w:delText>
        </w:r>
        <w:r w:rsidR="008C713D" w:rsidDel="006033AA">
          <w:rPr>
            <w:rStyle w:val="Hyperlink"/>
          </w:rPr>
          <w:fldChar w:fldCharType="end"/>
        </w:r>
        <w:r w:rsidR="008C713D" w:rsidDel="006033AA">
          <w:delText xml:space="preserve">; </w:delText>
        </w:r>
        <w:r w:rsidR="008C713D" w:rsidDel="006033AA">
          <w:fldChar w:fldCharType="begin"/>
        </w:r>
        <w:r w:rsidR="008C713D" w:rsidDel="006033AA">
          <w:delInstrText>HYPERLINK "https://pubmed.ncbi.nlm.nih.gov/31881169/"</w:delInstrText>
        </w:r>
        <w:r w:rsidR="008C713D" w:rsidDel="006033AA">
          <w:fldChar w:fldCharType="separate"/>
        </w:r>
        <w:r w:rsidR="008C713D" w:rsidRPr="00280168" w:rsidDel="006033AA">
          <w:rPr>
            <w:rStyle w:val="Hyperlink"/>
          </w:rPr>
          <w:delText>2020</w:delText>
        </w:r>
        <w:r w:rsidR="008C713D" w:rsidDel="006033AA">
          <w:rPr>
            <w:rStyle w:val="Hyperlink"/>
          </w:rPr>
          <w:fldChar w:fldCharType="end"/>
        </w:r>
        <w:r w:rsidR="008C713D" w:rsidDel="006033AA">
          <w:delText>)</w:delText>
        </w:r>
      </w:del>
      <w:r w:rsidR="008C713D">
        <w:t xml:space="preserve">. </w:t>
      </w:r>
    </w:p>
    <w:p w14:paraId="0C934662" w14:textId="05AF18CC" w:rsidR="00610094" w:rsidRPr="004C6355" w:rsidRDefault="00D61DEF" w:rsidP="004C6355">
      <w:pPr>
        <w:pStyle w:val="Heading3"/>
        <w:numPr>
          <w:ilvl w:val="1"/>
          <w:numId w:val="3"/>
        </w:numPr>
        <w:rPr>
          <w:b/>
          <w:bCs/>
        </w:rPr>
      </w:pPr>
      <w:r w:rsidRPr="004C6355">
        <w:rPr>
          <w:b/>
          <w:bCs/>
        </w:rPr>
        <w:t xml:space="preserve">Environmental </w:t>
      </w:r>
      <w:r w:rsidR="00ED07F1" w:rsidRPr="004C6355">
        <w:rPr>
          <w:b/>
          <w:bCs/>
        </w:rPr>
        <w:t>Awareness &amp; Response</w:t>
      </w:r>
    </w:p>
    <w:p w14:paraId="1BFECD94" w14:textId="4C2AF4FB" w:rsidR="00D61DEF" w:rsidRDefault="00D61DEF" w:rsidP="004C6355">
      <w:pPr>
        <w:pStyle w:val="Heading3"/>
      </w:pPr>
      <w:r>
        <w:t>Interoceptive Awareness: Internal Sensation &amp; Perception</w:t>
      </w:r>
    </w:p>
    <w:p w14:paraId="3568C3C1" w14:textId="5FF5B39B" w:rsidR="00ED07F1" w:rsidRDefault="00D03344" w:rsidP="00D61DEF">
      <w:pPr>
        <w:ind w:left="1440"/>
      </w:pPr>
      <w:r>
        <w:t xml:space="preserve">Glucocorticoid </w:t>
      </w:r>
      <w:r w:rsidR="00ED07F1">
        <w:t>modulation of dopamine output associated with interoceptive cues (e.g., cues about changes in our internal environments such as heart rate and blood pressure (as addressed above) as well as thirst, hunger, body temperature, etc.) can dictate the salience (value) of these cues and our conscious awareness of them and sensitivity to them in turn</w:t>
      </w:r>
      <w:ins w:id="54" w:author="Brenna Bray" w:date="2025-01-29T09:39:00Z" w16du:dateUtc="2025-01-29T16:39:00Z">
        <w:r w:rsidR="006033AA">
          <w:t xml:space="preserve"> </w:t>
        </w:r>
      </w:ins>
      <w:r w:rsidR="006033AA">
        <w:t>{Bray, 2022 #7840}{Schaan, 2019 #10482}{Schulz, 2015 #9201}{Koehnle, 2010 #10483}{Ouzir, 2016 #10484}</w:t>
      </w:r>
      <w:ins w:id="55" w:author="Brenna Bray" w:date="2025-01-29T09:43:00Z" w16du:dateUtc="2025-01-29T16:43:00Z">
        <w:r w:rsidR="006033AA">
          <w:t>.</w:t>
        </w:r>
      </w:ins>
      <w:del w:id="56" w:author="Brenna Bray" w:date="2025-01-29T09:43:00Z" w16du:dateUtc="2025-01-29T16:43:00Z">
        <w:r w:rsidR="00ED07F1" w:rsidDel="006033AA">
          <w:delText xml:space="preserve"> (</w:delText>
        </w:r>
        <w:r w:rsidR="00ED07F1" w:rsidDel="006033AA">
          <w:fldChar w:fldCharType="begin"/>
        </w:r>
        <w:r w:rsidR="00ED07F1" w:rsidDel="006033AA">
          <w:delInstrText>HYPERLINK "https://pubmed.ncbi.nlm.nih.gov/31881169/"</w:delInstrText>
        </w:r>
        <w:r w:rsidR="00ED07F1" w:rsidDel="006033AA">
          <w:fldChar w:fldCharType="separate"/>
        </w:r>
        <w:r w:rsidR="00ED07F1" w:rsidRPr="00280168" w:rsidDel="006033AA">
          <w:rPr>
            <w:rStyle w:val="Hyperlink"/>
          </w:rPr>
          <w:delText>Bray et al., 2022</w:delText>
        </w:r>
        <w:r w:rsidR="00ED07F1" w:rsidDel="006033AA">
          <w:rPr>
            <w:rStyle w:val="Hyperlink"/>
          </w:rPr>
          <w:fldChar w:fldCharType="end"/>
        </w:r>
        <w:r w:rsidR="00ED07F1" w:rsidDel="006033AA">
          <w:delText>;</w:delText>
        </w:r>
        <w:r w:rsidR="00280168" w:rsidDel="006033AA">
          <w:delText xml:space="preserve"> </w:delText>
        </w:r>
        <w:r w:rsidR="00280168" w:rsidDel="006033AA">
          <w:fldChar w:fldCharType="begin"/>
        </w:r>
        <w:r w:rsidR="00280168" w:rsidDel="006033AA">
          <w:delInstrText>HYPERLINK "https://pubmed.ncbi.nlm.nih.gov/31681049/"</w:delInstrText>
        </w:r>
        <w:r w:rsidR="00280168" w:rsidDel="006033AA">
          <w:fldChar w:fldCharType="separate"/>
        </w:r>
        <w:r w:rsidR="00280168" w:rsidRPr="00280168" w:rsidDel="006033AA">
          <w:rPr>
            <w:rStyle w:val="Hyperlink"/>
          </w:rPr>
          <w:delText>Schaa</w:delText>
        </w:r>
        <w:r w:rsidR="00280168" w:rsidRPr="00280168" w:rsidDel="006033AA">
          <w:rPr>
            <w:rStyle w:val="Hyperlink"/>
          </w:rPr>
          <w:delText>n</w:delText>
        </w:r>
        <w:r w:rsidR="00280168" w:rsidRPr="00280168" w:rsidDel="006033AA">
          <w:rPr>
            <w:rStyle w:val="Hyperlink"/>
          </w:rPr>
          <w:delText xml:space="preserve"> et al., 2019</w:delText>
        </w:r>
        <w:r w:rsidR="00280168" w:rsidDel="006033AA">
          <w:rPr>
            <w:rStyle w:val="Hyperlink"/>
          </w:rPr>
          <w:fldChar w:fldCharType="end"/>
        </w:r>
        <w:r w:rsidR="00280168" w:rsidDel="006033AA">
          <w:delText>;</w:delText>
        </w:r>
        <w:r w:rsidR="00ED07F1" w:rsidDel="006033AA">
          <w:delText xml:space="preserve"> </w:delText>
        </w:r>
        <w:r w:rsidR="00280168" w:rsidDel="006033AA">
          <w:fldChar w:fldCharType="begin"/>
        </w:r>
        <w:r w:rsidR="00280168" w:rsidDel="006033AA">
          <w:delInstrText>HYPERLINK "https://loop.frontiersin.org/people/31460"</w:delInstrText>
        </w:r>
        <w:r w:rsidR="00280168" w:rsidDel="006033AA">
          <w:fldChar w:fldCharType="separate"/>
        </w:r>
        <w:r w:rsidR="00280168" w:rsidRPr="00280168" w:rsidDel="006033AA">
          <w:rPr>
            <w:rStyle w:val="Hyperlink"/>
          </w:rPr>
          <w:delText>Schulz &amp; Vögele 2015</w:delText>
        </w:r>
        <w:r w:rsidR="00280168" w:rsidDel="006033AA">
          <w:rPr>
            <w:rStyle w:val="Hyperlink"/>
          </w:rPr>
          <w:fldChar w:fldCharType="end"/>
        </w:r>
        <w:r w:rsidR="00280168" w:rsidDel="006033AA">
          <w:delText xml:space="preserve">; </w:delText>
        </w:r>
        <w:r w:rsidR="004C6355" w:rsidDel="006033AA">
          <w:fldChar w:fldCharType="begin"/>
        </w:r>
        <w:r w:rsidR="004C6355" w:rsidDel="006033AA">
          <w:delInstrText>HYPERLINK "https://pubmed.ncbi.nlm.nih.gov/20159026/"</w:delInstrText>
        </w:r>
        <w:r w:rsidR="004C6355" w:rsidDel="006033AA">
          <w:fldChar w:fldCharType="separate"/>
        </w:r>
        <w:r w:rsidR="004C6355" w:rsidRPr="004C6355" w:rsidDel="006033AA">
          <w:rPr>
            <w:rStyle w:val="Hyperlink"/>
          </w:rPr>
          <w:delText>Koehnle</w:delText>
        </w:r>
        <w:r w:rsidR="004C6355" w:rsidRPr="004C6355" w:rsidDel="006033AA">
          <w:rPr>
            <w:rStyle w:val="Hyperlink"/>
            <w:vertAlign w:val="superscript"/>
          </w:rPr>
          <w:delText> </w:delText>
        </w:r>
        <w:r w:rsidR="004C6355" w:rsidRPr="004C6355" w:rsidDel="006033AA">
          <w:rPr>
            <w:rStyle w:val="Hyperlink"/>
          </w:rPr>
          <w:delText> &amp; Rinaman, 201</w:delText>
        </w:r>
        <w:r w:rsidR="004C6355" w:rsidRPr="004C6355" w:rsidDel="006033AA">
          <w:rPr>
            <w:rStyle w:val="Hyperlink"/>
          </w:rPr>
          <w:delText>0</w:delText>
        </w:r>
        <w:r w:rsidR="004C6355" w:rsidDel="006033AA">
          <w:rPr>
            <w:rStyle w:val="Hyperlink"/>
          </w:rPr>
          <w:fldChar w:fldCharType="end"/>
        </w:r>
        <w:r w:rsidR="004C6355" w:rsidDel="006033AA">
          <w:delText xml:space="preserve">; </w:delText>
        </w:r>
        <w:r w:rsidR="004C6355" w:rsidDel="006033AA">
          <w:fldChar w:fldCharType="begin"/>
        </w:r>
        <w:r w:rsidR="004C6355" w:rsidDel="006033AA">
          <w:delInstrText>HYPERLINK "https://pubmed.ncbi.nlm.nih.gov/27306332/"</w:delInstrText>
        </w:r>
        <w:r w:rsidR="004C6355" w:rsidDel="006033AA">
          <w:fldChar w:fldCharType="separate"/>
        </w:r>
        <w:r w:rsidR="004C6355" w:rsidRPr="004C6355" w:rsidDel="006033AA">
          <w:rPr>
            <w:rStyle w:val="Hyperlink"/>
          </w:rPr>
          <w:delText>Ouzir &amp; Errami, 201</w:delText>
        </w:r>
        <w:r w:rsidR="004C6355" w:rsidRPr="004C6355" w:rsidDel="006033AA">
          <w:rPr>
            <w:rStyle w:val="Hyperlink"/>
          </w:rPr>
          <w:delText>6</w:delText>
        </w:r>
        <w:r w:rsidR="004C6355" w:rsidDel="006033AA">
          <w:rPr>
            <w:rStyle w:val="Hyperlink"/>
          </w:rPr>
          <w:fldChar w:fldCharType="end"/>
        </w:r>
        <w:r w:rsidR="00ED07F1" w:rsidDel="006033AA">
          <w:delText xml:space="preserve">). </w:delText>
        </w:r>
      </w:del>
    </w:p>
    <w:p w14:paraId="2F94063F" w14:textId="7EE6AD8C" w:rsidR="00B948CF" w:rsidRDefault="004C6355" w:rsidP="00D61DEF">
      <w:pPr>
        <w:ind w:left="1440"/>
      </w:pPr>
      <w:r>
        <w:lastRenderedPageBreak/>
        <w:t xml:space="preserve">In relation to life sustaining activities (e.g., thirst, hunger, body temperature), stress then enables homeostatic </w:t>
      </w:r>
      <w:r w:rsidR="00D03344">
        <w:t xml:space="preserve">regulation of </w:t>
      </w:r>
      <w:r>
        <w:t>these activities and active responses when levels become allostatic (non-</w:t>
      </w:r>
      <w:proofErr w:type="spellStart"/>
      <w:r>
        <w:t>hoeostatic</w:t>
      </w:r>
      <w:proofErr w:type="spellEnd"/>
      <w:r>
        <w:t>)</w:t>
      </w:r>
      <w:ins w:id="57" w:author="Brenna Bray" w:date="2025-01-29T09:18:00Z" w16du:dateUtc="2025-01-29T16:18:00Z">
        <w:r w:rsidR="006033AA">
          <w:t xml:space="preserve"> </w:t>
        </w:r>
      </w:ins>
      <w:r w:rsidR="006033AA">
        <w:fldChar w:fldCharType="begin">
          <w:fldData xml:space="preserve">PEVuZE5vdGU+PENpdGU+PEF1dGhvcj5NY0V3ZW48L0F1dGhvcj48WWVhcj4xOTk4PC9ZZWFyPjxS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</w:fldData>
        </w:fldChar>
      </w:r>
      <w:r w:rsidR="006033AA">
        <w:instrText xml:space="preserve"> ADDIN EN.CITE </w:instrText>
      </w:r>
      <w:r w:rsidR="006033AA">
        <w:fldChar w:fldCharType="begin">
          <w:fldData xml:space="preserve">PEVuZE5vdGU+PENpdGU+PEF1dGhvcj5NY0V3ZW48L0F1dGhvcj48WWVhcj4xOTk4PC9ZZWFyPjxS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</w:fldData>
        </w:fldChar>
      </w:r>
      <w:r w:rsidR="006033AA">
        <w:instrText xml:space="preserve"> ADDIN EN.CITE.DATA </w:instrText>
      </w:r>
      <w:r w:rsidR="006033AA">
        <w:fldChar w:fldCharType="end"/>
      </w:r>
      <w:r w:rsidR="006033AA">
        <w:fldChar w:fldCharType="separate"/>
      </w:r>
      <w:r w:rsidR="006033AA">
        <w:rPr>
          <w:noProof/>
        </w:rPr>
        <w:t>(McEwen, 1998; McEwen, 2010, 2016)</w:t>
      </w:r>
      <w:r w:rsidR="006033AA">
        <w:fldChar w:fldCharType="end"/>
      </w:r>
      <w:r>
        <w:t>.</w:t>
      </w:r>
    </w:p>
    <w:p w14:paraId="6DC36F47" w14:textId="429DD018" w:rsidR="00D61DEF" w:rsidRDefault="00D61DEF" w:rsidP="004C6355">
      <w:pPr>
        <w:pStyle w:val="Heading3"/>
      </w:pPr>
      <w:r>
        <w:t>Thirst, Hunger, &amp; Hydration/Nutrition- Seeking, Engaging, Appetitive, &amp; Consumption Behaviors</w:t>
      </w:r>
    </w:p>
    <w:p w14:paraId="1CC7655B" w14:textId="22BF05F1" w:rsidR="00D03344" w:rsidRDefault="00D61DEF" w:rsidP="00D61DEF">
      <w:pPr>
        <w:ind w:left="1440"/>
      </w:pPr>
      <w:r>
        <w:t>Cortisol r</w:t>
      </w:r>
      <w:r w:rsidR="00D03344">
        <w:t xml:space="preserve">egulation of the gastrointestinal and immune systems enable us to take in samples of the external environment in the form of food and metabolize the food into energy, develop immune screening and signaling processes and responses to generate internal signals about our external environment (e.g., its nutritional diversity and safety), fuel life-sustaining microbes that live in our gut and support our many </w:t>
      </w:r>
      <w:proofErr w:type="gramStart"/>
      <w:r w:rsidR="00D03344">
        <w:t>functions, and</w:t>
      </w:r>
      <w:proofErr w:type="gramEnd"/>
      <w:r w:rsidR="00D03344">
        <w:t xml:space="preserve"> excrete what is not needed</w:t>
      </w:r>
      <w:ins w:id="58" w:author="Brenna Bray" w:date="2025-01-29T09:23:00Z" w16du:dateUtc="2025-01-29T16:23:00Z">
        <w:r w:rsidR="006033AA">
          <w:t xml:space="preserve"> </w:t>
        </w:r>
      </w:ins>
      <w:r w:rsidR="006033AA">
        <w:fldChar w:fldCharType="begin">
          <w:fldData xml:space="preserve">PEVuZE5vdGU+PENpdGU+PEF1dGhvcj5KYW1lczwvQXV0aG9yPjxZZWFyPjIwMjM8L1llYXI+PFJl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</w:fldData>
        </w:fldChar>
      </w:r>
      <w:r w:rsidR="006033AA">
        <w:instrText xml:space="preserve"> ADDIN EN.CITE </w:instrText>
      </w:r>
      <w:r w:rsidR="006033AA">
        <w:fldChar w:fldCharType="begin">
          <w:fldData xml:space="preserve">PEVuZE5vdGU+PENpdGU+PEF1dGhvcj5KYW1lczwvQXV0aG9yPjxZZWFyPjIwMjM8L1llYXI+PFJl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</w:fldData>
        </w:fldChar>
      </w:r>
      <w:r w:rsidR="006033AA">
        <w:instrText xml:space="preserve"> ADDIN EN.CITE.DATA </w:instrText>
      </w:r>
      <w:r w:rsidR="006033AA">
        <w:fldChar w:fldCharType="end"/>
      </w:r>
      <w:r w:rsidR="006033AA">
        <w:fldChar w:fldCharType="separate"/>
      </w:r>
      <w:r w:rsidR="006033AA">
        <w:rPr>
          <w:noProof/>
        </w:rPr>
        <w:t>(James et al., 2023; Emilija Knezevic et al., 2023)</w:t>
      </w:r>
      <w:r w:rsidR="006033AA">
        <w:fldChar w:fldCharType="end"/>
      </w:r>
      <w:r w:rsidR="00D03344">
        <w:t xml:space="preserve">. </w:t>
      </w:r>
    </w:p>
    <w:p w14:paraId="042D3655" w14:textId="77777777" w:rsidR="004C6355" w:rsidRDefault="004C6355" w:rsidP="004C6355">
      <w:pPr>
        <w:pStyle w:val="Heading3"/>
      </w:pPr>
      <w:r>
        <w:t>External Sensation &amp; Perception</w:t>
      </w:r>
    </w:p>
    <w:p w14:paraId="558A0643" w14:textId="4EC5CA72" w:rsidR="004C6355" w:rsidRDefault="004C6355" w:rsidP="004C6355">
      <w:pPr>
        <w:ind w:left="1440"/>
      </w:pPr>
      <w:r>
        <w:t>Cortisol contributes to the tight regulation of our sensory systems</w:t>
      </w:r>
      <w:ins w:id="59" w:author="Brenna Bray" w:date="2025-01-29T09:26:00Z" w16du:dateUtc="2025-01-29T16:26:00Z">
        <w:r w:rsidR="006033AA">
          <w:t xml:space="preserve"> </w:t>
        </w:r>
      </w:ins>
      <w:r w:rsidR="006033AA">
        <w:fldChar w:fldCharType="begin"/>
      </w:r>
      <w:r w:rsidR="006033AA">
        <w:instrText xml:space="preserve"> ADDIN EN.CITE &lt;EndNote&gt;&lt;Cite&gt;&lt;Author&gt;Knezevic&lt;/Author&gt;&lt;Year&gt;2023&lt;/Year&gt;&lt;RecNum&gt;10467&lt;/RecNum&gt;&lt;DisplayText&gt;(Emilija Knezevic et al., 2023)&lt;/DisplayText&gt;&lt;record&gt;&lt;rec-number&gt;10467&lt;/rec-number&gt;&lt;foreign-keys&gt;&lt;key app="EN" db-id="vv2s9rd9przr9lew5tv52rwde9rard2t52rt" timestamp="1738167777"&gt;10467&lt;/key&gt;&lt;/foreign-keys&gt;&lt;ref-type name="Journal Article"&gt;17&lt;/ref-type&gt;&lt;contributors&gt;&lt;authors&gt;&lt;author&gt;Knezevic, Emilija&lt;/author&gt;&lt;author&gt;Nenic, Katarina&lt;/author&gt;&lt;author&gt;Milanovic, Vladislav&lt;/author&gt;&lt;author&gt;Knezevic, Nebojsa Nick&lt;/author&gt;&lt;/authors&gt;&lt;/contributors&gt;&lt;titles&gt;&lt;title&gt;The Role of Cortisol in Chronic Stress, Neurodegenerative Diseases, and Psychological Disorders&lt;/title&gt;&lt;secondary-title&gt;Cells&lt;/secondary-title&gt;&lt;/titles&gt;&lt;periodical&gt;&lt;full-title&gt;Cells&lt;/full-title&gt;&lt;/periodical&gt;&lt;pages&gt;2726&lt;/pages&gt;&lt;volume&gt;12&lt;/volume&gt;&lt;number&gt;23&lt;/number&gt;&lt;dates&gt;&lt;year&gt;2023&lt;/year&gt;&lt;/dates&gt;&lt;isbn&gt;2073-4409&lt;/isbn&gt;&lt;accession-num&gt;doi:10.3390/cells12232726&lt;/accession-num&gt;&lt;urls&gt;&lt;related-urls&gt;&lt;url&gt;https://www.mdpi.com/2073-4409/12/23/2726&lt;/url&gt;&lt;/related-urls&gt;&lt;/urls&gt;&lt;/record&gt;&lt;/Cite&gt;&lt;/EndNote&gt;</w:instrText>
      </w:r>
      <w:r w:rsidR="006033AA">
        <w:fldChar w:fldCharType="separate"/>
      </w:r>
      <w:r w:rsidR="006033AA">
        <w:rPr>
          <w:noProof/>
        </w:rPr>
        <w:t>(Emilija Knezevic et al., 2023)</w:t>
      </w:r>
      <w:r w:rsidR="006033AA">
        <w:fldChar w:fldCharType="end"/>
      </w:r>
      <w:r>
        <w:t>. For example, cortisol enables stress to induce vasoconstriction that reduces the size of our field of vision to prioritize greater far-sided acuity while prolonged cortisol exposure can contribute to the sensitization of a variety of sensory receptors, resulting in heightened sensation that can help us gain awareness and understanding of our external environment</w:t>
      </w:r>
      <w:ins w:id="60" w:author="Brenna Bray" w:date="2025-01-29T09:27:00Z" w16du:dateUtc="2025-01-29T16:27:00Z">
        <w:r w:rsidR="006033AA">
          <w:t xml:space="preserve"> </w:t>
        </w:r>
      </w:ins>
      <w:r w:rsidR="006033AA">
        <w:fldChar w:fldCharType="begin"/>
      </w:r>
      <w:r w:rsidR="006033AA">
        <w:instrText xml:space="preserve"> ADDIN EN.CITE &lt;EndNote&gt;&lt;Cite&gt;&lt;Author&gt;James&lt;/Author&gt;&lt;Year&gt;2023&lt;/Year&gt;&lt;RecNum&gt;10468&lt;/RecNum&gt;&lt;DisplayText&gt;(James et al., 2023)&lt;/DisplayText&gt;&lt;record&gt;&lt;rec-number&gt;10468&lt;/rec-number&gt;&lt;foreign-keys&gt;&lt;key app="EN" db-id="vv2s9rd9przr9lew5tv52rwde9rard2t52rt" timestamp="1738167809"&gt;10468&lt;/key&gt;&lt;/foreign-keys&gt;&lt;ref-type name="Journal Article"&gt;17&lt;/ref-type&gt;&lt;contributors&gt;&lt;authors&gt;&lt;author&gt;James,Katharine Ann&lt;/author&gt;&lt;author&gt;Stromin,Juliet Ilena&lt;/author&gt;&lt;author&gt;Steenkamp,Nina&lt;/author&gt;&lt;author&gt;Combrinck,Marc Irwin&lt;/author&gt;&lt;/authors&gt;&lt;/contributors&gt;&lt;auth-address&gt;Katharine Ann James,Applied Cognitive Science and Experimental Neuropsychology Team (ACSENT) Laboratory, Department of Psychology, University of Cape Town,South Africa,kathjames1@gmail.com&amp;#xD;Katharine Ann James,Division of Geriatric Medicine, Department of Medicine, University of Cape Town,South Africa,kathjames1@gmail.com&lt;/auth-address&gt;&lt;titles&gt;&lt;title&gt;Understanding the relationships between physiological and psychosocial stress, cortisol and cognition&lt;/title&gt;&lt;secondary-title&gt;Frontiers in Endocrinology&lt;/secondary-title&gt;&lt;short-title&gt;Physiological and psychosocial stress, cortisol and cognition&lt;/short-title&gt;&lt;/titles&gt;&lt;periodical&gt;&lt;full-title&gt;Front Endocrinol (Lausanne)&lt;/full-title&gt;&lt;abbr-1&gt;Frontiers in endocrinology&lt;/abbr-1&gt;&lt;/periodical&gt;&lt;volume&gt;14&lt;/volume&gt;&lt;keywords&gt;&lt;keyword&gt;Cognition,cortisol,Endocrinologist,hypothalamic - pituitary - adrenal axis,Glucocorticoids,Physiological stress,psychosocial stress,Mental Health&lt;/keyword&gt;&lt;/keywords&gt;&lt;dates&gt;&lt;year&gt;2023&lt;/year&gt;&lt;pub-dates&gt;&lt;date&gt;2023-March-06&lt;/date&gt;&lt;/pub-dates&gt;&lt;/dates&gt;&lt;isbn&gt;1664-2392&lt;/isbn&gt;&lt;work-type&gt;Review&lt;/work-type&gt;&lt;urls&gt;&lt;related-urls&gt;&lt;url&gt;https://www.frontiersin.org/journals/endocrinology/articles/10.3389/fendo.2023.1085950&lt;/url&gt;&lt;/related-urls&gt;&lt;/urls&gt;&lt;electronic-resource-num&gt;10.3389/fendo.2023.1085950&lt;/electronic-resource-num&gt;&lt;language&gt;English&lt;/language&gt;&lt;/record&gt;&lt;/Cite&gt;&lt;/EndNote&gt;</w:instrText>
      </w:r>
      <w:r w:rsidR="006033AA">
        <w:fldChar w:fldCharType="separate"/>
      </w:r>
      <w:r w:rsidR="006033AA">
        <w:rPr>
          <w:noProof/>
        </w:rPr>
        <w:t>(James et al., 2023)</w:t>
      </w:r>
      <w:r w:rsidR="006033AA">
        <w:fldChar w:fldCharType="end"/>
      </w:r>
      <w:r>
        <w:t>. This is important in environments where there is perceived risk for danger (heightened senses of sight, smell, sound, and touch can help us avoid danger and navigate to safety more quickly</w:t>
      </w:r>
      <w:ins w:id="61" w:author="Brenna Bray" w:date="2025-01-29T09:29:00Z" w16du:dateUtc="2025-01-29T16:29:00Z">
        <w:r w:rsidR="006033AA">
          <w:t>)</w:t>
        </w:r>
      </w:ins>
      <w:r>
        <w:t>.</w:t>
      </w:r>
    </w:p>
    <w:p w14:paraId="630639CB" w14:textId="097E3CF6" w:rsidR="004C6355" w:rsidRPr="004C6355" w:rsidRDefault="004C6355" w:rsidP="004C6355">
      <w:pPr>
        <w:pStyle w:val="Heading3"/>
      </w:pPr>
      <w:r w:rsidRPr="004C6355">
        <w:t>Regulation of the kidneys and liver further regulate vital filtration, detoxification, and excretion systems</w:t>
      </w:r>
      <w:ins w:id="62" w:author="Brenna Bray" w:date="2025-01-29T09:29:00Z" w16du:dateUtc="2025-01-29T16:29:00Z">
        <w:r w:rsidR="006033AA">
          <w:t xml:space="preserve"> </w:t>
        </w:r>
      </w:ins>
      <w:r w:rsidR="006033AA">
        <w:fldChar w:fldCharType="begin">
          <w:fldData xml:space="preserve">PEVuZE5vdGU+PENpdGU+PEF1dGhvcj5MYXBwPC9BdXRob3I+PFllYXI+MjAxOTwvWWVhcj48UmVj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</w:fldData>
        </w:fldChar>
      </w:r>
      <w:r w:rsidR="006033AA">
        <w:instrText xml:space="preserve"> ADDIN EN.CITE </w:instrText>
      </w:r>
      <w:r w:rsidR="006033AA">
        <w:fldChar w:fldCharType="begin">
          <w:fldData xml:space="preserve">PEVuZE5vdGU+PENpdGU+PEF1dGhvcj5MYXBwPC9BdXRob3I+PFllYXI+MjAxOTwvWWVhcj48UmVj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</w:fldData>
        </w:fldChar>
      </w:r>
      <w:r w:rsidR="006033AA">
        <w:instrText xml:space="preserve"> ADDIN EN.CITE.DATA </w:instrText>
      </w:r>
      <w:r w:rsidR="006033AA">
        <w:fldChar w:fldCharType="end"/>
      </w:r>
      <w:r w:rsidR="006033AA">
        <w:fldChar w:fldCharType="separate"/>
      </w:r>
      <w:r w:rsidR="006033AA">
        <w:rPr>
          <w:noProof/>
        </w:rPr>
        <w:t>(Bray, 2018; Bray et al., 2016; Chapman et al., 2013; Cornide-Petronio et al., 2017; Edwards &amp; Stewart, 1991; Güler et al., 1992; Hughes et al., 2012; Jiang et al., 2022; Kleeman et al., 1975; Lapp et al., 2019; Murphy &amp; West, 1964; Sharma &amp; Singh, 2020; Stewart &amp; Edwards, 1991; Tchernof &amp; Després, 2013; Trevisi et al., 2013)</w:t>
      </w:r>
      <w:r w:rsidR="006033AA">
        <w:fldChar w:fldCharType="end"/>
      </w:r>
      <w:r w:rsidRPr="004C6355">
        <w:t xml:space="preserve">.  </w:t>
      </w:r>
    </w:p>
    <w:p w14:paraId="692A6898" w14:textId="69BEB7E5" w:rsidR="004C6355" w:rsidRPr="004C6355" w:rsidRDefault="004C6355" w:rsidP="004C6355">
      <w:pPr>
        <w:pStyle w:val="Heading3"/>
        <w:numPr>
          <w:ilvl w:val="1"/>
          <w:numId w:val="3"/>
        </w:numPr>
        <w:rPr>
          <w:b/>
          <w:bCs/>
        </w:rPr>
      </w:pPr>
      <w:r w:rsidRPr="004C6355">
        <w:rPr>
          <w:b/>
          <w:bCs/>
        </w:rPr>
        <w:t>Everything</w:t>
      </w:r>
    </w:p>
    <w:p w14:paraId="00E41530" w14:textId="77777777" w:rsidR="004C6355" w:rsidRDefault="004C6355" w:rsidP="004C6355">
      <w:pPr>
        <w:ind w:left="1440"/>
      </w:pPr>
      <w:r>
        <w:t xml:space="preserve">Glucocorticoid regulation of cardiovascular system, respiratory system, musculoskeletal systems, developmental systems and processes, blood and lymph tissues and systems, skin and immune systems and functions, kidney and filtration systems and processes, liver and detoxification systems, adipose tissues (which </w:t>
      </w:r>
      <w:r>
        <w:lastRenderedPageBreak/>
        <w:t xml:space="preserve">respond to inflammation), hormone, endocrine, reproductive, and metabolic systems and processes, brain and neurobiological systems and processes, and the psychological (sensation and perception) and behavioral responses in turn. </w:t>
      </w:r>
    </w:p>
    <w:p w14:paraId="60750427" w14:textId="1FD6C2C0" w:rsidR="004C6355" w:rsidRDefault="004C6355" w:rsidP="004C6355">
      <w:pPr>
        <w:pStyle w:val="Heading2"/>
      </w:pPr>
      <w:r>
        <w:t>Distress, Trauma, &amp; Adversity Dysregulate the Stress System</w:t>
      </w:r>
    </w:p>
    <w:p w14:paraId="10075F11" w14:textId="007353BA" w:rsidR="0031067E" w:rsidRDefault="0031067E" w:rsidP="0031067E">
      <w:r>
        <w:t>Like all other systems in the body, the stress system has homeostatic ranges it operates well within, specifically in relation to context, dose and duration (amount of cortisol exposure tissues can handle with resiliency), and timing (differential impacts of cortisol during developmental vs post-developmental life stages.</w:t>
      </w:r>
    </w:p>
    <w:p w14:paraId="626101E2" w14:textId="77777777" w:rsidR="0031067E" w:rsidRDefault="0031067E" w:rsidP="0031067E">
      <w:pPr>
        <w:pStyle w:val="Heading2"/>
      </w:pPr>
      <w:r>
        <w:t>Pharmacotherapy of Eustress (“Good Stress”) &amp; Distress (“Bad Stress”): Context, Dose, Duration, &amp; Timing Matter</w:t>
      </w:r>
    </w:p>
    <w:p w14:paraId="3E92255A" w14:textId="77777777" w:rsidR="0031067E" w:rsidRDefault="0031067E" w:rsidP="0031067E">
      <w:pPr>
        <w:pStyle w:val="ListParagraph"/>
        <w:numPr>
          <w:ilvl w:val="1"/>
          <w:numId w:val="1"/>
        </w:numPr>
      </w:pPr>
      <w:r>
        <w:t>Impacts of Dose</w:t>
      </w:r>
    </w:p>
    <w:p w14:paraId="07AFB6E7" w14:textId="77777777" w:rsidR="0031067E" w:rsidRDefault="0031067E" w:rsidP="0031067E">
      <w:pPr>
        <w:pStyle w:val="ListParagraph"/>
        <w:numPr>
          <w:ilvl w:val="2"/>
          <w:numId w:val="1"/>
        </w:numPr>
      </w:pPr>
      <w:r>
        <w:t>Inverted U // “Goldilocks” Stress Curve</w:t>
      </w:r>
    </w:p>
    <w:p w14:paraId="7B088126" w14:textId="77777777" w:rsidR="0031067E" w:rsidRDefault="0031067E" w:rsidP="0031067E">
      <w:pPr>
        <w:pStyle w:val="ListParagraph"/>
        <w:numPr>
          <w:ilvl w:val="2"/>
          <w:numId w:val="1"/>
        </w:numPr>
      </w:pPr>
      <w:r>
        <w:t>Eustress vs. Distress</w:t>
      </w:r>
    </w:p>
    <w:p w14:paraId="104F88B7" w14:textId="77777777" w:rsidR="0031067E" w:rsidRDefault="0031067E" w:rsidP="0031067E">
      <w:pPr>
        <w:pStyle w:val="ListParagraph"/>
        <w:numPr>
          <w:ilvl w:val="2"/>
          <w:numId w:val="1"/>
        </w:numPr>
      </w:pPr>
      <w:r>
        <w:t>Trauma vs. Adversity (“Big T” vs. “Little-T” Trauma)</w:t>
      </w:r>
    </w:p>
    <w:p w14:paraId="563C9C56" w14:textId="77777777" w:rsidR="0031067E" w:rsidRDefault="0031067E" w:rsidP="0031067E">
      <w:pPr>
        <w:pStyle w:val="ListParagraph"/>
        <w:numPr>
          <w:ilvl w:val="1"/>
          <w:numId w:val="1"/>
        </w:numPr>
      </w:pPr>
      <w:r>
        <w:t xml:space="preserve">Impacts of Context (Control) </w:t>
      </w:r>
    </w:p>
    <w:p w14:paraId="6E46707F" w14:textId="77777777" w:rsidR="0031067E" w:rsidRDefault="0031067E" w:rsidP="0031067E">
      <w:pPr>
        <w:pStyle w:val="ListParagraph"/>
        <w:numPr>
          <w:ilvl w:val="2"/>
          <w:numId w:val="1"/>
        </w:numPr>
      </w:pPr>
      <w:r>
        <w:t>Controllable vs. Uncontrollable Stressors</w:t>
      </w:r>
    </w:p>
    <w:p w14:paraId="1F56AF80" w14:textId="77777777" w:rsidR="0031067E" w:rsidRPr="00F8754F" w:rsidRDefault="0031067E" w:rsidP="0031067E">
      <w:pPr>
        <w:pStyle w:val="ListParagraph"/>
        <w:numPr>
          <w:ilvl w:val="2"/>
          <w:numId w:val="1"/>
        </w:numPr>
      </w:pPr>
      <w:r>
        <w:t>Uncontrollable Stressors have higher dose response</w:t>
      </w:r>
    </w:p>
    <w:p w14:paraId="5B97829D" w14:textId="77777777" w:rsidR="0031067E" w:rsidRDefault="0031067E" w:rsidP="0031067E">
      <w:pPr>
        <w:pStyle w:val="ListParagraph"/>
        <w:numPr>
          <w:ilvl w:val="1"/>
          <w:numId w:val="1"/>
        </w:numPr>
      </w:pPr>
      <w:r>
        <w:t xml:space="preserve">Impacts of Timing </w:t>
      </w:r>
    </w:p>
    <w:p w14:paraId="5E7A94F4" w14:textId="77777777" w:rsidR="0031067E" w:rsidRDefault="0031067E" w:rsidP="0031067E">
      <w:pPr>
        <w:pStyle w:val="ListParagraph"/>
        <w:numPr>
          <w:ilvl w:val="2"/>
          <w:numId w:val="1"/>
        </w:numPr>
      </w:pPr>
      <w:r>
        <w:t>Childhood Trauma and Adverse Childhood Experiences</w:t>
      </w:r>
    </w:p>
    <w:p w14:paraId="1FB13F44" w14:textId="77777777" w:rsidR="0031067E" w:rsidRDefault="0031067E" w:rsidP="0031067E">
      <w:pPr>
        <w:pStyle w:val="ListParagraph"/>
        <w:numPr>
          <w:ilvl w:val="3"/>
          <w:numId w:val="1"/>
        </w:numPr>
      </w:pPr>
      <w:r>
        <w:t>Trauma/Adversity during Development</w:t>
      </w:r>
    </w:p>
    <w:p w14:paraId="6DD4D962" w14:textId="77777777" w:rsidR="0031067E" w:rsidRDefault="0031067E" w:rsidP="0031067E">
      <w:pPr>
        <w:pStyle w:val="ListParagraph"/>
        <w:numPr>
          <w:ilvl w:val="3"/>
          <w:numId w:val="1"/>
        </w:numPr>
      </w:pPr>
      <w:r>
        <w:t xml:space="preserve">The HPA Axis coordinates GC stress responses. Limbic Brain Regions (e.g., hippocampus, amygdala, and prefrontal cortex) involved in negative feedback loop; response to glucocorticoid receptor activation by imposing negative feedback (inhibition) onto the hypothalamus, thus terminating glucocorticoid release in response to stress (and GC stress responses in turn). </w:t>
      </w:r>
    </w:p>
    <w:p w14:paraId="19A481F6" w14:textId="77777777" w:rsidR="0031067E" w:rsidRDefault="0031067E" w:rsidP="0031067E">
      <w:pPr>
        <w:pStyle w:val="ListParagraph"/>
        <w:numPr>
          <w:ilvl w:val="3"/>
          <w:numId w:val="1"/>
        </w:numPr>
      </w:pPr>
      <w:r>
        <w:t xml:space="preserve">Stressors that occur during the ongoing development of this system tend to be less regulated (because the regulatory anatomy has not yet fully developed). This can result in prolonged tissue exposure to potentially cytotoxic or sub-cytotoxic levels of cortisol (and other stress hormones) that can cause irreparable tissue dysregulation or damage at the cellular, molecular, organ system, and behavioral levels. </w:t>
      </w:r>
    </w:p>
    <w:p w14:paraId="571A697F" w14:textId="77777777" w:rsidR="0031067E" w:rsidRDefault="0031067E" w:rsidP="0031067E">
      <w:pPr>
        <w:pStyle w:val="ListParagraph"/>
        <w:numPr>
          <w:ilvl w:val="3"/>
          <w:numId w:val="1"/>
        </w:numPr>
      </w:pPr>
      <w:r>
        <w:t xml:space="preserve">The result is that the natural development of the glucocorticoid stress system and the HPA Axis (that together mediate and coordinate stress </w:t>
      </w:r>
      <w:r>
        <w:lastRenderedPageBreak/>
        <w:t xml:space="preserve">responses) can become dysregulated, resulting in dysfunction of these systems for the remainder of the lifespan. Together, the glucocorticoid stress system and the HPA axis regulate nearly every organ system and function in the body, including (a) the stress system itself, (b) metabolism, (c) immune function (and inflammatory responses, e.g., inflammatory responses to stress), (d) the cardiovascular system and function (e.g., vasoconstriction, blood pressure, heart rate), (d) and a variety of neurobiological functions, including (d.1) cellular and molecular neurotransmitter signaling/release and receptor expression and function that mediate reward and emotive responses (e.g., response to reward, emotion, perceived threat, stress, etc.), (d.2) capacity for inhibition and regulation of a variety of neurobiological processes (e.g.,  reward responses, emotions, stress itself, etc.), (d.3) the ability of the brain to form and support new brain cells and synaptic connections that foster new cognitive, emotive, and (e) psychological processes of sensation and perception and (f) behavioral patterns in turns. </w:t>
      </w:r>
    </w:p>
    <w:p w14:paraId="2B4E10A5" w14:textId="77777777" w:rsidR="0031067E" w:rsidRDefault="0031067E" w:rsidP="0031067E">
      <w:pPr>
        <w:pStyle w:val="ListParagraph"/>
        <w:numPr>
          <w:ilvl w:val="3"/>
          <w:numId w:val="1"/>
        </w:numPr>
      </w:pPr>
      <w:r>
        <w:t>This is not an exhaustive list. The glucocorticoid stress system mediates respiratory processes, kidney processes, liver processes, skin processes, lymph processes, development, nearly every organ system and life processes in the human body that we know.</w:t>
      </w:r>
    </w:p>
    <w:p w14:paraId="6CE145CF" w14:textId="77777777" w:rsidR="0031067E" w:rsidRPr="00F8754F" w:rsidRDefault="0031067E" w:rsidP="0031067E">
      <w:pPr>
        <w:pStyle w:val="ListParagraph"/>
        <w:numPr>
          <w:ilvl w:val="3"/>
          <w:numId w:val="1"/>
        </w:numPr>
      </w:pPr>
      <w:r>
        <w:t xml:space="preserve">These changes occur at the cellular, molecular, tissue, organ, and organ systems levels, including cellular/molecular, genetic, and epigenetic factors. </w:t>
      </w:r>
    </w:p>
    <w:p w14:paraId="193FF510" w14:textId="77777777" w:rsidR="0031067E" w:rsidRPr="008C3467" w:rsidRDefault="0031067E" w:rsidP="0031067E">
      <w:pPr>
        <w:pStyle w:val="Heading2"/>
        <w:numPr>
          <w:ilvl w:val="0"/>
          <w:numId w:val="5"/>
        </w:numPr>
        <w:tabs>
          <w:tab w:val="num" w:pos="360"/>
        </w:tabs>
      </w:pPr>
      <w:bookmarkStart w:id="63" w:name="_Toc177829725"/>
      <w:r w:rsidRPr="008C3467">
        <w:t>Different forms of stress</w:t>
      </w:r>
      <w:bookmarkEnd w:id="63"/>
      <w:r w:rsidRPr="008C3467">
        <w:t xml:space="preserve"> </w:t>
      </w:r>
    </w:p>
    <w:p w14:paraId="45A918CA" w14:textId="114F1571" w:rsidR="0031067E" w:rsidRPr="00827344" w:rsidDel="006033AA" w:rsidRDefault="0031067E" w:rsidP="0031067E">
      <w:pPr>
        <w:pStyle w:val="Heading3"/>
        <w:numPr>
          <w:ilvl w:val="1"/>
          <w:numId w:val="6"/>
        </w:numPr>
        <w:tabs>
          <w:tab w:val="num" w:pos="360"/>
        </w:tabs>
        <w:rPr>
          <w:del w:id="64" w:author="Brenna Bray" w:date="2025-01-29T08:54:00Z" w16du:dateUtc="2025-01-29T15:54:00Z"/>
        </w:rPr>
      </w:pPr>
      <w:bookmarkStart w:id="65" w:name="_Toc177829726"/>
      <w:r w:rsidRPr="00827344">
        <w:t xml:space="preserve">(e.g., </w:t>
      </w:r>
      <w:ins w:id="66" w:author="Brenna Bray" w:date="2025-01-29T08:54:00Z" w16du:dateUtc="2025-01-29T15:54:00Z">
        <w:r w:rsidR="006033AA">
          <w:t>a</w:t>
        </w:r>
      </w:ins>
      <w:ins w:id="67" w:author="Brenna Bray" w:date="2025-01-29T08:53:00Z" w16du:dateUtc="2025-01-29T15:53:00Z">
        <w:r w:rsidR="006033AA">
          <w:t>dverse childhood experiences (</w:t>
        </w:r>
      </w:ins>
      <w:r w:rsidRPr="00827344">
        <w:t>ACEs</w:t>
      </w:r>
      <w:ins w:id="68" w:author="Brenna Bray" w:date="2025-01-29T08:53:00Z" w16du:dateUtc="2025-01-29T15:53:00Z">
        <w:r w:rsidR="006033AA">
          <w:t>)</w:t>
        </w:r>
      </w:ins>
      <w:r w:rsidRPr="00827344">
        <w:t>,</w:t>
      </w:r>
      <w:ins w:id="69" w:author="Brenna Bray" w:date="2025-01-29T08:53:00Z" w16du:dateUtc="2025-01-29T15:53:00Z">
        <w:r w:rsidR="006033AA">
          <w:t xml:space="preserve"> adverse lifetime experiences</w:t>
        </w:r>
      </w:ins>
      <w:r w:rsidRPr="00827344">
        <w:t xml:space="preserve"> </w:t>
      </w:r>
      <w:ins w:id="70" w:author="Brenna Bray" w:date="2025-01-29T08:53:00Z" w16du:dateUtc="2025-01-29T15:53:00Z">
        <w:r w:rsidR="006033AA">
          <w:t>(</w:t>
        </w:r>
      </w:ins>
      <w:r w:rsidRPr="00827344">
        <w:t>ALEs</w:t>
      </w:r>
      <w:ins w:id="71" w:author="Brenna Bray" w:date="2025-01-29T08:53:00Z" w16du:dateUtc="2025-01-29T15:53:00Z">
        <w:r w:rsidR="006033AA">
          <w:t>)</w:t>
        </w:r>
      </w:ins>
      <w:r w:rsidRPr="00827344">
        <w:t>, prolonged, chronic, acute on chronic, etc</w:t>
      </w:r>
      <w:r>
        <w:t>.</w:t>
      </w:r>
      <w:r w:rsidRPr="00827344">
        <w:t>).</w:t>
      </w:r>
      <w:bookmarkEnd w:id="65"/>
    </w:p>
    <w:p w14:paraId="2C79C910" w14:textId="77777777" w:rsidR="0031067E" w:rsidRPr="0031067E" w:rsidRDefault="0031067E" w:rsidP="0031067E">
      <w:pPr>
        <w:pStyle w:val="Heading3"/>
        <w:numPr>
          <w:ilvl w:val="1"/>
          <w:numId w:val="6"/>
        </w:numPr>
        <w:tabs>
          <w:tab w:val="num" w:pos="360"/>
        </w:tabs>
        <w:pPrChange w:id="72" w:author="Brenna Bray" w:date="2025-01-29T08:54:00Z" w16du:dateUtc="2025-01-29T15:54:00Z">
          <w:pPr/>
        </w:pPrChange>
      </w:pPr>
    </w:p>
    <w:p w14:paraId="6342D7E0" w14:textId="47B7BACE" w:rsidR="00C315E0" w:rsidRPr="00C315E0" w:rsidRDefault="00C315E0" w:rsidP="00C315E0">
      <w:pPr>
        <w:pStyle w:val="ListParagraph"/>
        <w:numPr>
          <w:ilvl w:val="1"/>
          <w:numId w:val="1"/>
        </w:numPr>
      </w:pPr>
      <w:r w:rsidRPr="00C315E0">
        <w:t xml:space="preserve">This can result in prolonged tissue exposure to potentially cytotoxic or sub-cytotoxic levels of cortisol (and other stress hormones) that can cause irreparable tissue dysregulation or damage at the cellular, molecular, organ system, and behavioral levels. </w:t>
      </w:r>
    </w:p>
    <w:p w14:paraId="1660A829" w14:textId="77777777" w:rsidR="00C315E0" w:rsidRPr="00C315E0" w:rsidRDefault="00C315E0" w:rsidP="00C315E0">
      <w:pPr>
        <w:pStyle w:val="ListParagraph"/>
        <w:numPr>
          <w:ilvl w:val="1"/>
          <w:numId w:val="1"/>
        </w:numPr>
      </w:pPr>
      <w:r w:rsidRPr="00C315E0">
        <w:t xml:space="preserve">The result is that the natural development of the glucocorticoid stress system and the HPA Axis (that together mediate and coordinate stress responses) can become dysregulated, resulting in dysfunction of these systems for the remainder of the lifespan. Together, the glucocorticoid stress system and the HPA axis regulate nearly every organ system and function in the body, including (a) the stress system itself, (b) metabolism, (c) immune function (and inflammatory responses, e.g., inflammatory </w:t>
      </w:r>
      <w:r w:rsidRPr="00C315E0">
        <w:lastRenderedPageBreak/>
        <w:t xml:space="preserve">responses to stress), (d) the cardiovascular system and function (e.g., vasoconstriction, blood pressure, heart rate), (d) and a variety of neurobiological functions, including (d.1) cellular and molecular neurotransmitter signaling/release and receptor expression and function that mediate reward and emotive responses (e.g., response to reward, emotion, perceived threat, stress, etc.), (d.2) capacity for inhibition and regulation of a variety of neurobiological processes (e.g.,  reward responses, emotions, stress itself, etc.), (d.3) the ability of the brain to form and support new brain cells and synaptic connections that foster new cognitive, emotive, and (e) psychological processes of sensation and perception and (f) behavioral patterns in turns. </w:t>
      </w:r>
    </w:p>
    <w:p w14:paraId="151FE312" w14:textId="77777777" w:rsidR="00C315E0" w:rsidRPr="00C315E0" w:rsidRDefault="00C315E0" w:rsidP="00C315E0">
      <w:pPr>
        <w:pStyle w:val="ListParagraph"/>
        <w:numPr>
          <w:ilvl w:val="1"/>
          <w:numId w:val="1"/>
        </w:numPr>
      </w:pPr>
      <w:r w:rsidRPr="00C315E0">
        <w:t>This is not an exhaustive list. The glucocorticoid stress system mediates respiratory processes, kidney processes, liver processes, skin processes, lymph processes, development, nearly every organ system and life processes in the human body that we know.</w:t>
      </w:r>
    </w:p>
    <w:p w14:paraId="0356E988" w14:textId="77777777" w:rsidR="00C315E0" w:rsidRPr="00C315E0" w:rsidRDefault="00C315E0" w:rsidP="00C315E0">
      <w:pPr>
        <w:pStyle w:val="ListParagraph"/>
        <w:numPr>
          <w:ilvl w:val="1"/>
          <w:numId w:val="1"/>
        </w:numPr>
      </w:pPr>
      <w:r w:rsidRPr="00C315E0">
        <w:t xml:space="preserve">These changes occur at the cellular, molecular, tissue, organ, and organ systems levels, including cellular/molecular, genetic, and epigenetic factors. </w:t>
      </w:r>
    </w:p>
    <w:p w14:paraId="04D326E5" w14:textId="1E7C087B" w:rsidR="00C315E0" w:rsidRPr="00C315E0" w:rsidRDefault="00C315E0" w:rsidP="00C315E0">
      <w:pPr>
        <w:pStyle w:val="ListParagraph"/>
        <w:numPr>
          <w:ilvl w:val="1"/>
          <w:numId w:val="1"/>
        </w:numPr>
      </w:pPr>
    </w:p>
    <w:p w14:paraId="46D81590" w14:textId="77777777" w:rsidR="00E34267" w:rsidRPr="00827344" w:rsidRDefault="00E34267" w:rsidP="00E34267">
      <w:pPr>
        <w:pStyle w:val="Heading2"/>
      </w:pPr>
      <w:bookmarkStart w:id="73" w:name="_Toc177829727"/>
      <w:proofErr w:type="spellStart"/>
      <w:r w:rsidRPr="00827344">
        <w:t>Glucocoirtoicd</w:t>
      </w:r>
      <w:proofErr w:type="spellEnd"/>
      <w:r w:rsidRPr="00827344">
        <w:t xml:space="preserve"> Stress System &amp; Neurobiological Stress Responses</w:t>
      </w:r>
      <w:bookmarkEnd w:id="73"/>
    </w:p>
    <w:p w14:paraId="6AC00F99" w14:textId="77777777" w:rsidR="00E34267" w:rsidRPr="00827344" w:rsidRDefault="00E34267" w:rsidP="00E34267">
      <w:pPr>
        <w:pStyle w:val="Heading2"/>
      </w:pPr>
      <w:bookmarkStart w:id="74" w:name="_Toc177829728"/>
      <w:r w:rsidRPr="00827344">
        <w:t>Healthy/Normative &amp; Dysregulating Stressors and Stress Responses</w:t>
      </w:r>
      <w:bookmarkEnd w:id="74"/>
    </w:p>
    <w:p w14:paraId="65235C10" w14:textId="77777777" w:rsidR="00E34267" w:rsidRPr="00827344" w:rsidRDefault="00E34267" w:rsidP="00E34267">
      <w:pPr>
        <w:pStyle w:val="Heading2"/>
      </w:pPr>
      <w:bookmarkStart w:id="75" w:name="_Toc177829729"/>
      <w:r w:rsidRPr="00827344">
        <w:t>Epigenetic Underpinnings for Stress Dysregulation</w:t>
      </w:r>
      <w:bookmarkEnd w:id="75"/>
    </w:p>
    <w:p w14:paraId="188FB8D7" w14:textId="77777777" w:rsidR="00E34267" w:rsidRPr="00EE0ED3" w:rsidRDefault="00E34267" w:rsidP="00E34267">
      <w:pPr>
        <w:pStyle w:val="Bullet"/>
        <w:ind w:left="1170"/>
        <w:jc w:val="left"/>
        <w:rPr>
          <w:sz w:val="21"/>
          <w:szCs w:val="21"/>
        </w:rPr>
      </w:pPr>
      <w:proofErr w:type="spellStart"/>
      <w:r w:rsidRPr="00EE0ED3">
        <w:rPr>
          <w:sz w:val="21"/>
          <w:szCs w:val="21"/>
        </w:rPr>
        <w:t>Mourtzi</w:t>
      </w:r>
      <w:proofErr w:type="spellEnd"/>
      <w:r w:rsidRPr="00EE0ED3">
        <w:rPr>
          <w:sz w:val="21"/>
          <w:szCs w:val="21"/>
        </w:rPr>
        <w:t xml:space="preserve"> et al., 2021, “Glucocorticoid Signaling and Epigenetic Alterations in Stress-Related Disorders.” (</w:t>
      </w:r>
      <w:hyperlink r:id="rId10" w:history="1">
        <w:r w:rsidRPr="00EE0ED3">
          <w:rPr>
            <w:sz w:val="21"/>
            <w:szCs w:val="21"/>
          </w:rPr>
          <w:t>https://pubmed.ncbi.nlm.nih.gov/34073101/</w:t>
        </w:r>
      </w:hyperlink>
      <w:r w:rsidRPr="00EE0ED3">
        <w:rPr>
          <w:sz w:val="21"/>
          <w:szCs w:val="21"/>
        </w:rPr>
        <w:t>).</w:t>
      </w:r>
    </w:p>
    <w:p w14:paraId="5CB2E094" w14:textId="77777777" w:rsidR="00E34267" w:rsidRPr="00EE0ED3" w:rsidRDefault="00E34267" w:rsidP="00E34267">
      <w:pPr>
        <w:pStyle w:val="Bullet"/>
        <w:ind w:left="1170"/>
        <w:jc w:val="left"/>
        <w:rPr>
          <w:sz w:val="21"/>
          <w:szCs w:val="21"/>
        </w:rPr>
      </w:pPr>
      <w:r w:rsidRPr="00EE0ED3">
        <w:rPr>
          <w:sz w:val="21"/>
          <w:szCs w:val="21"/>
        </w:rPr>
        <w:t xml:space="preserve">Sousa, 2016. " Stress </w:t>
      </w:r>
      <w:proofErr w:type="spellStart"/>
      <w:r w:rsidRPr="00EE0ED3">
        <w:rPr>
          <w:sz w:val="21"/>
          <w:szCs w:val="21"/>
        </w:rPr>
        <w:t>Neuromatrix</w:t>
      </w:r>
      <w:proofErr w:type="spellEnd"/>
      <w:r w:rsidRPr="00EE0ED3">
        <w:rPr>
          <w:sz w:val="21"/>
          <w:szCs w:val="21"/>
        </w:rPr>
        <w:t>" (</w:t>
      </w:r>
      <w:hyperlink r:id="rId11" w:history="1">
        <w:r w:rsidRPr="00EE0ED3">
          <w:rPr>
            <w:sz w:val="21"/>
            <w:szCs w:val="21"/>
          </w:rPr>
          <w:t>https://www.ncbi.nlm.nih.gov/pmc/articles/PMC4759204/</w:t>
        </w:r>
      </w:hyperlink>
      <w:r w:rsidRPr="00EE0ED3">
        <w:rPr>
          <w:sz w:val="21"/>
          <w:szCs w:val="21"/>
        </w:rPr>
        <w:t>).</w:t>
      </w:r>
    </w:p>
    <w:p w14:paraId="555E6AC0" w14:textId="77777777" w:rsidR="00E34267" w:rsidRPr="00EE0ED3" w:rsidRDefault="00E34267" w:rsidP="00E34267">
      <w:pPr>
        <w:pStyle w:val="Bullet"/>
        <w:ind w:left="1170"/>
        <w:jc w:val="left"/>
        <w:rPr>
          <w:sz w:val="21"/>
          <w:szCs w:val="21"/>
        </w:rPr>
      </w:pPr>
      <w:proofErr w:type="spellStart"/>
      <w:r w:rsidRPr="00EE0ED3">
        <w:rPr>
          <w:sz w:val="21"/>
          <w:szCs w:val="21"/>
        </w:rPr>
        <w:t>Reul</w:t>
      </w:r>
      <w:proofErr w:type="spellEnd"/>
      <w:r w:rsidRPr="00EE0ED3">
        <w:rPr>
          <w:sz w:val="21"/>
          <w:szCs w:val="21"/>
        </w:rPr>
        <w:t xml:space="preserve"> et al., 2015 “Glucocorticoids, epigenetic control and stress resilience” (</w:t>
      </w:r>
      <w:hyperlink r:id="rId12" w:tgtFrame="_blank" w:history="1">
        <w:r w:rsidRPr="00EE0ED3">
          <w:rPr>
            <w:sz w:val="21"/>
            <w:szCs w:val="21"/>
          </w:rPr>
          <w:t>https://pubmed.ncbi.nlm.nih.gov/27589660/</w:t>
        </w:r>
      </w:hyperlink>
      <w:r w:rsidRPr="00EE0ED3">
        <w:rPr>
          <w:sz w:val="21"/>
          <w:szCs w:val="21"/>
        </w:rPr>
        <w:t>).</w:t>
      </w:r>
    </w:p>
    <w:p w14:paraId="2232318D" w14:textId="77777777" w:rsidR="00E34267" w:rsidRPr="00EE0ED3" w:rsidRDefault="00E34267" w:rsidP="00E34267">
      <w:pPr>
        <w:pStyle w:val="Bullet"/>
        <w:ind w:left="1170"/>
        <w:jc w:val="left"/>
        <w:rPr>
          <w:sz w:val="21"/>
          <w:szCs w:val="21"/>
        </w:rPr>
      </w:pPr>
      <w:r w:rsidRPr="00EE0ED3">
        <w:rPr>
          <w:sz w:val="21"/>
          <w:szCs w:val="21"/>
        </w:rPr>
        <w:t>Hunter, 2012 “Epigenetic effects of stress and corticosteroids in the brain” (</w:t>
      </w:r>
      <w:hyperlink r:id="rId13" w:tgtFrame="_blank" w:history="1">
        <w:r w:rsidRPr="00EE0ED3">
          <w:rPr>
            <w:sz w:val="21"/>
            <w:szCs w:val="21"/>
          </w:rPr>
          <w:t>https://www.ncbi.nlm.nih.gov/pmc/articles/PMC3329877/</w:t>
        </w:r>
      </w:hyperlink>
      <w:r w:rsidRPr="00EE0ED3">
        <w:rPr>
          <w:sz w:val="21"/>
          <w:szCs w:val="21"/>
        </w:rPr>
        <w:t>).</w:t>
      </w:r>
    </w:p>
    <w:p w14:paraId="7AA3B3FA" w14:textId="77777777" w:rsidR="00E34267" w:rsidRDefault="00E34267" w:rsidP="00E34267">
      <w:pPr>
        <w:pStyle w:val="Bullet"/>
        <w:ind w:left="1170"/>
        <w:jc w:val="left"/>
        <w:rPr>
          <w:sz w:val="21"/>
          <w:szCs w:val="21"/>
        </w:rPr>
      </w:pPr>
      <w:r w:rsidRPr="00EE0ED3">
        <w:rPr>
          <w:sz w:val="21"/>
          <w:szCs w:val="21"/>
        </w:rPr>
        <w:t>Hyman, 2009 (</w:t>
      </w:r>
      <w:hyperlink r:id="rId14" w:tgtFrame="_blank" w:history="1">
        <w:r w:rsidRPr="00EE0ED3">
          <w:rPr>
            <w:sz w:val="21"/>
            <w:szCs w:val="21"/>
          </w:rPr>
          <w:t>https://pubmed.ncbi.nlm.nih.gov/19238182/</w:t>
        </w:r>
      </w:hyperlink>
      <w:r w:rsidRPr="00EE0ED3">
        <w:rPr>
          <w:sz w:val="21"/>
          <w:szCs w:val="21"/>
        </w:rPr>
        <w:t>).</w:t>
      </w:r>
    </w:p>
    <w:p w14:paraId="08671739" w14:textId="5EF3E61A" w:rsidR="00292225" w:rsidRPr="00EE0ED3" w:rsidRDefault="00292225" w:rsidP="00E34267">
      <w:pPr>
        <w:pStyle w:val="Bullet"/>
        <w:ind w:left="1170"/>
        <w:jc w:val="left"/>
        <w:rPr>
          <w:sz w:val="21"/>
          <w:szCs w:val="21"/>
        </w:rPr>
      </w:pPr>
      <w:r>
        <w:rPr>
          <w:sz w:val="21"/>
          <w:szCs w:val="21"/>
        </w:rPr>
        <w:fldChar w:fldCharType="begin">
          <w:fldData xml:space="preserve">c3Npb24tbnVtPjE5MjM4MTgyPC9hY2Nlc3Npb24tbnVtPjx1cmxzPjwvdXJscz48ZWxlY3Ryb25p
Yy1yZXNvdXJjZS1udW0+MTAuMTAzOC9ubjAzMDktMjQxPC9lbGVjdHJvbmljLXJlc291cmNlLW51
bT48cmVtb3RlLWRhdGFiYXNlLXByb3ZpZGVyPk5MTTwvcmVtb3RlLWRhdGFiYXNlLXByb3ZpZGVy
PjxsYW5ndWFnZT5lbmc8L2xhbmd1YWdlPjwvcmVjb3JkPjwvQ2l0ZT48L0VuZE5vdGU+
</w:fldData>
        </w:fldChar>
      </w:r>
      <w:r w:rsidR="006033AA">
        <w:rPr>
          <w:sz w:val="21"/>
          <w:szCs w:val="21"/>
        </w:rPr>
        <w:instrText xml:space="preserve"> ADDIN EN.CITE </w:instrText>
      </w:r>
      <w:r w:rsidR="006033AA">
        <w:rPr>
          <w:sz w:val="21"/>
          <w:szCs w:val="21"/>
        </w:rPr>
        <w:fldChar w:fldCharType="begin">
          <w:fldData xml:space="preserve">PEVuZE5vdGU+PENpdGU+PEF1dGhvcj5DYXJhZG9ubmE8L0F1dGhvcj48WWVhcj4yMDIyPC9ZZWFy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==
</w:fldData>
        </w:fldChar>
      </w:r>
      <w:r w:rsidR="006033AA">
        <w:rPr>
          <w:sz w:val="21"/>
          <w:szCs w:val="21"/>
        </w:rPr>
        <w:instrText xml:space="preserve"> ADDIN EN.CITE.DATA </w:instrText>
      </w:r>
      <w:r w:rsidR="006033AA">
        <w:rPr>
          <w:sz w:val="21"/>
          <w:szCs w:val="21"/>
        </w:rPr>
      </w:r>
      <w:r w:rsidR="006033AA">
        <w:rPr>
          <w:sz w:val="21"/>
          <w:szCs w:val="21"/>
        </w:rPr>
        <w:fldChar w:fldCharType="end"/>
      </w:r>
      <w:r w:rsidR="006033AA">
        <w:rPr>
          <w:sz w:val="21"/>
          <w:szCs w:val="21"/>
        </w:rPr>
        <w:fldChar w:fldCharType="begin">
          <w:fldData xml:space="preserve">c3Npb24tbnVtPjE5MjM4MTgyPC9hY2Nlc3Npb24tbnVtPjx1cmxzPjwvdXJscz48ZWxlY3Ryb25p
Yy1yZXNvdXJjZS1udW0+MTAuMTAzOC9ubjAzMDktMjQxPC9lbGVjdHJvbmljLXJlc291cmNlLW51
bT48cmVtb3RlLWRhdGFiYXNlLXByb3ZpZGVyPk5MTTwvcmVtb3RlLWRhdGFiYXNlLXByb3ZpZGVy
PjxsYW5ndWFnZT5lbmc8L2xhbmd1YWdlPjwvcmVjb3JkPjwvQ2l0ZT48L0VuZE5vdGU+
</w:fldData>
        </w:fldChar>
      </w:r>
      <w:r w:rsidR="006033AA">
        <w:rPr>
          <w:sz w:val="21"/>
          <w:szCs w:val="21"/>
        </w:rPr>
        <w:instrText xml:space="preserve"> ADDIN EN.CITE.DATA </w:instrText>
      </w:r>
      <w:r w:rsidR="006033AA">
        <w:rPr>
          <w:sz w:val="21"/>
          <w:szCs w:val="21"/>
        </w:rPr>
      </w:r>
      <w:r w:rsidR="006033AA">
        <w:rPr>
          <w:sz w:val="21"/>
          <w:szCs w:val="21"/>
        </w:rPr>
        <w:fldChar w:fldCharType="end"/>
      </w:r>
      <w:r>
        <w:rPr>
          <w:sz w:val="21"/>
          <w:szCs w:val="21"/>
        </w:rPr>
        <w:fldChar w:fldCharType="separate"/>
      </w:r>
      <w:r>
        <w:rPr>
          <w:noProof/>
          <w:sz w:val="21"/>
          <w:szCs w:val="21"/>
        </w:rPr>
        <w:t>(Caradonna et al., 2022; Gray et al., 2017; Hoffmann &amp; Spengler, 2012; Hyman, 2009; Marrocco et al., 2020; McEwen, 2010, 2016, 2017a, 2017b, 2017c, 2018, 2019, 2020; McEwen, Bowles, et al., 2015; McEwen &amp; Bulloch, 2019; McEwen, Gray, et al., 2015; McEwen et al., 2016)</w:t>
      </w:r>
      <w:r>
        <w:rPr>
          <w:sz w:val="21"/>
          <w:szCs w:val="21"/>
        </w:rPr>
        <w:fldChar w:fldCharType="end"/>
      </w:r>
    </w:p>
    <w:p w14:paraId="753C8224" w14:textId="77777777" w:rsidR="00E34267" w:rsidRPr="00827344" w:rsidRDefault="00E34267" w:rsidP="00E34267">
      <w:pPr>
        <w:pStyle w:val="Heading2"/>
      </w:pPr>
      <w:bookmarkStart w:id="76" w:name="_Toc177829730"/>
      <w:r w:rsidRPr="00827344">
        <w:t>Stress Impacts on the Body</w:t>
      </w:r>
      <w:bookmarkEnd w:id="76"/>
    </w:p>
    <w:p w14:paraId="2D5996E4" w14:textId="77777777" w:rsidR="00E34267" w:rsidRPr="00827344" w:rsidRDefault="00E34267" w:rsidP="00E34267">
      <w:pPr>
        <w:pStyle w:val="Bullet"/>
        <w:ind w:left="1170"/>
        <w:jc w:val="left"/>
      </w:pPr>
      <w:r w:rsidRPr="00827344">
        <w:t>E.g., cortisol dysregulation, inflammation &amp; immune dysfunction, metabolic dysregulation, weight gain/hyperglycemia, etc.</w:t>
      </w:r>
    </w:p>
    <w:p w14:paraId="60FE6D63" w14:textId="77777777" w:rsidR="00E34267" w:rsidRPr="00827344" w:rsidRDefault="00E34267" w:rsidP="00E34267">
      <w:pPr>
        <w:pStyle w:val="Bullet"/>
        <w:ind w:left="1170"/>
        <w:jc w:val="left"/>
      </w:pPr>
      <w:hyperlink r:id="rId15" w:history="1">
        <w:r w:rsidRPr="00827344">
          <w:t xml:space="preserve">Roberts &amp; </w:t>
        </w:r>
        <w:proofErr w:type="spellStart"/>
        <w:r w:rsidRPr="00827344">
          <w:t>Karatsoreos</w:t>
        </w:r>
        <w:proofErr w:type="spellEnd"/>
        <w:r w:rsidRPr="00827344">
          <w:t>, 2021, "Brain–body responses to chronic stress: a brief review,"</w:t>
        </w:r>
      </w:hyperlink>
    </w:p>
    <w:p w14:paraId="1BB75086" w14:textId="77777777" w:rsidR="00E34267" w:rsidRPr="00827344" w:rsidRDefault="00E34267" w:rsidP="00E34267">
      <w:pPr>
        <w:pStyle w:val="Bullet"/>
        <w:ind w:left="1170"/>
        <w:jc w:val="left"/>
      </w:pPr>
      <w:hyperlink r:id="rId16" w:history="1">
        <w:r w:rsidRPr="00827344">
          <w:t>McEwen 2017 "Neurobiological and Systemic Effects of Chronic Stress."</w:t>
        </w:r>
      </w:hyperlink>
    </w:p>
    <w:p w14:paraId="6298EB2F" w14:textId="77777777" w:rsidR="00E34267" w:rsidRPr="00827344" w:rsidRDefault="00E34267" w:rsidP="00E34267">
      <w:pPr>
        <w:pStyle w:val="Bullet"/>
        <w:ind w:left="1170"/>
        <w:jc w:val="left"/>
      </w:pPr>
      <w:hyperlink r:id="rId17" w:history="1">
        <w:r w:rsidRPr="00827344">
          <w:t xml:space="preserve">Sousa, 2016. " Stress </w:t>
        </w:r>
        <w:proofErr w:type="spellStart"/>
        <w:r w:rsidRPr="00827344">
          <w:t>Neuromatrix</w:t>
        </w:r>
        <w:proofErr w:type="spellEnd"/>
        <w:r w:rsidRPr="00827344">
          <w:t>."</w:t>
        </w:r>
      </w:hyperlink>
    </w:p>
    <w:p w14:paraId="1F83675B" w14:textId="77777777" w:rsidR="00E34267" w:rsidRPr="00827344" w:rsidRDefault="00E34267" w:rsidP="00E34267">
      <w:pPr>
        <w:pStyle w:val="Heading2"/>
      </w:pPr>
      <w:bookmarkStart w:id="77" w:name="_Toc177829731"/>
      <w:r w:rsidRPr="00827344">
        <w:t>Stress on the Brain</w:t>
      </w:r>
      <w:bookmarkEnd w:id="77"/>
    </w:p>
    <w:p w14:paraId="0F20DC83" w14:textId="77777777" w:rsidR="00E34267" w:rsidRPr="00827344" w:rsidRDefault="00E34267" w:rsidP="00E34267">
      <w:pPr>
        <w:pStyle w:val="Bullet"/>
        <w:ind w:left="1170"/>
        <w:jc w:val="left"/>
      </w:pPr>
      <w:r w:rsidRPr="00827344">
        <w:t xml:space="preserve">E.g., reduced inhibition, reduced regulatory ability (of emotions, reward responses, etc.) reduced neuroplasticity and </w:t>
      </w:r>
      <w:proofErr w:type="gramStart"/>
      <w:r w:rsidRPr="00827344">
        <w:t>neurogenesis;</w:t>
      </w:r>
      <w:proofErr w:type="gramEnd"/>
      <w:r w:rsidRPr="00827344">
        <w:t xml:space="preserve"> increased cognitive rigidity, impulsivity, compulsivity, rumination &amp; repetitive behaviors, etc. </w:t>
      </w:r>
    </w:p>
    <w:p w14:paraId="7AB847E1" w14:textId="77777777" w:rsidR="00E34267" w:rsidRPr="00827344" w:rsidRDefault="00E34267" w:rsidP="00E34267">
      <w:pPr>
        <w:pStyle w:val="Bullet"/>
        <w:ind w:left="1170"/>
        <w:jc w:val="left"/>
        <w:rPr>
          <w:sz w:val="21"/>
          <w:szCs w:val="21"/>
        </w:rPr>
      </w:pPr>
      <w:hyperlink r:id="rId18" w:history="1">
        <w:r w:rsidRPr="00827344">
          <w:rPr>
            <w:sz w:val="21"/>
            <w:szCs w:val="21"/>
          </w:rPr>
          <w:t xml:space="preserve">Roberts &amp; </w:t>
        </w:r>
        <w:proofErr w:type="spellStart"/>
        <w:r w:rsidRPr="00827344">
          <w:rPr>
            <w:sz w:val="21"/>
            <w:szCs w:val="21"/>
          </w:rPr>
          <w:t>Karatsoreos</w:t>
        </w:r>
        <w:proofErr w:type="spellEnd"/>
        <w:r w:rsidRPr="00827344">
          <w:rPr>
            <w:sz w:val="21"/>
            <w:szCs w:val="21"/>
          </w:rPr>
          <w:t>, 2021, "Brain–body responses to chronic stress: a brief review,"</w:t>
        </w:r>
      </w:hyperlink>
    </w:p>
    <w:p w14:paraId="0AAA8F15" w14:textId="77777777" w:rsidR="00E34267" w:rsidRPr="00827344" w:rsidRDefault="00E34267" w:rsidP="00E34267">
      <w:pPr>
        <w:pStyle w:val="Bullet"/>
        <w:ind w:left="1170"/>
        <w:jc w:val="left"/>
        <w:rPr>
          <w:sz w:val="21"/>
          <w:szCs w:val="21"/>
        </w:rPr>
      </w:pPr>
      <w:hyperlink r:id="rId19" w:history="1">
        <w:r w:rsidRPr="00827344">
          <w:rPr>
            <w:sz w:val="21"/>
            <w:szCs w:val="21"/>
          </w:rPr>
          <w:t>McEwen 2017 "Neurobiological and Systemic Effects of Chronic Stress."</w:t>
        </w:r>
      </w:hyperlink>
    </w:p>
    <w:p w14:paraId="4C3FD459" w14:textId="77777777" w:rsidR="00E34267" w:rsidRPr="00827344" w:rsidRDefault="00E34267" w:rsidP="00E34267">
      <w:pPr>
        <w:pStyle w:val="Bullet"/>
        <w:ind w:left="1170"/>
        <w:jc w:val="left"/>
        <w:rPr>
          <w:sz w:val="21"/>
          <w:szCs w:val="21"/>
        </w:rPr>
      </w:pPr>
      <w:hyperlink r:id="rId20" w:history="1">
        <w:r w:rsidRPr="00827344">
          <w:rPr>
            <w:sz w:val="21"/>
            <w:szCs w:val="21"/>
          </w:rPr>
          <w:t xml:space="preserve">Sousa, 2016. " Stress </w:t>
        </w:r>
        <w:proofErr w:type="spellStart"/>
        <w:r w:rsidRPr="00827344">
          <w:rPr>
            <w:sz w:val="21"/>
            <w:szCs w:val="21"/>
          </w:rPr>
          <w:t>Neuromatrix</w:t>
        </w:r>
        <w:proofErr w:type="spellEnd"/>
        <w:r w:rsidRPr="00827344">
          <w:rPr>
            <w:sz w:val="21"/>
            <w:szCs w:val="21"/>
          </w:rPr>
          <w:t>."</w:t>
        </w:r>
      </w:hyperlink>
    </w:p>
    <w:p w14:paraId="47C22B41" w14:textId="77777777" w:rsidR="00E34267" w:rsidRPr="00827344" w:rsidRDefault="00E34267" w:rsidP="00E34267">
      <w:pPr>
        <w:pStyle w:val="Bullet"/>
        <w:ind w:left="1170"/>
        <w:jc w:val="left"/>
        <w:rPr>
          <w:sz w:val="21"/>
          <w:szCs w:val="21"/>
        </w:rPr>
      </w:pPr>
      <w:hyperlink r:id="rId21" w:history="1">
        <w:r w:rsidRPr="00827344">
          <w:rPr>
            <w:sz w:val="21"/>
            <w:szCs w:val="21"/>
          </w:rPr>
          <w:t xml:space="preserve">McEwen &amp; </w:t>
        </w:r>
        <w:proofErr w:type="spellStart"/>
        <w:r w:rsidRPr="00827344">
          <w:rPr>
            <w:sz w:val="21"/>
            <w:szCs w:val="21"/>
          </w:rPr>
          <w:t>Gianaros</w:t>
        </w:r>
        <w:proofErr w:type="spellEnd"/>
        <w:r w:rsidRPr="00827344">
          <w:rPr>
            <w:sz w:val="21"/>
            <w:szCs w:val="21"/>
          </w:rPr>
          <w:t>, 2011. "Stress- and allostasis-induced brain plasticity."</w:t>
        </w:r>
      </w:hyperlink>
      <w:r w:rsidRPr="00827344">
        <w:rPr>
          <w:sz w:val="21"/>
          <w:szCs w:val="21"/>
        </w:rPr>
        <w:t xml:space="preserve">  </w:t>
      </w:r>
    </w:p>
    <w:p w14:paraId="7F023D0B" w14:textId="77777777" w:rsidR="00E34267" w:rsidRPr="00827344" w:rsidRDefault="00E34267" w:rsidP="00E34267">
      <w:pPr>
        <w:pStyle w:val="Bullet"/>
        <w:ind w:left="1170"/>
        <w:jc w:val="left"/>
        <w:rPr>
          <w:sz w:val="21"/>
          <w:szCs w:val="21"/>
        </w:rPr>
      </w:pPr>
      <w:hyperlink r:id="rId22" w:history="1">
        <w:r w:rsidRPr="00827344">
          <w:rPr>
            <w:sz w:val="21"/>
            <w:szCs w:val="21"/>
          </w:rPr>
          <w:t>Zhang et al., 2019. "Chronic Stress Remodels Synapses in an Amygdala Circuit-Specific Manner."</w:t>
        </w:r>
      </w:hyperlink>
    </w:p>
    <w:p w14:paraId="13ECC66F" w14:textId="77777777" w:rsidR="00E34267" w:rsidRPr="00827344" w:rsidRDefault="00E34267" w:rsidP="00E34267">
      <w:pPr>
        <w:pStyle w:val="Heading2"/>
      </w:pPr>
      <w:bookmarkStart w:id="78" w:name="_Toc177829732"/>
      <w:r w:rsidRPr="00827344">
        <w:t>Stress Impacts on Neurogenesis, Neuroplasticity, &amp; Neural Remodeling</w:t>
      </w:r>
      <w:bookmarkEnd w:id="78"/>
    </w:p>
    <w:p w14:paraId="7D85587A" w14:textId="77777777" w:rsidR="00E34267" w:rsidRPr="00827344" w:rsidRDefault="00E34267" w:rsidP="00E34267">
      <w:pPr>
        <w:pStyle w:val="Bullet"/>
        <w:ind w:left="1170"/>
        <w:jc w:val="left"/>
        <w:rPr>
          <w:sz w:val="21"/>
          <w:szCs w:val="21"/>
        </w:rPr>
      </w:pPr>
      <w:r w:rsidRPr="00827344">
        <w:rPr>
          <w:sz w:val="21"/>
          <w:szCs w:val="21"/>
        </w:rPr>
        <w:t> McEwen 2017 "Neurobiological and Systemic Effects of Chronic Stress." (</w:t>
      </w:r>
      <w:hyperlink r:id="rId23" w:tgtFrame="_blank" w:history="1">
        <w:r w:rsidRPr="00827344">
          <w:rPr>
            <w:sz w:val="21"/>
            <w:szCs w:val="21"/>
          </w:rPr>
          <w:t>https://pubmed.ncbi.nlm.nih.gov/28856337/</w:t>
        </w:r>
      </w:hyperlink>
      <w:r w:rsidRPr="00827344">
        <w:rPr>
          <w:sz w:val="21"/>
          <w:szCs w:val="21"/>
        </w:rPr>
        <w:t xml:space="preserve"> )</w:t>
      </w:r>
    </w:p>
    <w:p w14:paraId="7FA03D72" w14:textId="77777777" w:rsidR="00E34267" w:rsidRPr="00827344" w:rsidRDefault="00E34267" w:rsidP="00E34267">
      <w:pPr>
        <w:pStyle w:val="Bullet"/>
        <w:ind w:left="1170"/>
        <w:jc w:val="left"/>
        <w:rPr>
          <w:sz w:val="21"/>
          <w:szCs w:val="21"/>
        </w:rPr>
      </w:pPr>
      <w:r w:rsidRPr="00827344">
        <w:rPr>
          <w:sz w:val="21"/>
          <w:szCs w:val="21"/>
        </w:rPr>
        <w:t xml:space="preserve">McEwen &amp; </w:t>
      </w:r>
      <w:proofErr w:type="spellStart"/>
      <w:r w:rsidRPr="00827344">
        <w:rPr>
          <w:sz w:val="21"/>
          <w:szCs w:val="21"/>
        </w:rPr>
        <w:t>Gianaros</w:t>
      </w:r>
      <w:proofErr w:type="spellEnd"/>
      <w:r w:rsidRPr="00827344">
        <w:rPr>
          <w:sz w:val="21"/>
          <w:szCs w:val="21"/>
        </w:rPr>
        <w:t>, 2011, "Stress- and allostasis-induced brain plasticity." </w:t>
      </w:r>
      <w:hyperlink r:id="rId24" w:tgtFrame="_blank" w:history="1">
        <w:r w:rsidRPr="00827344">
          <w:rPr>
            <w:sz w:val="21"/>
            <w:szCs w:val="21"/>
          </w:rPr>
          <w:t>(https://pubmed.ncbi.nlm.nih.gov/20707675/).</w:t>
        </w:r>
      </w:hyperlink>
      <w:r w:rsidRPr="00827344">
        <w:rPr>
          <w:sz w:val="21"/>
          <w:szCs w:val="21"/>
        </w:rPr>
        <w:t xml:space="preserve"> </w:t>
      </w:r>
    </w:p>
    <w:p w14:paraId="41624BCE" w14:textId="77777777" w:rsidR="00E34267" w:rsidRPr="00827344" w:rsidRDefault="00E34267" w:rsidP="00E34267">
      <w:pPr>
        <w:pStyle w:val="Bullet"/>
        <w:ind w:left="1170"/>
        <w:jc w:val="left"/>
        <w:rPr>
          <w:sz w:val="21"/>
          <w:szCs w:val="21"/>
        </w:rPr>
      </w:pPr>
      <w:hyperlink r:id="rId25" w:tgtFrame="_blank" w:history="1"/>
      <w:r w:rsidRPr="00827344">
        <w:rPr>
          <w:sz w:val="21"/>
          <w:szCs w:val="21"/>
        </w:rPr>
        <w:t>Price &amp; Duman, 2020, "Neuroplasticity in cognitive and psychological mechanisms of depression: an integrative model." </w:t>
      </w:r>
      <w:hyperlink r:id="rId26" w:tgtFrame="_blank" w:history="1">
        <w:r w:rsidRPr="00827344">
          <w:rPr>
            <w:sz w:val="21"/>
            <w:szCs w:val="21"/>
          </w:rPr>
          <w:t>(https://pubmed.ncbi.nlm.nih.gov/31801966/).</w:t>
        </w:r>
      </w:hyperlink>
    </w:p>
    <w:p w14:paraId="7302EE62" w14:textId="77777777" w:rsidR="00E34267" w:rsidRPr="00827344" w:rsidRDefault="00E34267" w:rsidP="00E34267">
      <w:pPr>
        <w:pStyle w:val="Bullet"/>
        <w:ind w:left="1170"/>
        <w:jc w:val="left"/>
        <w:rPr>
          <w:sz w:val="21"/>
          <w:szCs w:val="21"/>
        </w:rPr>
      </w:pPr>
      <w:r w:rsidRPr="00827344">
        <w:rPr>
          <w:sz w:val="21"/>
          <w:szCs w:val="21"/>
        </w:rPr>
        <w:t>Zhang et al., 2019, "Chronic Stress Remodels Synapses in an Amygdala Circuit-Specific Manner." </w:t>
      </w:r>
      <w:hyperlink r:id="rId27" w:tgtFrame="_blank" w:history="1">
        <w:r w:rsidRPr="00827344">
          <w:rPr>
            <w:sz w:val="21"/>
            <w:szCs w:val="21"/>
          </w:rPr>
          <w:t>(https://pubmed.ncbi.nlm.nih.gov/30060908/).</w:t>
        </w:r>
      </w:hyperlink>
      <w:r w:rsidRPr="00827344">
        <w:rPr>
          <w:sz w:val="21"/>
          <w:szCs w:val="21"/>
        </w:rPr>
        <w:t xml:space="preserve"> </w:t>
      </w:r>
    </w:p>
    <w:p w14:paraId="5280098E" w14:textId="77777777" w:rsidR="00E34267" w:rsidRPr="00827344" w:rsidRDefault="00E34267" w:rsidP="00E34267">
      <w:pPr>
        <w:pStyle w:val="Bullet"/>
        <w:ind w:left="1170"/>
        <w:jc w:val="left"/>
        <w:rPr>
          <w:sz w:val="21"/>
          <w:szCs w:val="21"/>
        </w:rPr>
      </w:pPr>
      <w:hyperlink r:id="rId28" w:tgtFrame="_blank" w:history="1">
        <w:r w:rsidRPr="00827344">
          <w:rPr>
            <w:sz w:val="21"/>
            <w:szCs w:val="21"/>
          </w:rPr>
          <w:t>PubMed search here</w:t>
        </w:r>
      </w:hyperlink>
      <w:r w:rsidRPr="00827344">
        <w:rPr>
          <w:sz w:val="21"/>
          <w:szCs w:val="21"/>
        </w:rPr>
        <w:t>.</w:t>
      </w:r>
    </w:p>
    <w:p w14:paraId="14FB726B" w14:textId="77777777" w:rsidR="00E34267" w:rsidRPr="00827344" w:rsidRDefault="00E34267" w:rsidP="00E34267">
      <w:pPr>
        <w:pStyle w:val="Bullet"/>
        <w:ind w:left="1170"/>
        <w:jc w:val="left"/>
        <w:rPr>
          <w:sz w:val="21"/>
          <w:szCs w:val="21"/>
        </w:rPr>
      </w:pPr>
      <w:r w:rsidRPr="00827344">
        <w:rPr>
          <w:sz w:val="21"/>
          <w:szCs w:val="21"/>
        </w:rPr>
        <w:t>For some of the more technical findings, see </w:t>
      </w:r>
      <w:hyperlink r:id="rId29" w:tgtFrame="_blank" w:history="1">
        <w:r w:rsidRPr="00827344">
          <w:rPr>
            <w:sz w:val="21"/>
            <w:szCs w:val="21"/>
          </w:rPr>
          <w:t xml:space="preserve">Barr &amp; </w:t>
        </w:r>
        <w:proofErr w:type="spellStart"/>
        <w:r w:rsidRPr="00827344">
          <w:rPr>
            <w:sz w:val="21"/>
            <w:szCs w:val="21"/>
          </w:rPr>
          <w:t>Dokas</w:t>
        </w:r>
        <w:proofErr w:type="spellEnd"/>
        <w:r w:rsidRPr="00827344">
          <w:rPr>
            <w:sz w:val="21"/>
            <w:szCs w:val="21"/>
          </w:rPr>
          <w:t>, 2001Links to an external site.</w:t>
        </w:r>
      </w:hyperlink>
      <w:r w:rsidRPr="00827344">
        <w:rPr>
          <w:sz w:val="21"/>
          <w:szCs w:val="21"/>
        </w:rPr>
        <w:t>, </w:t>
      </w:r>
      <w:hyperlink r:id="rId30" w:tgtFrame="_blank" w:history="1">
        <w:r w:rsidRPr="00827344">
          <w:rPr>
            <w:sz w:val="21"/>
            <w:szCs w:val="21"/>
          </w:rPr>
          <w:t>Daskalakis et al., 2015Links to an external site.</w:t>
        </w:r>
      </w:hyperlink>
      <w:r w:rsidRPr="00827344">
        <w:rPr>
          <w:sz w:val="21"/>
          <w:szCs w:val="21"/>
        </w:rPr>
        <w:t>,  and </w:t>
      </w:r>
      <w:hyperlink r:id="rId31" w:tgtFrame="_blank" w:history="1">
        <w:r w:rsidRPr="00827344">
          <w:rPr>
            <w:sz w:val="21"/>
            <w:szCs w:val="21"/>
          </w:rPr>
          <w:t>Fleischer et al., 2023.</w:t>
        </w:r>
      </w:hyperlink>
      <w:r w:rsidRPr="00827344">
        <w:rPr>
          <w:sz w:val="21"/>
          <w:szCs w:val="21"/>
        </w:rPr>
        <w:t xml:space="preserve"> </w:t>
      </w:r>
    </w:p>
    <w:p w14:paraId="0D612095" w14:textId="77777777" w:rsidR="00E34267" w:rsidRPr="00827344" w:rsidRDefault="00E34267" w:rsidP="00E34267">
      <w:pPr>
        <w:pStyle w:val="Bullet"/>
        <w:ind w:left="1170"/>
        <w:jc w:val="left"/>
      </w:pPr>
      <w:r w:rsidRPr="00827344">
        <w:t>These describe how stress hormones interact with brain-derived neurotrophic factor (BDNF, which is like fish food for brain cells) to influence neurogenesis and neural plasticity and remodeling in turn. The latter is from my graduate advisor's lab. :)</w:t>
      </w:r>
    </w:p>
    <w:p w14:paraId="622B9FF6" w14:textId="77777777" w:rsidR="00E34267" w:rsidRPr="00827344" w:rsidRDefault="00E34267" w:rsidP="00E34267">
      <w:pPr>
        <w:pStyle w:val="Heading2"/>
      </w:pPr>
      <w:bookmarkStart w:id="79" w:name="_Toc177829733"/>
      <w:r w:rsidRPr="00827344">
        <w:t>Psychological and Behavioral Impacts of Stress (and their Neurobiological Underpinnings):</w:t>
      </w:r>
      <w:bookmarkEnd w:id="79"/>
      <w:r w:rsidRPr="00827344">
        <w:t xml:space="preserve"> </w:t>
      </w:r>
    </w:p>
    <w:p w14:paraId="3EA4842C" w14:textId="77777777" w:rsidR="00E34267" w:rsidRPr="00827344" w:rsidRDefault="00E34267" w:rsidP="00E34267">
      <w:pPr>
        <w:pStyle w:val="Bullet"/>
        <w:ind w:left="720"/>
        <w:jc w:val="left"/>
      </w:pPr>
      <w:r w:rsidRPr="00827344">
        <w:t>E.g. Rumination, Isolation, Impulsivity and Compulsivity, Anxiety, Depression, PTSD Substance Use/Abuse, Food/Eating Disorders…</w:t>
      </w:r>
    </w:p>
    <w:p w14:paraId="486F63BA" w14:textId="77777777" w:rsidR="00E34267" w:rsidRPr="00EE0ED3" w:rsidRDefault="00E34267" w:rsidP="00E34267">
      <w:pPr>
        <w:pStyle w:val="Heading3"/>
        <w:numPr>
          <w:ilvl w:val="2"/>
          <w:numId w:val="7"/>
        </w:numPr>
        <w:tabs>
          <w:tab w:val="num" w:pos="360"/>
        </w:tabs>
        <w:ind w:left="1062"/>
        <w:rPr>
          <w:b/>
          <w:bCs/>
        </w:rPr>
      </w:pPr>
      <w:bookmarkStart w:id="80" w:name="_Toc177829734"/>
      <w:r w:rsidRPr="00EE0ED3">
        <w:rPr>
          <w:b/>
          <w:bCs/>
        </w:rPr>
        <w:t>General:</w:t>
      </w:r>
      <w:bookmarkEnd w:id="80"/>
      <w:r w:rsidRPr="00EE0ED3">
        <w:rPr>
          <w:b/>
          <w:bCs/>
        </w:rPr>
        <w:t> </w:t>
      </w:r>
    </w:p>
    <w:p w14:paraId="7451A4F1" w14:textId="77777777" w:rsidR="00E34267" w:rsidRPr="00827344" w:rsidRDefault="00E34267" w:rsidP="00E34267">
      <w:pPr>
        <w:pStyle w:val="Bullet"/>
        <w:ind w:left="1512" w:hanging="450"/>
        <w:jc w:val="left"/>
        <w:rPr>
          <w:sz w:val="21"/>
          <w:szCs w:val="21"/>
        </w:rPr>
      </w:pPr>
      <w:r w:rsidRPr="00827344">
        <w:rPr>
          <w:sz w:val="21"/>
          <w:szCs w:val="21"/>
        </w:rPr>
        <w:t xml:space="preserve">McEwen &amp; </w:t>
      </w:r>
      <w:proofErr w:type="spellStart"/>
      <w:r w:rsidRPr="00827344">
        <w:rPr>
          <w:sz w:val="21"/>
          <w:szCs w:val="21"/>
        </w:rPr>
        <w:t>Gianaros</w:t>
      </w:r>
      <w:proofErr w:type="spellEnd"/>
      <w:r w:rsidRPr="00827344">
        <w:rPr>
          <w:sz w:val="21"/>
          <w:szCs w:val="21"/>
        </w:rPr>
        <w:t>, 2011, "Stress- and allostasis-induced brain plasticity." </w:t>
      </w:r>
      <w:hyperlink r:id="rId32" w:tgtFrame="_blank" w:history="1">
        <w:r w:rsidRPr="00827344">
          <w:rPr>
            <w:sz w:val="21"/>
            <w:szCs w:val="21"/>
          </w:rPr>
          <w:t>(https://pubmed.ncbi.nlm.nih.gov/20707675/).</w:t>
        </w:r>
      </w:hyperlink>
    </w:p>
    <w:p w14:paraId="7B31B19A" w14:textId="77777777" w:rsidR="00E34267" w:rsidRPr="00827344" w:rsidRDefault="00E34267" w:rsidP="00E34267">
      <w:pPr>
        <w:pStyle w:val="Bullet"/>
        <w:ind w:left="1512" w:hanging="450"/>
        <w:jc w:val="left"/>
        <w:rPr>
          <w:sz w:val="21"/>
          <w:szCs w:val="21"/>
        </w:rPr>
      </w:pPr>
      <w:r w:rsidRPr="00827344">
        <w:rPr>
          <w:sz w:val="21"/>
          <w:szCs w:val="21"/>
        </w:rPr>
        <w:lastRenderedPageBreak/>
        <w:t>Zhang et al., 2019, "Chronic Stress Remodels Synapses in an Amygdala Circuit-Specific Manner." </w:t>
      </w:r>
      <w:hyperlink r:id="rId33" w:history="1">
        <w:r w:rsidRPr="00827344">
          <w:rPr>
            <w:sz w:val="21"/>
            <w:szCs w:val="21"/>
          </w:rPr>
          <w:t>(https://pubmed.ncbi.nlm.nih.gov/30060908/).</w:t>
        </w:r>
      </w:hyperlink>
      <w:r w:rsidRPr="00827344">
        <w:rPr>
          <w:sz w:val="21"/>
          <w:szCs w:val="21"/>
        </w:rPr>
        <w:t xml:space="preserve"> </w:t>
      </w:r>
    </w:p>
    <w:p w14:paraId="3C774B1F" w14:textId="77777777" w:rsidR="00E34267" w:rsidRPr="00EE0ED3" w:rsidRDefault="00E34267" w:rsidP="00E34267">
      <w:pPr>
        <w:pStyle w:val="Heading3"/>
        <w:ind w:left="954"/>
        <w:rPr>
          <w:b/>
          <w:bCs/>
        </w:rPr>
      </w:pPr>
      <w:bookmarkStart w:id="81" w:name="_Toc177829735"/>
      <w:r w:rsidRPr="00EE0ED3">
        <w:rPr>
          <w:b/>
          <w:bCs/>
        </w:rPr>
        <w:t>Depression &amp; Anxiety:</w:t>
      </w:r>
      <w:bookmarkEnd w:id="81"/>
      <w:r w:rsidRPr="00EE0ED3">
        <w:rPr>
          <w:b/>
          <w:bCs/>
        </w:rPr>
        <w:t> </w:t>
      </w:r>
    </w:p>
    <w:p w14:paraId="4789A693" w14:textId="77777777" w:rsidR="00E34267" w:rsidRPr="00EE0ED3" w:rsidRDefault="00E34267" w:rsidP="00E34267">
      <w:pPr>
        <w:pStyle w:val="Bullet"/>
        <w:ind w:left="1512" w:hanging="450"/>
        <w:jc w:val="left"/>
        <w:rPr>
          <w:sz w:val="21"/>
          <w:szCs w:val="21"/>
        </w:rPr>
      </w:pPr>
      <w:r w:rsidRPr="00EE0ED3">
        <w:rPr>
          <w:sz w:val="21"/>
          <w:szCs w:val="21"/>
        </w:rPr>
        <w:t>Price &amp; Duman, 2020, "Neuroplasticity in cognitive and psychological mechanisms of depression: an integrative model." </w:t>
      </w:r>
      <w:hyperlink r:id="rId34" w:tgtFrame="_blank" w:history="1">
        <w:r w:rsidRPr="00EE0ED3">
          <w:rPr>
            <w:rStyle w:val="Hyperlink"/>
            <w:sz w:val="21"/>
            <w:szCs w:val="21"/>
          </w:rPr>
          <w:t>(https://pubmed.ncbi.nlm.nih.gov/31801966/).</w:t>
        </w:r>
      </w:hyperlink>
    </w:p>
    <w:p w14:paraId="06C825BB" w14:textId="77777777" w:rsidR="00E34267" w:rsidRPr="00EE0ED3" w:rsidRDefault="00E34267" w:rsidP="00E34267">
      <w:pPr>
        <w:pStyle w:val="Bullet"/>
        <w:ind w:left="1512" w:hanging="450"/>
        <w:jc w:val="left"/>
        <w:rPr>
          <w:sz w:val="21"/>
          <w:szCs w:val="21"/>
        </w:rPr>
      </w:pPr>
      <w:r w:rsidRPr="00EE0ED3">
        <w:rPr>
          <w:sz w:val="21"/>
          <w:szCs w:val="21"/>
        </w:rPr>
        <w:t xml:space="preserve">Zhang et al., 2019, "Chronic Stress Remodels Synapses in an Amygdala Circuit-Specific Manner." </w:t>
      </w:r>
      <w:hyperlink r:id="rId35" w:tgtFrame="_blank" w:history="1">
        <w:r w:rsidRPr="00EE0ED3">
          <w:rPr>
            <w:rStyle w:val="Hyperlink"/>
            <w:sz w:val="21"/>
            <w:szCs w:val="21"/>
          </w:rPr>
          <w:t>(https://pubmed.ncbi.nlm.nih.gov/30060908/).</w:t>
        </w:r>
      </w:hyperlink>
      <w:r w:rsidRPr="00EE0ED3">
        <w:rPr>
          <w:sz w:val="21"/>
          <w:szCs w:val="21"/>
        </w:rPr>
        <w:t xml:space="preserve"> </w:t>
      </w:r>
    </w:p>
    <w:p w14:paraId="475C1F9F" w14:textId="77777777" w:rsidR="00E34267" w:rsidRPr="00827344" w:rsidRDefault="00E34267" w:rsidP="00E34267">
      <w:pPr>
        <w:pStyle w:val="Heading3"/>
        <w:ind w:left="954"/>
        <w:rPr>
          <w:b/>
          <w:bCs/>
        </w:rPr>
      </w:pPr>
      <w:bookmarkStart w:id="82" w:name="_Toc177829736"/>
      <w:r w:rsidRPr="00827344">
        <w:rPr>
          <w:b/>
          <w:bCs/>
        </w:rPr>
        <w:t>PTSD:</w:t>
      </w:r>
      <w:bookmarkEnd w:id="82"/>
    </w:p>
    <w:p w14:paraId="3435E271" w14:textId="77777777" w:rsidR="00E34267" w:rsidRPr="00827344" w:rsidRDefault="00E34267" w:rsidP="00E34267">
      <w:pPr>
        <w:pStyle w:val="Bullet"/>
        <w:ind w:left="1512" w:hanging="450"/>
        <w:jc w:val="left"/>
        <w:rPr>
          <w:sz w:val="21"/>
          <w:szCs w:val="21"/>
        </w:rPr>
      </w:pPr>
      <w:r w:rsidRPr="00827344">
        <w:rPr>
          <w:sz w:val="21"/>
          <w:szCs w:val="21"/>
        </w:rPr>
        <w:t>Castro-Vale et al., 2016. " Genetics of glucocorticoid regulation and posttraumatic stress disorder--What do we know?" (</w:t>
      </w:r>
      <w:hyperlink r:id="rId36" w:tgtFrame="_blank" w:history="1">
        <w:r w:rsidRPr="00827344">
          <w:rPr>
            <w:sz w:val="21"/>
            <w:szCs w:val="21"/>
          </w:rPr>
          <w:t>https://pubmed.ncbi.nlm.nih.gov/26872620/</w:t>
        </w:r>
      </w:hyperlink>
      <w:r w:rsidRPr="00827344">
        <w:rPr>
          <w:sz w:val="21"/>
          <w:szCs w:val="21"/>
        </w:rPr>
        <w:t>).</w:t>
      </w:r>
    </w:p>
    <w:p w14:paraId="123CCE10" w14:textId="77777777" w:rsidR="00E34267" w:rsidRPr="00827344" w:rsidRDefault="00E34267" w:rsidP="00E34267">
      <w:pPr>
        <w:pStyle w:val="Bullet"/>
        <w:ind w:left="1512" w:hanging="450"/>
        <w:jc w:val="left"/>
        <w:rPr>
          <w:sz w:val="21"/>
          <w:szCs w:val="21"/>
        </w:rPr>
      </w:pPr>
      <w:r w:rsidRPr="00827344">
        <w:rPr>
          <w:sz w:val="21"/>
          <w:szCs w:val="21"/>
        </w:rPr>
        <w:t>Zhang et al., 2019, "Chronic Stress Remodels Synapses in an Amygdala Circuit-Specific Manner."</w:t>
      </w:r>
      <w:hyperlink r:id="rId37" w:history="1">
        <w:r w:rsidRPr="00827344">
          <w:rPr>
            <w:sz w:val="21"/>
            <w:szCs w:val="21"/>
          </w:rPr>
          <w:t>(https://pubmed.ncbi.nlm.nih.gov/30060908/).</w:t>
        </w:r>
      </w:hyperlink>
    </w:p>
    <w:p w14:paraId="41B9FA74" w14:textId="77777777" w:rsidR="00E34267" w:rsidRPr="00827344" w:rsidRDefault="00E34267" w:rsidP="00E34267">
      <w:pPr>
        <w:pStyle w:val="Heading3"/>
        <w:ind w:left="954"/>
        <w:rPr>
          <w:b/>
          <w:bCs/>
        </w:rPr>
      </w:pPr>
      <w:bookmarkStart w:id="83" w:name="_Toc177829737"/>
      <w:r w:rsidRPr="00827344">
        <w:rPr>
          <w:b/>
          <w:bCs/>
        </w:rPr>
        <w:t>Addiction:</w:t>
      </w:r>
      <w:bookmarkEnd w:id="83"/>
    </w:p>
    <w:p w14:paraId="16CA084A" w14:textId="77777777" w:rsidR="00E34267" w:rsidRPr="00827344" w:rsidRDefault="00E34267" w:rsidP="00E34267">
      <w:pPr>
        <w:pStyle w:val="Bullet"/>
        <w:ind w:left="1512" w:hanging="450"/>
        <w:jc w:val="left"/>
        <w:rPr>
          <w:sz w:val="21"/>
          <w:szCs w:val="21"/>
        </w:rPr>
      </w:pPr>
      <w:r w:rsidRPr="00827344">
        <w:rPr>
          <w:sz w:val="21"/>
          <w:szCs w:val="21"/>
        </w:rPr>
        <w:t xml:space="preserve">Koob &amp; </w:t>
      </w:r>
      <w:proofErr w:type="spellStart"/>
      <w:r w:rsidRPr="00827344">
        <w:rPr>
          <w:sz w:val="21"/>
          <w:szCs w:val="21"/>
        </w:rPr>
        <w:t>Schulkin</w:t>
      </w:r>
      <w:proofErr w:type="spellEnd"/>
      <w:r w:rsidRPr="00827344">
        <w:rPr>
          <w:sz w:val="21"/>
          <w:szCs w:val="21"/>
        </w:rPr>
        <w:t>, 2019 "Addiction and stress: An allostatic view." (</w:t>
      </w:r>
      <w:hyperlink r:id="rId38" w:tgtFrame="_blank" w:history="1">
        <w:r w:rsidRPr="00827344">
          <w:rPr>
            <w:sz w:val="21"/>
            <w:szCs w:val="21"/>
          </w:rPr>
          <w:t>https://pubmed.ncbi.nlm.nih.gov/30227143/</w:t>
        </w:r>
      </w:hyperlink>
      <w:r w:rsidRPr="00827344">
        <w:rPr>
          <w:sz w:val="21"/>
          <w:szCs w:val="21"/>
        </w:rPr>
        <w:t>).</w:t>
      </w:r>
    </w:p>
    <w:p w14:paraId="5FACB1AF" w14:textId="77777777" w:rsidR="00E34267" w:rsidRPr="00827344" w:rsidRDefault="00E34267" w:rsidP="00E34267">
      <w:pPr>
        <w:pStyle w:val="Bullet"/>
        <w:ind w:left="1512" w:hanging="450"/>
        <w:jc w:val="left"/>
        <w:rPr>
          <w:sz w:val="21"/>
          <w:szCs w:val="21"/>
        </w:rPr>
      </w:pPr>
      <w:r w:rsidRPr="00827344">
        <w:rPr>
          <w:sz w:val="21"/>
          <w:szCs w:val="21"/>
        </w:rPr>
        <w:t>My graduate work fits in here if you want the neuro-cellular, molecular, anatomical and physiological underpinnings:</w:t>
      </w:r>
    </w:p>
    <w:p w14:paraId="7F296641" w14:textId="77777777" w:rsidR="00E34267" w:rsidRPr="00EE0ED3" w:rsidRDefault="00E34267" w:rsidP="00E34267">
      <w:pPr>
        <w:pStyle w:val="OpenBullet"/>
        <w:ind w:left="2682"/>
        <w:rPr>
          <w:sz w:val="21"/>
          <w:szCs w:val="21"/>
        </w:rPr>
      </w:pPr>
      <w:r w:rsidRPr="00EE0ED3">
        <w:rPr>
          <w:sz w:val="21"/>
          <w:szCs w:val="21"/>
        </w:rPr>
        <w:t>Barr, Bray, Forster, 2017. “The Hippocampus as a Neural Link between Negative Affect and Vulnerability for Psychostimulant Relapse,” (</w:t>
      </w:r>
      <w:hyperlink r:id="rId39" w:tgtFrame="_blank" w:history="1">
        <w:r w:rsidRPr="00EE0ED3">
          <w:rPr>
            <w:sz w:val="21"/>
            <w:szCs w:val="21"/>
          </w:rPr>
          <w:t>https://www.intechopen.com/chapters/57312</w:t>
        </w:r>
      </w:hyperlink>
      <w:r w:rsidRPr="00EE0ED3">
        <w:rPr>
          <w:sz w:val="21"/>
          <w:szCs w:val="21"/>
        </w:rPr>
        <w:t>).</w:t>
      </w:r>
    </w:p>
    <w:p w14:paraId="7244CA17" w14:textId="77777777" w:rsidR="00E34267" w:rsidRPr="00EE0ED3" w:rsidRDefault="00E34267" w:rsidP="00E34267">
      <w:pPr>
        <w:pStyle w:val="OpenBullet"/>
        <w:ind w:left="2682"/>
        <w:rPr>
          <w:sz w:val="21"/>
          <w:szCs w:val="21"/>
        </w:rPr>
      </w:pPr>
      <w:r w:rsidRPr="00EE0ED3">
        <w:rPr>
          <w:sz w:val="21"/>
          <w:szCs w:val="21"/>
        </w:rPr>
        <w:t xml:space="preserve">Bray et al., 2020, "Corticosterone in the ventral hippocampus differentially alters </w:t>
      </w:r>
      <w:proofErr w:type="spellStart"/>
      <w:r w:rsidRPr="00EE0ED3">
        <w:rPr>
          <w:sz w:val="21"/>
          <w:szCs w:val="21"/>
        </w:rPr>
        <w:t>accumbal</w:t>
      </w:r>
      <w:proofErr w:type="spellEnd"/>
      <w:r w:rsidRPr="00EE0ED3">
        <w:rPr>
          <w:sz w:val="21"/>
          <w:szCs w:val="21"/>
        </w:rPr>
        <w:t xml:space="preserve"> dopamine output in drug-naïve and amphetamine-withdrawn rats" (</w:t>
      </w:r>
      <w:hyperlink r:id="rId40" w:tgtFrame="_blank" w:history="1">
        <w:r w:rsidRPr="00EE0ED3">
          <w:rPr>
            <w:sz w:val="21"/>
            <w:szCs w:val="21"/>
          </w:rPr>
          <w:t>https://pubmed.ncbi.nlm.nih.gov/31881169/</w:t>
        </w:r>
      </w:hyperlink>
      <w:r w:rsidRPr="00EE0ED3">
        <w:rPr>
          <w:sz w:val="21"/>
          <w:szCs w:val="21"/>
        </w:rPr>
        <w:t>).</w:t>
      </w:r>
    </w:p>
    <w:p w14:paraId="5409C592" w14:textId="77777777" w:rsidR="00E34267" w:rsidRPr="00827344" w:rsidRDefault="00E34267" w:rsidP="00E34267">
      <w:pPr>
        <w:pStyle w:val="OpenBullet"/>
        <w:ind w:left="2682"/>
      </w:pPr>
      <w:r w:rsidRPr="00EE0ED3">
        <w:rPr>
          <w:sz w:val="21"/>
          <w:szCs w:val="21"/>
        </w:rPr>
        <w:t>Bray et al., 2016. "Amphetamine withdrawal differentially affects hippocampal and peripheral corticosterone levels in response to stress" (</w:t>
      </w:r>
      <w:hyperlink r:id="rId41" w:tgtFrame="_blank" w:history="1">
        <w:r w:rsidRPr="00EE0ED3">
          <w:rPr>
            <w:sz w:val="21"/>
            <w:szCs w:val="21"/>
          </w:rPr>
          <w:t>https://pubmed.ncbi.nlm.nih.gov/27208490/</w:t>
        </w:r>
      </w:hyperlink>
      <w:r w:rsidRPr="00EE0ED3">
        <w:rPr>
          <w:sz w:val="21"/>
          <w:szCs w:val="21"/>
        </w:rPr>
        <w:t>).</w:t>
      </w:r>
    </w:p>
    <w:p w14:paraId="15ED5D90" w14:textId="77777777" w:rsidR="00E34267" w:rsidRPr="00827344" w:rsidRDefault="00E34267" w:rsidP="00E34267">
      <w:pPr>
        <w:pStyle w:val="Bullet"/>
        <w:ind w:left="1512" w:hanging="450"/>
        <w:jc w:val="left"/>
        <w:rPr>
          <w:sz w:val="21"/>
          <w:szCs w:val="21"/>
        </w:rPr>
      </w:pPr>
      <w:r w:rsidRPr="00827344">
        <w:rPr>
          <w:sz w:val="21"/>
          <w:szCs w:val="21"/>
        </w:rPr>
        <w:t>Wiss, Avena, Gold, 2020. "Food Addiction and Psychosocial Adversity: Biological Embedding, Contextual Factors, and Public Health Implications." (</w:t>
      </w:r>
      <w:hyperlink r:id="rId42" w:tgtFrame="_blank" w:history="1">
        <w:r w:rsidRPr="00827344">
          <w:rPr>
            <w:sz w:val="21"/>
            <w:szCs w:val="21"/>
          </w:rPr>
          <w:t>https://pubmed.ncbi.nlm.nih.gov/33207612/</w:t>
        </w:r>
      </w:hyperlink>
      <w:r w:rsidRPr="00827344">
        <w:rPr>
          <w:sz w:val="21"/>
          <w:szCs w:val="21"/>
        </w:rPr>
        <w:t>)</w:t>
      </w:r>
    </w:p>
    <w:p w14:paraId="4E2B29E4" w14:textId="77777777" w:rsidR="00E34267" w:rsidRPr="00827344" w:rsidRDefault="00E34267" w:rsidP="00E34267">
      <w:pPr>
        <w:pStyle w:val="Heading3"/>
        <w:ind w:left="954"/>
        <w:rPr>
          <w:b/>
          <w:bCs/>
        </w:rPr>
      </w:pPr>
      <w:bookmarkStart w:id="84" w:name="_Toc177829738"/>
      <w:r w:rsidRPr="00827344">
        <w:rPr>
          <w:b/>
          <w:bCs/>
        </w:rPr>
        <w:t>Disordered Eating, Eating Disorders, &amp; Food Addiction</w:t>
      </w:r>
      <w:bookmarkEnd w:id="84"/>
    </w:p>
    <w:p w14:paraId="68F2DBBA" w14:textId="77777777" w:rsidR="00E34267" w:rsidRPr="00827344" w:rsidRDefault="00E34267" w:rsidP="00E34267">
      <w:pPr>
        <w:pStyle w:val="Bullet"/>
        <w:ind w:left="1512" w:hanging="450"/>
        <w:jc w:val="left"/>
        <w:rPr>
          <w:sz w:val="21"/>
          <w:szCs w:val="21"/>
        </w:rPr>
      </w:pPr>
      <w:r w:rsidRPr="00827344">
        <w:rPr>
          <w:sz w:val="21"/>
          <w:szCs w:val="21"/>
        </w:rPr>
        <w:t>Wiss, Avena, Gold, 2020. "Food Addiction and Psychosocial Adversity: Biological Embedding, Contextual Factors, and Public Health Implications." (</w:t>
      </w:r>
      <w:hyperlink r:id="rId43" w:tgtFrame="_blank" w:history="1">
        <w:r w:rsidRPr="00827344">
          <w:rPr>
            <w:sz w:val="21"/>
            <w:szCs w:val="21"/>
          </w:rPr>
          <w:t>https://pubmed.ncbi.nlm.nih.gov/33207612/</w:t>
        </w:r>
      </w:hyperlink>
      <w:r w:rsidRPr="00827344">
        <w:rPr>
          <w:sz w:val="21"/>
          <w:szCs w:val="21"/>
        </w:rPr>
        <w:t>).</w:t>
      </w:r>
    </w:p>
    <w:p w14:paraId="47E46ED9" w14:textId="77777777" w:rsidR="00E34267" w:rsidRPr="00827344" w:rsidRDefault="00E34267" w:rsidP="00E34267">
      <w:pPr>
        <w:pStyle w:val="Bullet"/>
        <w:ind w:left="1512" w:hanging="450"/>
        <w:jc w:val="left"/>
        <w:rPr>
          <w:sz w:val="21"/>
          <w:szCs w:val="21"/>
        </w:rPr>
      </w:pPr>
      <w:proofErr w:type="spellStart"/>
      <w:r w:rsidRPr="00827344">
        <w:rPr>
          <w:sz w:val="21"/>
          <w:szCs w:val="21"/>
        </w:rPr>
        <w:t>Kuckuck</w:t>
      </w:r>
      <w:proofErr w:type="spellEnd"/>
      <w:r w:rsidRPr="00827344">
        <w:rPr>
          <w:sz w:val="21"/>
          <w:szCs w:val="21"/>
        </w:rPr>
        <w:t xml:space="preserve"> et al., 2023. "Glucocorticoids, stress and eating: The mediating role of appetite‐regulating hormones." (</w:t>
      </w:r>
      <w:hyperlink r:id="rId44" w:tgtFrame="_blank" w:history="1">
        <w:r w:rsidRPr="00827344">
          <w:rPr>
            <w:sz w:val="21"/>
            <w:szCs w:val="21"/>
          </w:rPr>
          <w:t>https://www.ncbi.nlm.nih.gov/pmc/articles/PMC10077914/</w:t>
        </w:r>
      </w:hyperlink>
      <w:r w:rsidRPr="00827344">
        <w:rPr>
          <w:sz w:val="21"/>
          <w:szCs w:val="21"/>
        </w:rPr>
        <w:t>).</w:t>
      </w:r>
    </w:p>
    <w:p w14:paraId="217D5379" w14:textId="77777777" w:rsidR="00E34267" w:rsidRPr="00827344" w:rsidRDefault="00E34267" w:rsidP="00E34267">
      <w:pPr>
        <w:pStyle w:val="Heading2"/>
      </w:pPr>
      <w:bookmarkStart w:id="85" w:name="_Toc177829739"/>
      <w:proofErr w:type="spellStart"/>
      <w:r w:rsidRPr="00827344">
        <w:t>Neuropsychoimmunology</w:t>
      </w:r>
      <w:bookmarkEnd w:id="85"/>
      <w:proofErr w:type="spellEnd"/>
    </w:p>
    <w:p w14:paraId="5FF81E39" w14:textId="77777777" w:rsidR="00E34267" w:rsidRPr="00827344" w:rsidRDefault="00E34267" w:rsidP="00E34267">
      <w:pPr>
        <w:pStyle w:val="Bullet"/>
        <w:ind w:left="1170"/>
        <w:jc w:val="left"/>
        <w:rPr>
          <w:sz w:val="21"/>
          <w:szCs w:val="21"/>
        </w:rPr>
      </w:pPr>
      <w:r w:rsidRPr="00827344">
        <w:rPr>
          <w:sz w:val="21"/>
          <w:szCs w:val="21"/>
        </w:rPr>
        <w:lastRenderedPageBreak/>
        <w:t>Exploring links between psychology, neurobiology, &amp; immunology</w:t>
      </w:r>
    </w:p>
    <w:p w14:paraId="4CAC65AB" w14:textId="77777777" w:rsidR="00E34267" w:rsidRPr="00827344" w:rsidRDefault="00E34267" w:rsidP="00E34267">
      <w:pPr>
        <w:pStyle w:val="Bullet"/>
        <w:ind w:left="1170"/>
        <w:jc w:val="left"/>
        <w:rPr>
          <w:sz w:val="21"/>
          <w:szCs w:val="21"/>
        </w:rPr>
      </w:pPr>
      <w:r w:rsidRPr="00827344">
        <w:rPr>
          <w:sz w:val="21"/>
          <w:szCs w:val="21"/>
        </w:rPr>
        <w:t xml:space="preserve">How the brain and psychology are inter-related to immune function and inflammation that drive thoughts and </w:t>
      </w:r>
      <w:proofErr w:type="spellStart"/>
      <w:r w:rsidRPr="00827344">
        <w:rPr>
          <w:sz w:val="21"/>
          <w:szCs w:val="21"/>
        </w:rPr>
        <w:t>behaivors</w:t>
      </w:r>
      <w:proofErr w:type="spellEnd"/>
      <w:r w:rsidRPr="00827344">
        <w:rPr>
          <w:sz w:val="21"/>
          <w:szCs w:val="21"/>
        </w:rPr>
        <w:t xml:space="preserve"> in turn (“not just woo-woo”).</w:t>
      </w:r>
    </w:p>
    <w:p w14:paraId="0CC53FB8" w14:textId="77777777" w:rsidR="00E34267" w:rsidRPr="00827344" w:rsidRDefault="00E34267" w:rsidP="00E34267">
      <w:pPr>
        <w:pStyle w:val="Bullet"/>
        <w:ind w:left="1170"/>
        <w:jc w:val="left"/>
        <w:rPr>
          <w:sz w:val="21"/>
          <w:szCs w:val="21"/>
        </w:rPr>
      </w:pPr>
      <w:r w:rsidRPr="00827344">
        <w:rPr>
          <w:sz w:val="21"/>
          <w:szCs w:val="21"/>
        </w:rPr>
        <w:t> Miller et al., 2009. "Parental support and cytokine activity in childhood asthma: the role of glucocorticoid sensitivity" (</w:t>
      </w:r>
      <w:hyperlink r:id="rId45" w:tgtFrame="_blank" w:history="1">
        <w:r w:rsidRPr="00827344">
          <w:rPr>
            <w:sz w:val="21"/>
            <w:szCs w:val="21"/>
          </w:rPr>
          <w:t>https://pubmed.ncbi.nlm.nih.gov/19181373/</w:t>
        </w:r>
      </w:hyperlink>
      <w:r w:rsidRPr="00827344">
        <w:rPr>
          <w:sz w:val="21"/>
          <w:szCs w:val="21"/>
        </w:rPr>
        <w:t>). </w:t>
      </w:r>
    </w:p>
    <w:p w14:paraId="062A2D38" w14:textId="77777777" w:rsidR="00E34267" w:rsidRPr="00827344" w:rsidRDefault="00E34267" w:rsidP="00E34267">
      <w:pPr>
        <w:pStyle w:val="Bullet"/>
        <w:numPr>
          <w:ilvl w:val="1"/>
          <w:numId w:val="4"/>
        </w:numPr>
        <w:ind w:left="1800"/>
        <w:jc w:val="left"/>
        <w:rPr>
          <w:sz w:val="21"/>
          <w:szCs w:val="21"/>
        </w:rPr>
      </w:pPr>
      <w:r w:rsidRPr="00827344">
        <w:rPr>
          <w:sz w:val="21"/>
          <w:szCs w:val="21"/>
        </w:rPr>
        <w:t>Wright 2009 "Stress and acquired glucocorticoid resistance: A relationship hanging in the balance." (</w:t>
      </w:r>
      <w:hyperlink r:id="rId46" w:tgtFrame="_blank" w:history="1">
        <w:r w:rsidRPr="00827344">
          <w:rPr>
            <w:sz w:val="21"/>
            <w:szCs w:val="21"/>
          </w:rPr>
          <w:t>https://www.ncbi.nlm.nih.gov/pmc/articles/PMC4807974/</w:t>
        </w:r>
      </w:hyperlink>
      <w:r w:rsidRPr="00827344">
        <w:rPr>
          <w:sz w:val="21"/>
          <w:szCs w:val="21"/>
        </w:rPr>
        <w:t xml:space="preserve">). </w:t>
      </w:r>
    </w:p>
    <w:p w14:paraId="1B1579BD" w14:textId="77777777" w:rsidR="00E34267" w:rsidRPr="00827344" w:rsidRDefault="00E34267" w:rsidP="00E34267">
      <w:pPr>
        <w:pStyle w:val="Bullet"/>
        <w:numPr>
          <w:ilvl w:val="1"/>
          <w:numId w:val="4"/>
        </w:numPr>
        <w:ind w:left="1800"/>
        <w:jc w:val="left"/>
        <w:rPr>
          <w:sz w:val="21"/>
          <w:szCs w:val="21"/>
        </w:rPr>
      </w:pPr>
      <w:r w:rsidRPr="00827344">
        <w:rPr>
          <w:sz w:val="21"/>
          <w:szCs w:val="21"/>
        </w:rPr>
        <w:t>Wright 2009 summarizes Miller et al., 2009.</w:t>
      </w:r>
    </w:p>
    <w:p w14:paraId="21EC0A93" w14:textId="77777777" w:rsidR="00E34267" w:rsidRPr="00827344" w:rsidRDefault="00E34267" w:rsidP="00E34267">
      <w:pPr>
        <w:pStyle w:val="Bullet"/>
        <w:numPr>
          <w:ilvl w:val="1"/>
          <w:numId w:val="4"/>
        </w:numPr>
        <w:ind w:left="1800"/>
        <w:jc w:val="left"/>
        <w:rPr>
          <w:sz w:val="21"/>
          <w:szCs w:val="21"/>
        </w:rPr>
      </w:pPr>
      <w:r w:rsidRPr="00827344">
        <w:rPr>
          <w:sz w:val="21"/>
          <w:szCs w:val="21"/>
        </w:rPr>
        <w:t>High vs. low rating of perceived parental support linked to low (anti-) vs. high (pro-) inflammatory response to stress and asthma in children. Links between psychology (perceived parental support), neurobiology (glucocorticoid/cortisol response to stress), immunology (inflammatory response to glucocorticoids (e.g., cortisol and stress) and asthma (Miller et al., 2009; Wright, 2009).</w:t>
      </w:r>
    </w:p>
    <w:p w14:paraId="775E64BE" w14:textId="77777777" w:rsidR="00E34267" w:rsidRPr="00827344" w:rsidRDefault="00E34267" w:rsidP="00E34267">
      <w:pPr>
        <w:pStyle w:val="Bullet"/>
        <w:ind w:left="1170"/>
        <w:jc w:val="left"/>
        <w:rPr>
          <w:sz w:val="21"/>
          <w:szCs w:val="21"/>
        </w:rPr>
      </w:pPr>
      <w:r w:rsidRPr="00827344">
        <w:rPr>
          <w:sz w:val="21"/>
          <w:szCs w:val="21"/>
        </w:rPr>
        <w:t>Dr. Zwickey gave an excellent review of this topic in a </w:t>
      </w:r>
      <w:hyperlink r:id="rId47" w:tgtFrame="_blank" w:history="1">
        <w:r w:rsidRPr="00827344">
          <w:rPr>
            <w:sz w:val="21"/>
            <w:szCs w:val="21"/>
          </w:rPr>
          <w:t>2022 Podcast episode</w:t>
        </w:r>
      </w:hyperlink>
      <w:r w:rsidRPr="00827344">
        <w:rPr>
          <w:sz w:val="21"/>
          <w:szCs w:val="21"/>
        </w:rPr>
        <w:t xml:space="preserve"> on the "‎Integrative Psychiatry Review" Podcast.</w:t>
      </w:r>
    </w:p>
    <w:p w14:paraId="7B4BC7D4" w14:textId="77777777" w:rsidR="00E34267" w:rsidRPr="00827344" w:rsidRDefault="00E34267" w:rsidP="00E34267">
      <w:pPr>
        <w:pStyle w:val="Bullet"/>
        <w:numPr>
          <w:ilvl w:val="1"/>
          <w:numId w:val="4"/>
        </w:numPr>
        <w:ind w:left="1800"/>
        <w:jc w:val="left"/>
        <w:rPr>
          <w:sz w:val="21"/>
          <w:szCs w:val="21"/>
        </w:rPr>
      </w:pPr>
      <w:r w:rsidRPr="00827344">
        <w:rPr>
          <w:sz w:val="21"/>
          <w:szCs w:val="21"/>
        </w:rPr>
        <w:t>The episode is titled "</w:t>
      </w:r>
      <w:hyperlink r:id="rId48" w:tgtFrame="_blank" w:history="1">
        <w:r w:rsidRPr="00827344">
          <w:rPr>
            <w:sz w:val="21"/>
            <w:szCs w:val="21"/>
          </w:rPr>
          <w:t xml:space="preserve">022 </w:t>
        </w:r>
        <w:proofErr w:type="spellStart"/>
        <w:r w:rsidRPr="00827344">
          <w:rPr>
            <w:sz w:val="21"/>
            <w:szCs w:val="21"/>
          </w:rPr>
          <w:t>Neuropsychoimmunology</w:t>
        </w:r>
        <w:proofErr w:type="spellEnd"/>
        <w:r w:rsidRPr="00827344">
          <w:rPr>
            <w:sz w:val="21"/>
            <w:szCs w:val="21"/>
          </w:rPr>
          <w:t xml:space="preserve"> with Heather Zwickey.</w:t>
        </w:r>
      </w:hyperlink>
      <w:r w:rsidRPr="00827344">
        <w:rPr>
          <w:sz w:val="21"/>
          <w:szCs w:val="21"/>
        </w:rPr>
        <w:t>" (March 15, 2022).</w:t>
      </w:r>
    </w:p>
    <w:p w14:paraId="253E0521" w14:textId="77777777" w:rsidR="00E34267" w:rsidRPr="00827344" w:rsidRDefault="00E34267" w:rsidP="00E34267">
      <w:pPr>
        <w:pStyle w:val="Bullet"/>
        <w:numPr>
          <w:ilvl w:val="1"/>
          <w:numId w:val="4"/>
        </w:numPr>
        <w:ind w:left="1800"/>
        <w:jc w:val="left"/>
        <w:rPr>
          <w:sz w:val="21"/>
          <w:szCs w:val="21"/>
        </w:rPr>
      </w:pPr>
      <w:r w:rsidRPr="00827344">
        <w:rPr>
          <w:sz w:val="21"/>
          <w:szCs w:val="21"/>
        </w:rPr>
        <w:t>Typically, it is accessible on iTunes </w:t>
      </w:r>
      <w:hyperlink r:id="rId49" w:tgtFrame="_blank" w:history="1">
        <w:r w:rsidRPr="00827344">
          <w:rPr>
            <w:sz w:val="21"/>
            <w:szCs w:val="21"/>
          </w:rPr>
          <w:t>here</w:t>
        </w:r>
      </w:hyperlink>
      <w:r w:rsidRPr="00827344">
        <w:rPr>
          <w:sz w:val="21"/>
          <w:szCs w:val="21"/>
        </w:rPr>
        <w:t>. However, it may not be accessible currently. </w:t>
      </w:r>
    </w:p>
    <w:p w14:paraId="5757993B" w14:textId="77777777" w:rsidR="00E34267" w:rsidRPr="00827344" w:rsidRDefault="00E34267" w:rsidP="00E34267">
      <w:pPr>
        <w:pStyle w:val="Heading2"/>
      </w:pPr>
      <w:bookmarkStart w:id="86" w:name="_Toc177829740"/>
      <w:r w:rsidRPr="00827344">
        <w:t>Stress Vulnerability</w:t>
      </w:r>
      <w:bookmarkEnd w:id="86"/>
    </w:p>
    <w:p w14:paraId="569E48E5" w14:textId="77777777" w:rsidR="00E34267" w:rsidRPr="00827344" w:rsidRDefault="00E34267" w:rsidP="00E34267">
      <w:pPr>
        <w:pStyle w:val="Heading3"/>
        <w:numPr>
          <w:ilvl w:val="2"/>
          <w:numId w:val="8"/>
        </w:numPr>
        <w:tabs>
          <w:tab w:val="num" w:pos="360"/>
        </w:tabs>
        <w:ind w:left="792"/>
      </w:pPr>
      <w:bookmarkStart w:id="87" w:name="_Toc177829741"/>
      <w:r w:rsidRPr="00827344">
        <w:t>Lack of Unconditional Acceptance/Validating/Support (e.g., lack in perceived parental support, invalidation, marginalization, under-resourced, etc.).</w:t>
      </w:r>
      <w:bookmarkEnd w:id="87"/>
    </w:p>
    <w:p w14:paraId="115F5894" w14:textId="77777777" w:rsidR="00E34267" w:rsidRPr="00EE0ED3" w:rsidRDefault="00E34267" w:rsidP="00E34267">
      <w:pPr>
        <w:pStyle w:val="Heading3"/>
        <w:ind w:left="792"/>
        <w:rPr>
          <w:b/>
          <w:bCs/>
        </w:rPr>
      </w:pPr>
      <w:bookmarkStart w:id="88" w:name="_Toc177829742"/>
      <w:r w:rsidRPr="00EE0ED3">
        <w:rPr>
          <w:b/>
          <w:bCs/>
        </w:rPr>
        <w:t>Stress response to maternal separation</w:t>
      </w:r>
      <w:bookmarkEnd w:id="88"/>
    </w:p>
    <w:p w14:paraId="11D5E203" w14:textId="77777777" w:rsidR="00E34267" w:rsidRPr="00827344" w:rsidRDefault="00E34267" w:rsidP="00E34267">
      <w:pPr>
        <w:pStyle w:val="Bullet"/>
        <w:numPr>
          <w:ilvl w:val="3"/>
          <w:numId w:val="4"/>
        </w:numPr>
        <w:ind w:left="1440"/>
        <w:jc w:val="left"/>
        <w:rPr>
          <w:sz w:val="21"/>
          <w:szCs w:val="21"/>
        </w:rPr>
      </w:pPr>
      <w:r w:rsidRPr="00827344">
        <w:rPr>
          <w:sz w:val="21"/>
          <w:szCs w:val="21"/>
        </w:rPr>
        <w:t>(</w:t>
      </w:r>
      <w:hyperlink r:id="rId50" w:tgtFrame="_blank" w:tooltip="Hyman, 2009.pdf" w:history="1">
        <w:r w:rsidRPr="00827344">
          <w:rPr>
            <w:sz w:val="21"/>
            <w:szCs w:val="21"/>
          </w:rPr>
          <w:t>Hyman, 2009</w:t>
        </w:r>
      </w:hyperlink>
      <w:r w:rsidRPr="00827344">
        <w:rPr>
          <w:sz w:val="21"/>
          <w:szCs w:val="21"/>
        </w:rPr>
        <w:t>; Schmidt et al., 2004; </w:t>
      </w:r>
      <w:hyperlink r:id="rId51" w:tgtFrame="_blank" w:history="1">
        <w:r w:rsidRPr="00827344">
          <w:rPr>
            <w:sz w:val="21"/>
            <w:szCs w:val="21"/>
          </w:rPr>
          <w:t>Biggio et al., 2014</w:t>
        </w:r>
      </w:hyperlink>
      <w:r w:rsidRPr="00827344">
        <w:rPr>
          <w:sz w:val="21"/>
          <w:szCs w:val="21"/>
        </w:rPr>
        <w:t>).</w:t>
      </w:r>
    </w:p>
    <w:p w14:paraId="554C4210" w14:textId="77777777" w:rsidR="00E34267" w:rsidRPr="00827344" w:rsidRDefault="00E34267" w:rsidP="00E34267">
      <w:pPr>
        <w:pStyle w:val="Bullet"/>
        <w:numPr>
          <w:ilvl w:val="3"/>
          <w:numId w:val="4"/>
        </w:numPr>
        <w:ind w:left="1440"/>
        <w:jc w:val="left"/>
        <w:rPr>
          <w:sz w:val="21"/>
          <w:szCs w:val="21"/>
        </w:rPr>
      </w:pPr>
      <w:hyperlink r:id="rId52" w:tgtFrame="_blank" w:history="1">
        <w:r w:rsidRPr="00827344">
          <w:rPr>
            <w:sz w:val="21"/>
            <w:szCs w:val="21"/>
          </w:rPr>
          <w:t>Maternal separation &amp; alcohol consumption.</w:t>
        </w:r>
      </w:hyperlink>
      <w:r w:rsidRPr="00827344">
        <w:rPr>
          <w:sz w:val="21"/>
          <w:szCs w:val="21"/>
        </w:rPr>
        <w:t xml:space="preserve"> </w:t>
      </w:r>
    </w:p>
    <w:p w14:paraId="698F49C2" w14:textId="77777777" w:rsidR="00E34267" w:rsidRPr="00827344" w:rsidRDefault="00E34267" w:rsidP="00E34267">
      <w:pPr>
        <w:pStyle w:val="Bullet"/>
        <w:numPr>
          <w:ilvl w:val="3"/>
          <w:numId w:val="4"/>
        </w:numPr>
        <w:ind w:left="1440"/>
        <w:jc w:val="left"/>
        <w:rPr>
          <w:sz w:val="21"/>
          <w:szCs w:val="21"/>
        </w:rPr>
      </w:pPr>
      <w:hyperlink r:id="rId53" w:tgtFrame="_blank" w:history="1">
        <w:r w:rsidRPr="00827344">
          <w:rPr>
            <w:sz w:val="21"/>
            <w:szCs w:val="21"/>
          </w:rPr>
          <w:t>Maternal separation and self-administration.</w:t>
        </w:r>
      </w:hyperlink>
      <w:r w:rsidRPr="00827344">
        <w:rPr>
          <w:sz w:val="21"/>
          <w:szCs w:val="21"/>
        </w:rPr>
        <w:t xml:space="preserve"> </w:t>
      </w:r>
    </w:p>
    <w:p w14:paraId="390D9189" w14:textId="77777777" w:rsidR="00E34267" w:rsidRPr="00827344" w:rsidRDefault="00E34267" w:rsidP="00E34267">
      <w:pPr>
        <w:pStyle w:val="Heading3"/>
        <w:ind w:left="792"/>
        <w:rPr>
          <w:b/>
          <w:bCs/>
        </w:rPr>
      </w:pPr>
      <w:bookmarkStart w:id="89" w:name="_Toc177829743"/>
      <w:r w:rsidRPr="00827344">
        <w:rPr>
          <w:b/>
          <w:bCs/>
        </w:rPr>
        <w:t>Stress, Inflammatory, Immune Response to Perceived Lack of Parental Support</w:t>
      </w:r>
      <w:bookmarkEnd w:id="89"/>
      <w:r w:rsidRPr="00827344">
        <w:rPr>
          <w:b/>
          <w:bCs/>
        </w:rPr>
        <w:t xml:space="preserve"> </w:t>
      </w:r>
    </w:p>
    <w:p w14:paraId="58950A7C" w14:textId="77777777" w:rsidR="00E34267" w:rsidRPr="00827344" w:rsidRDefault="00E34267" w:rsidP="00E34267">
      <w:pPr>
        <w:pStyle w:val="Bullet"/>
        <w:numPr>
          <w:ilvl w:val="3"/>
          <w:numId w:val="4"/>
        </w:numPr>
        <w:ind w:left="1440"/>
        <w:jc w:val="left"/>
        <w:rPr>
          <w:sz w:val="21"/>
          <w:szCs w:val="21"/>
        </w:rPr>
      </w:pPr>
      <w:hyperlink r:id="rId54" w:history="1">
        <w:r w:rsidRPr="00827344">
          <w:rPr>
            <w:sz w:val="21"/>
            <w:szCs w:val="21"/>
          </w:rPr>
          <w:t>Miller et al., 2009. "Parental support and cytokine activity in childhood asthma: the role of glucocorticoid sensitivity."</w:t>
        </w:r>
      </w:hyperlink>
    </w:p>
    <w:p w14:paraId="68C02F74" w14:textId="77777777" w:rsidR="00E34267" w:rsidRPr="00827344" w:rsidRDefault="00E34267" w:rsidP="00E34267">
      <w:pPr>
        <w:pStyle w:val="Bullet"/>
        <w:numPr>
          <w:ilvl w:val="3"/>
          <w:numId w:val="4"/>
        </w:numPr>
        <w:ind w:left="1440"/>
        <w:jc w:val="left"/>
        <w:rPr>
          <w:sz w:val="21"/>
          <w:szCs w:val="21"/>
        </w:rPr>
      </w:pPr>
      <w:hyperlink r:id="rId55" w:history="1">
        <w:r w:rsidRPr="00827344">
          <w:rPr>
            <w:sz w:val="21"/>
            <w:szCs w:val="21"/>
          </w:rPr>
          <w:t>Wright 2009 "Stress and acquired glucocorticoid resistance: A relationship hanging in the balance."</w:t>
        </w:r>
      </w:hyperlink>
    </w:p>
    <w:p w14:paraId="2FE9715F" w14:textId="77777777" w:rsidR="00E34267" w:rsidRPr="00827344" w:rsidRDefault="00E34267" w:rsidP="00E34267">
      <w:pPr>
        <w:pStyle w:val="Bullet"/>
        <w:numPr>
          <w:ilvl w:val="3"/>
          <w:numId w:val="4"/>
        </w:numPr>
        <w:ind w:left="1440"/>
        <w:jc w:val="left"/>
        <w:rPr>
          <w:sz w:val="21"/>
          <w:szCs w:val="21"/>
        </w:rPr>
      </w:pPr>
      <w:r w:rsidRPr="00827344">
        <w:rPr>
          <w:sz w:val="21"/>
          <w:szCs w:val="21"/>
        </w:rPr>
        <w:t>High vs. low rating of perceived parental support linked to low (anti-) vs. high (pro-) inflammatory response to stress and asthma in children. Links between psychology (perceived parental support), neurobiology (glucocorticoid/cortisol response to stress), immunology (inflammatory response to glucocorticoids (e.g., cortisol and stress) and asthma (Miller et al., 2009; Wright, 2009).</w:t>
      </w:r>
    </w:p>
    <w:p w14:paraId="29AF297F" w14:textId="77777777" w:rsidR="00E34267" w:rsidRPr="00827344" w:rsidRDefault="00E34267" w:rsidP="00E34267">
      <w:pPr>
        <w:pStyle w:val="Heading3"/>
        <w:ind w:left="792"/>
        <w:rPr>
          <w:b/>
          <w:bCs/>
        </w:rPr>
      </w:pPr>
      <w:bookmarkStart w:id="90" w:name="_Toc177829744"/>
      <w:r w:rsidRPr="00827344">
        <w:rPr>
          <w:b/>
          <w:bCs/>
        </w:rPr>
        <w:t>Contributions of Invalidation, Marginalization, &amp; Under-Resourced Experiences &amp; Environments in Mental Health</w:t>
      </w:r>
      <w:bookmarkEnd w:id="90"/>
    </w:p>
    <w:p w14:paraId="3FD7BAC3" w14:textId="77777777" w:rsidR="00E34267" w:rsidRPr="00827344" w:rsidRDefault="00E34267" w:rsidP="00E34267">
      <w:pPr>
        <w:pStyle w:val="Bullet"/>
        <w:numPr>
          <w:ilvl w:val="3"/>
          <w:numId w:val="4"/>
        </w:numPr>
        <w:ind w:left="1440"/>
        <w:jc w:val="left"/>
        <w:rPr>
          <w:sz w:val="21"/>
          <w:szCs w:val="21"/>
        </w:rPr>
      </w:pPr>
      <w:r w:rsidRPr="00827344">
        <w:rPr>
          <w:sz w:val="21"/>
          <w:szCs w:val="21"/>
        </w:rPr>
        <w:lastRenderedPageBreak/>
        <w:t>Bray et al., 2022, “Binge Eating Disorder Is a Social Justice Issue: A Cross-Sectional Mixed-Methods Study of Binge Eating Disorder Experts’ Opinions,” (</w:t>
      </w:r>
      <w:hyperlink r:id="rId56" w:history="1">
        <w:r w:rsidRPr="00827344">
          <w:rPr>
            <w:sz w:val="21"/>
            <w:szCs w:val="21"/>
          </w:rPr>
          <w:t>https://www.ncbi.nlm.nih.gov/pmc/articles/PMC9141064/</w:t>
        </w:r>
      </w:hyperlink>
      <w:r w:rsidRPr="00827344">
        <w:rPr>
          <w:sz w:val="21"/>
          <w:szCs w:val="21"/>
        </w:rPr>
        <w:t>).</w:t>
      </w:r>
    </w:p>
    <w:p w14:paraId="5224AB92" w14:textId="77777777" w:rsidR="00E34267" w:rsidRPr="00827344" w:rsidRDefault="00E34267" w:rsidP="00E34267">
      <w:pPr>
        <w:pStyle w:val="Heading2"/>
      </w:pPr>
      <w:r>
        <w:t xml:space="preserve"> </w:t>
      </w:r>
      <w:bookmarkStart w:id="91" w:name="_Toc177829745"/>
      <w:r>
        <w:t xml:space="preserve">Stress </w:t>
      </w:r>
      <w:r w:rsidRPr="00827344">
        <w:t>Resilience</w:t>
      </w:r>
      <w:bookmarkEnd w:id="91"/>
    </w:p>
    <w:p w14:paraId="63D6ECFC" w14:textId="77777777" w:rsidR="00E34267" w:rsidRDefault="00E34267" w:rsidP="00E34267">
      <w:pPr>
        <w:pStyle w:val="Heading3"/>
        <w:numPr>
          <w:ilvl w:val="2"/>
          <w:numId w:val="9"/>
        </w:numPr>
        <w:tabs>
          <w:tab w:val="num" w:pos="360"/>
        </w:tabs>
        <w:ind w:left="792"/>
      </w:pPr>
      <w:bookmarkStart w:id="92" w:name="_Toc177829746"/>
      <w:r w:rsidRPr="00827344">
        <w:t>Resilience Actions &amp; Interventions</w:t>
      </w:r>
      <w:bookmarkEnd w:id="92"/>
      <w:r w:rsidRPr="00827344">
        <w:t xml:space="preserve"> </w:t>
      </w:r>
    </w:p>
    <w:p w14:paraId="474E5D6F" w14:textId="77777777" w:rsidR="00E34267" w:rsidRPr="00EE0ED3" w:rsidRDefault="00E34267" w:rsidP="00E34267">
      <w:pPr>
        <w:pStyle w:val="Bullet"/>
        <w:numPr>
          <w:ilvl w:val="3"/>
          <w:numId w:val="4"/>
        </w:numPr>
        <w:ind w:left="1440"/>
        <w:jc w:val="left"/>
        <w:rPr>
          <w:sz w:val="21"/>
          <w:szCs w:val="21"/>
        </w:rPr>
      </w:pPr>
      <w:r w:rsidRPr="00EE0ED3">
        <w:rPr>
          <w:sz w:val="21"/>
          <w:szCs w:val="21"/>
        </w:rPr>
        <w:t>E.g., voluntary exercise, environmental enrichment, mindfulness and meditation).</w:t>
      </w:r>
    </w:p>
    <w:p w14:paraId="246335A8" w14:textId="77777777" w:rsidR="00E34267" w:rsidRPr="00EE0ED3" w:rsidRDefault="00E34267" w:rsidP="00E34267">
      <w:pPr>
        <w:pStyle w:val="Heading3"/>
        <w:ind w:left="792"/>
      </w:pPr>
      <w:bookmarkStart w:id="93" w:name="_Toc177829747"/>
      <w:r w:rsidRPr="00827344">
        <w:rPr>
          <w:b/>
          <w:bCs/>
        </w:rPr>
        <w:t>Exercise</w:t>
      </w:r>
      <w:bookmarkEnd w:id="93"/>
    </w:p>
    <w:p w14:paraId="0D0E28B4" w14:textId="77777777" w:rsidR="00E34267" w:rsidRPr="00EE0ED3" w:rsidRDefault="00E34267" w:rsidP="00E34267">
      <w:pPr>
        <w:pStyle w:val="Bullet"/>
        <w:numPr>
          <w:ilvl w:val="3"/>
          <w:numId w:val="4"/>
        </w:numPr>
        <w:ind w:left="1440"/>
        <w:jc w:val="left"/>
        <w:rPr>
          <w:sz w:val="21"/>
          <w:szCs w:val="21"/>
        </w:rPr>
      </w:pPr>
      <w:proofErr w:type="spellStart"/>
      <w:r w:rsidRPr="00EE0ED3">
        <w:rPr>
          <w:sz w:val="21"/>
          <w:szCs w:val="21"/>
        </w:rPr>
        <w:t>Reul</w:t>
      </w:r>
      <w:proofErr w:type="spellEnd"/>
      <w:r w:rsidRPr="00EE0ED3">
        <w:rPr>
          <w:sz w:val="21"/>
          <w:szCs w:val="21"/>
        </w:rPr>
        <w:t xml:space="preserve"> et al., 2015, "Glucocorticoids, epigenetic control and stress resilience." </w:t>
      </w:r>
      <w:hyperlink r:id="rId57" w:tgtFrame="_blank" w:history="1">
        <w:r w:rsidRPr="00EE0ED3">
          <w:rPr>
            <w:sz w:val="21"/>
            <w:szCs w:val="21"/>
          </w:rPr>
          <w:t>(https://pubmed.ncbi.nlm.nih.gov/27589660/).</w:t>
        </w:r>
      </w:hyperlink>
      <w:r w:rsidRPr="00EE0ED3">
        <w:rPr>
          <w:sz w:val="21"/>
          <w:szCs w:val="21"/>
        </w:rPr>
        <w:t> (Highlights role of voluntary exercise).</w:t>
      </w:r>
    </w:p>
    <w:p w14:paraId="733C3D7B" w14:textId="77777777" w:rsidR="00E34267" w:rsidRPr="00EE0ED3" w:rsidRDefault="00E34267" w:rsidP="00E34267">
      <w:pPr>
        <w:pStyle w:val="Heading3"/>
        <w:ind w:left="792"/>
      </w:pPr>
      <w:bookmarkStart w:id="94" w:name="_Toc177829748"/>
      <w:r w:rsidRPr="00827344">
        <w:rPr>
          <w:b/>
          <w:bCs/>
        </w:rPr>
        <w:t>Environmental Enrichment</w:t>
      </w:r>
      <w:bookmarkEnd w:id="94"/>
    </w:p>
    <w:p w14:paraId="690F8B72" w14:textId="77777777" w:rsidR="00E34267" w:rsidRPr="00EE0ED3" w:rsidRDefault="00E34267" w:rsidP="00E34267">
      <w:pPr>
        <w:pStyle w:val="Bullet"/>
        <w:numPr>
          <w:ilvl w:val="3"/>
          <w:numId w:val="4"/>
        </w:numPr>
        <w:ind w:left="1440"/>
        <w:jc w:val="left"/>
        <w:rPr>
          <w:sz w:val="21"/>
          <w:szCs w:val="21"/>
        </w:rPr>
      </w:pPr>
      <w:proofErr w:type="spellStart"/>
      <w:r w:rsidRPr="00EE0ED3">
        <w:rPr>
          <w:sz w:val="21"/>
          <w:szCs w:val="21"/>
        </w:rPr>
        <w:t>Orock</w:t>
      </w:r>
      <w:proofErr w:type="spellEnd"/>
      <w:r w:rsidRPr="00EE0ED3">
        <w:rPr>
          <w:sz w:val="21"/>
          <w:szCs w:val="21"/>
        </w:rPr>
        <w:t xml:space="preserve"> et al., 2021, "Environmental enrichment prevents stress-induced epigenetic changes in the expression of glucocorticoid receptor and corticotrophin releasing hormone in the central nucleus of the amygdala to inhibit visceral hypersensitivity." (</w:t>
      </w:r>
      <w:hyperlink r:id="rId58" w:tgtFrame="_blank" w:history="1">
        <w:r w:rsidRPr="00EE0ED3">
          <w:rPr>
            <w:sz w:val="21"/>
            <w:szCs w:val="21"/>
          </w:rPr>
          <w:t>https://pubmed.ncbi.nlm.nih.gov/34390704/</w:t>
        </w:r>
      </w:hyperlink>
      <w:r w:rsidRPr="00EE0ED3">
        <w:rPr>
          <w:sz w:val="21"/>
          <w:szCs w:val="21"/>
        </w:rPr>
        <w:t>). (Role of environmental enrichment).</w:t>
      </w:r>
    </w:p>
    <w:p w14:paraId="077A8F29" w14:textId="77777777" w:rsidR="00292225" w:rsidRDefault="00292225"/>
    <w:p w14:paraId="49E4C0C5" w14:textId="77777777" w:rsidR="00292225" w:rsidRDefault="00292225"/>
    <w:p w14:paraId="479B9EBE" w14:textId="3F02E4B1" w:rsidR="006033AA" w:rsidRPr="006033AA" w:rsidRDefault="00292225" w:rsidP="006033AA">
      <w:pPr>
        <w:pStyle w:val="EndNoteBibliography"/>
        <w:ind w:left="720" w:hanging="720"/>
        <w:rPr>
          <w:noProof/>
        </w:rPr>
      </w:pPr>
      <w:r>
        <w:fldChar w:fldCharType="begin"/>
      </w:r>
      <w:r>
        <w:instrText xml:space="preserve"> ADDIN EN.REFLIST </w:instrText>
      </w:r>
      <w:r>
        <w:fldChar w:fldCharType="separate"/>
      </w:r>
      <w:r w:rsidR="006033AA" w:rsidRPr="006033AA">
        <w:rPr>
          <w:noProof/>
        </w:rPr>
        <w:t xml:space="preserve">Barr, J. L., Bray, B., &amp; Forster, G. L. (2017). The Hippocampus as a Neural Link between Negative Affect and Vulnerability for Psychostimulant Relapse. In A. Stuchlik (Ed.), </w:t>
      </w:r>
      <w:r w:rsidR="006033AA" w:rsidRPr="006033AA">
        <w:rPr>
          <w:i/>
          <w:noProof/>
        </w:rPr>
        <w:t>The Hippocampus</w:t>
      </w:r>
      <w:r w:rsidR="006033AA" w:rsidRPr="006033AA">
        <w:rPr>
          <w:noProof/>
        </w:rPr>
        <w:t xml:space="preserve">. </w:t>
      </w:r>
      <w:hyperlink r:id="rId59" w:history="1">
        <w:r w:rsidR="006033AA" w:rsidRPr="006033AA">
          <w:rPr>
            <w:rStyle w:val="Hyperlink"/>
            <w:noProof/>
          </w:rPr>
          <w:t>https://doi.org/10.5772/intechopen.70854</w:t>
        </w:r>
      </w:hyperlink>
      <w:r w:rsidR="006033AA" w:rsidRPr="006033AA">
        <w:rPr>
          <w:noProof/>
        </w:rPr>
        <w:t xml:space="preserve"> </w:t>
      </w:r>
    </w:p>
    <w:p w14:paraId="19461290" w14:textId="77777777" w:rsidR="006033AA" w:rsidRPr="006033AA" w:rsidRDefault="006033AA" w:rsidP="006033AA">
      <w:pPr>
        <w:pStyle w:val="EndNoteBibliography"/>
        <w:spacing w:after="0"/>
        <w:rPr>
          <w:noProof/>
        </w:rPr>
      </w:pPr>
    </w:p>
    <w:p w14:paraId="471C29DE" w14:textId="148EAC2C" w:rsidR="006033AA" w:rsidRPr="006033AA" w:rsidRDefault="006033AA" w:rsidP="006033AA">
      <w:pPr>
        <w:pStyle w:val="EndNoteBibliography"/>
        <w:ind w:left="720" w:hanging="720"/>
        <w:rPr>
          <w:noProof/>
        </w:rPr>
      </w:pPr>
      <w:r w:rsidRPr="006033AA">
        <w:rPr>
          <w:noProof/>
        </w:rPr>
        <w:t xml:space="preserve">Bienertova-Vasku, J., Lenart, P., &amp; Scheringer, M. (2020, Jul). Eustress and Distress: Neither Good Nor Bad, but Rather the Same? </w:t>
      </w:r>
      <w:r w:rsidRPr="006033AA">
        <w:rPr>
          <w:i/>
          <w:noProof/>
        </w:rPr>
        <w:t>Bioessays, 42</w:t>
      </w:r>
      <w:r w:rsidRPr="006033AA">
        <w:rPr>
          <w:noProof/>
        </w:rPr>
        <w:t xml:space="preserve">(7), e1900238. </w:t>
      </w:r>
      <w:hyperlink r:id="rId60" w:history="1">
        <w:r w:rsidRPr="006033AA">
          <w:rPr>
            <w:rStyle w:val="Hyperlink"/>
            <w:noProof/>
          </w:rPr>
          <w:t>https://doi.org/10.1002/bies.201900238</w:t>
        </w:r>
      </w:hyperlink>
      <w:r w:rsidRPr="006033AA">
        <w:rPr>
          <w:noProof/>
        </w:rPr>
        <w:t xml:space="preserve"> </w:t>
      </w:r>
    </w:p>
    <w:p w14:paraId="07E1192A" w14:textId="77777777" w:rsidR="006033AA" w:rsidRPr="006033AA" w:rsidRDefault="006033AA" w:rsidP="006033AA">
      <w:pPr>
        <w:pStyle w:val="EndNoteBibliography"/>
        <w:spacing w:after="0"/>
        <w:rPr>
          <w:noProof/>
        </w:rPr>
      </w:pPr>
    </w:p>
    <w:p w14:paraId="625B61FA" w14:textId="7F071ABE" w:rsidR="006033AA" w:rsidRPr="006033AA" w:rsidRDefault="006033AA" w:rsidP="006033AA">
      <w:pPr>
        <w:pStyle w:val="EndNoteBibliography"/>
        <w:ind w:left="720" w:hanging="720"/>
        <w:rPr>
          <w:noProof/>
        </w:rPr>
      </w:pPr>
      <w:r w:rsidRPr="006033AA">
        <w:rPr>
          <w:noProof/>
        </w:rPr>
        <w:t xml:space="preserve">Bray, B. (2018). </w:t>
      </w:r>
      <w:r w:rsidRPr="006033AA">
        <w:rPr>
          <w:i/>
          <w:noProof/>
        </w:rPr>
        <w:t>Ventral hippocampal corticosterone mediates accumbal shell dopamine output: Potential link between stress and incentive salience in control conditions and in protracted amphetamine withdrawal</w:t>
      </w:r>
      <w:r w:rsidRPr="006033AA">
        <w:rPr>
          <w:noProof/>
        </w:rPr>
        <w:t xml:space="preserve"> (Publication Number Order No. 13422497) University of South Dakota]. ProQuest Dissertations &amp; Theses Global. ProQuest Dissertations &amp; Theses Global. </w:t>
      </w:r>
      <w:hyperlink r:id="rId61" w:history="1">
        <w:r w:rsidRPr="006033AA">
          <w:rPr>
            <w:rStyle w:val="Hyperlink"/>
            <w:noProof/>
          </w:rPr>
          <w:t>https://search-proquest-com.ezproxy.usd.edu/docview/2157998281?accountid=14750</w:t>
        </w:r>
      </w:hyperlink>
    </w:p>
    <w:p w14:paraId="04F3EF33" w14:textId="77777777" w:rsidR="006033AA" w:rsidRPr="006033AA" w:rsidRDefault="006033AA" w:rsidP="006033AA">
      <w:pPr>
        <w:pStyle w:val="EndNoteBibliography"/>
        <w:spacing w:after="0"/>
        <w:rPr>
          <w:noProof/>
        </w:rPr>
      </w:pPr>
    </w:p>
    <w:p w14:paraId="6691B41A" w14:textId="0B881001" w:rsidR="006033AA" w:rsidRPr="006033AA" w:rsidRDefault="006033AA" w:rsidP="006033AA">
      <w:pPr>
        <w:pStyle w:val="EndNoteBibliography"/>
        <w:ind w:left="720" w:hanging="720"/>
        <w:rPr>
          <w:noProof/>
        </w:rPr>
      </w:pPr>
      <w:r w:rsidRPr="006033AA">
        <w:rPr>
          <w:noProof/>
        </w:rPr>
        <w:t xml:space="preserve">Bray, B., Clement, K. A., Bachmeier, D., Weber, M. A., &amp; Forster, G. L. (2020, Mar 15). Corticosterone in the ventral hippocampus differentially alters accumbal dopamine output </w:t>
      </w:r>
      <w:r w:rsidRPr="006033AA">
        <w:rPr>
          <w:noProof/>
        </w:rPr>
        <w:lastRenderedPageBreak/>
        <w:t xml:space="preserve">in drug-naive and amphetamine-withdrawn rats. </w:t>
      </w:r>
      <w:r w:rsidRPr="006033AA">
        <w:rPr>
          <w:i/>
          <w:noProof/>
        </w:rPr>
        <w:t>Neuropharmacology, 165</w:t>
      </w:r>
      <w:r w:rsidRPr="006033AA">
        <w:rPr>
          <w:noProof/>
        </w:rPr>
        <w:t xml:space="preserve">, 107924. </w:t>
      </w:r>
      <w:hyperlink r:id="rId62" w:history="1">
        <w:r w:rsidRPr="006033AA">
          <w:rPr>
            <w:rStyle w:val="Hyperlink"/>
            <w:noProof/>
          </w:rPr>
          <w:t>https://doi.org/10.1016/j.neuropharm.2019.107924</w:t>
        </w:r>
      </w:hyperlink>
      <w:r w:rsidRPr="006033AA">
        <w:rPr>
          <w:noProof/>
        </w:rPr>
        <w:t xml:space="preserve"> </w:t>
      </w:r>
    </w:p>
    <w:p w14:paraId="57D37F83" w14:textId="77777777" w:rsidR="006033AA" w:rsidRPr="006033AA" w:rsidRDefault="006033AA" w:rsidP="006033AA">
      <w:pPr>
        <w:pStyle w:val="EndNoteBibliography"/>
        <w:spacing w:after="0"/>
        <w:rPr>
          <w:noProof/>
        </w:rPr>
      </w:pPr>
    </w:p>
    <w:p w14:paraId="34E1B2DE" w14:textId="01492AD1" w:rsidR="006033AA" w:rsidRPr="006033AA" w:rsidRDefault="006033AA" w:rsidP="006033AA">
      <w:pPr>
        <w:pStyle w:val="EndNoteBibliography"/>
        <w:ind w:left="720" w:hanging="720"/>
        <w:rPr>
          <w:noProof/>
        </w:rPr>
      </w:pPr>
      <w:r w:rsidRPr="006033AA">
        <w:rPr>
          <w:noProof/>
        </w:rPr>
        <w:t xml:space="preserve">Bray, B., Scholl, J. L., Tu, W., Watt, M. J., Renner, K. J., &amp; Forster, G. L. (2016, Aug 1). Amphetamine withdrawal differentially affects hippocampal and peripheral corticosterone levels in response to stress. </w:t>
      </w:r>
      <w:r w:rsidRPr="006033AA">
        <w:rPr>
          <w:i/>
          <w:noProof/>
        </w:rPr>
        <w:t>Brain Res, 1644</w:t>
      </w:r>
      <w:r w:rsidRPr="006033AA">
        <w:rPr>
          <w:noProof/>
        </w:rPr>
        <w:t xml:space="preserve">, 278-287. </w:t>
      </w:r>
      <w:hyperlink r:id="rId63" w:history="1">
        <w:r w:rsidRPr="006033AA">
          <w:rPr>
            <w:rStyle w:val="Hyperlink"/>
            <w:noProof/>
          </w:rPr>
          <w:t>https://doi.org/10.1016/j.brainres.2016.05.030</w:t>
        </w:r>
      </w:hyperlink>
      <w:r w:rsidRPr="006033AA">
        <w:rPr>
          <w:noProof/>
        </w:rPr>
        <w:t xml:space="preserve"> </w:t>
      </w:r>
    </w:p>
    <w:p w14:paraId="47748F43" w14:textId="77777777" w:rsidR="006033AA" w:rsidRPr="006033AA" w:rsidRDefault="006033AA" w:rsidP="006033AA">
      <w:pPr>
        <w:pStyle w:val="EndNoteBibliography"/>
        <w:spacing w:after="0"/>
        <w:rPr>
          <w:noProof/>
        </w:rPr>
      </w:pPr>
    </w:p>
    <w:p w14:paraId="1A0C1F85" w14:textId="27701B0B" w:rsidR="006033AA" w:rsidRPr="006033AA" w:rsidRDefault="006033AA" w:rsidP="006033AA">
      <w:pPr>
        <w:pStyle w:val="EndNoteBibliography"/>
        <w:ind w:left="720" w:hanging="720"/>
        <w:rPr>
          <w:noProof/>
        </w:rPr>
      </w:pPr>
      <w:r w:rsidRPr="006033AA">
        <w:rPr>
          <w:noProof/>
        </w:rPr>
        <w:t xml:space="preserve">Caradonna, S. G., Einhorn, N. R., Saudagar, V., Khalil, H., Petty, G. H., Lihagen, A., LeFloch, C., Lee, F. S., Akil, H., Guidotti, A., McEwen, B. S., Gatta, E., &amp; Marrocco, J. (2022, Mar 16). Corticosterone induces discrete epigenetic signatures in the dorsal and ventral hippocampus that depend upon sex and genotype: focus on methylated Nr3c1 gene. </w:t>
      </w:r>
      <w:r w:rsidRPr="006033AA">
        <w:rPr>
          <w:i/>
          <w:noProof/>
        </w:rPr>
        <w:t>Transl Psychiatry, 12</w:t>
      </w:r>
      <w:r w:rsidRPr="006033AA">
        <w:rPr>
          <w:noProof/>
        </w:rPr>
        <w:t xml:space="preserve">(1), 109. </w:t>
      </w:r>
      <w:hyperlink r:id="rId64" w:history="1">
        <w:r w:rsidRPr="006033AA">
          <w:rPr>
            <w:rStyle w:val="Hyperlink"/>
            <w:noProof/>
          </w:rPr>
          <w:t>https://doi.org/10.1038/s41398-022-01864-7</w:t>
        </w:r>
      </w:hyperlink>
      <w:r w:rsidRPr="006033AA">
        <w:rPr>
          <w:noProof/>
        </w:rPr>
        <w:t xml:space="preserve"> </w:t>
      </w:r>
    </w:p>
    <w:p w14:paraId="57867812" w14:textId="77777777" w:rsidR="006033AA" w:rsidRPr="006033AA" w:rsidRDefault="006033AA" w:rsidP="006033AA">
      <w:pPr>
        <w:pStyle w:val="EndNoteBibliography"/>
        <w:spacing w:after="0"/>
        <w:rPr>
          <w:noProof/>
        </w:rPr>
      </w:pPr>
    </w:p>
    <w:p w14:paraId="3712A9C1" w14:textId="1948F072" w:rsidR="006033AA" w:rsidRPr="006033AA" w:rsidRDefault="006033AA" w:rsidP="006033AA">
      <w:pPr>
        <w:pStyle w:val="EndNoteBibliography"/>
        <w:ind w:left="720" w:hanging="720"/>
        <w:rPr>
          <w:noProof/>
        </w:rPr>
      </w:pPr>
      <w:r w:rsidRPr="006033AA">
        <w:rPr>
          <w:noProof/>
        </w:rPr>
        <w:t xml:space="preserve">Chapman, K., Holmes, M., &amp; Seckl, J. (2013, Jul). 11β-hydroxysteroid dehydrogenases: intracellular gate-keepers of tissue glucocorticoid action. </w:t>
      </w:r>
      <w:r w:rsidRPr="006033AA">
        <w:rPr>
          <w:i/>
          <w:noProof/>
        </w:rPr>
        <w:t>Physiol Rev, 93</w:t>
      </w:r>
      <w:r w:rsidRPr="006033AA">
        <w:rPr>
          <w:noProof/>
        </w:rPr>
        <w:t xml:space="preserve">(3), 1139-1206. </w:t>
      </w:r>
      <w:hyperlink r:id="rId65" w:history="1">
        <w:r w:rsidRPr="006033AA">
          <w:rPr>
            <w:rStyle w:val="Hyperlink"/>
            <w:noProof/>
          </w:rPr>
          <w:t>https://doi.org/10.1152/physrev.00020.2012</w:t>
        </w:r>
      </w:hyperlink>
      <w:r w:rsidRPr="006033AA">
        <w:rPr>
          <w:noProof/>
        </w:rPr>
        <w:t xml:space="preserve"> </w:t>
      </w:r>
    </w:p>
    <w:p w14:paraId="44616E58" w14:textId="77777777" w:rsidR="006033AA" w:rsidRPr="006033AA" w:rsidRDefault="006033AA" w:rsidP="006033AA">
      <w:pPr>
        <w:pStyle w:val="EndNoteBibliography"/>
        <w:spacing w:after="0"/>
        <w:rPr>
          <w:noProof/>
        </w:rPr>
      </w:pPr>
    </w:p>
    <w:p w14:paraId="58C520FA" w14:textId="6E94BDE8" w:rsidR="006033AA" w:rsidRPr="006033AA" w:rsidRDefault="006033AA" w:rsidP="006033AA">
      <w:pPr>
        <w:pStyle w:val="EndNoteBibliography"/>
        <w:ind w:left="720" w:hanging="720"/>
        <w:rPr>
          <w:noProof/>
        </w:rPr>
      </w:pPr>
      <w:r w:rsidRPr="006033AA">
        <w:rPr>
          <w:noProof/>
        </w:rPr>
        <w:t xml:space="preserve">Cornide-Petronio, M. E., Bujaldon, E., Mendes-Braz, M., Avalos de León, C. G., Jiménez-Castro, M. B., Álvarez-Mercado, A. I., Gracia-Sancho, J., Rodés, J., &amp; Peralta, C. (2017, Oct). The impact of cortisol in steatotic and non-steatotic liver surgery. </w:t>
      </w:r>
      <w:r w:rsidRPr="006033AA">
        <w:rPr>
          <w:i/>
          <w:noProof/>
        </w:rPr>
        <w:t>J Cell Mol Med, 21</w:t>
      </w:r>
      <w:r w:rsidRPr="006033AA">
        <w:rPr>
          <w:noProof/>
        </w:rPr>
        <w:t xml:space="preserve">(10), 2344-2358. </w:t>
      </w:r>
      <w:hyperlink r:id="rId66" w:history="1">
        <w:r w:rsidRPr="006033AA">
          <w:rPr>
            <w:rStyle w:val="Hyperlink"/>
            <w:noProof/>
          </w:rPr>
          <w:t>https://doi.org/10.1111/jcmm.13156</w:t>
        </w:r>
      </w:hyperlink>
      <w:r w:rsidRPr="006033AA">
        <w:rPr>
          <w:noProof/>
        </w:rPr>
        <w:t xml:space="preserve"> </w:t>
      </w:r>
    </w:p>
    <w:p w14:paraId="10D89358" w14:textId="77777777" w:rsidR="006033AA" w:rsidRPr="006033AA" w:rsidRDefault="006033AA" w:rsidP="006033AA">
      <w:pPr>
        <w:pStyle w:val="EndNoteBibliography"/>
        <w:spacing w:after="0"/>
        <w:rPr>
          <w:noProof/>
        </w:rPr>
      </w:pPr>
    </w:p>
    <w:p w14:paraId="232C8655" w14:textId="296EDFD0" w:rsidR="006033AA" w:rsidRPr="006033AA" w:rsidRDefault="006033AA" w:rsidP="006033AA">
      <w:pPr>
        <w:pStyle w:val="EndNoteBibliography"/>
        <w:ind w:left="720" w:hanging="720"/>
        <w:rPr>
          <w:noProof/>
        </w:rPr>
      </w:pPr>
      <w:r w:rsidRPr="006033AA">
        <w:rPr>
          <w:noProof/>
        </w:rPr>
        <w:t xml:space="preserve">Cullinan, W. E., Herman, J. P., &amp; Watson, S. J. (1993, Jun 1). Ventral subicular interaction with the hypothalamic paraventricular nucleus: evidence for a relay in the bed nucleus of the stria terminalis. </w:t>
      </w:r>
      <w:r w:rsidRPr="006033AA">
        <w:rPr>
          <w:i/>
          <w:noProof/>
        </w:rPr>
        <w:t>J Comp Neurol, 332</w:t>
      </w:r>
      <w:r w:rsidRPr="006033AA">
        <w:rPr>
          <w:noProof/>
        </w:rPr>
        <w:t xml:space="preserve">(1), 1-20. </w:t>
      </w:r>
      <w:hyperlink r:id="rId67" w:history="1">
        <w:r w:rsidRPr="006033AA">
          <w:rPr>
            <w:rStyle w:val="Hyperlink"/>
            <w:noProof/>
          </w:rPr>
          <w:t>https://doi.org/10.1002/cne.903320102</w:t>
        </w:r>
      </w:hyperlink>
      <w:r w:rsidRPr="006033AA">
        <w:rPr>
          <w:noProof/>
        </w:rPr>
        <w:t xml:space="preserve"> </w:t>
      </w:r>
    </w:p>
    <w:p w14:paraId="35816531" w14:textId="77777777" w:rsidR="006033AA" w:rsidRPr="006033AA" w:rsidRDefault="006033AA" w:rsidP="006033AA">
      <w:pPr>
        <w:pStyle w:val="EndNoteBibliography"/>
        <w:spacing w:after="0"/>
        <w:rPr>
          <w:noProof/>
        </w:rPr>
      </w:pPr>
    </w:p>
    <w:p w14:paraId="4BE9FEC1" w14:textId="2985F481" w:rsidR="006033AA" w:rsidRPr="006033AA" w:rsidRDefault="006033AA" w:rsidP="006033AA">
      <w:pPr>
        <w:pStyle w:val="EndNoteBibliography"/>
        <w:ind w:left="720" w:hanging="720"/>
        <w:rPr>
          <w:noProof/>
        </w:rPr>
      </w:pPr>
      <w:r w:rsidRPr="006033AA">
        <w:rPr>
          <w:noProof/>
        </w:rPr>
        <w:t xml:space="preserve">Edwards, C. R., &amp; Stewart, P. M. (1991, Nov). The cortisol-cortisone shuttle and the apparent specificity of glucocorticoid and mineralocorticoid receptors. </w:t>
      </w:r>
      <w:r w:rsidRPr="006033AA">
        <w:rPr>
          <w:i/>
          <w:noProof/>
        </w:rPr>
        <w:t>J Steroid Biochem Mol Biol, 39</w:t>
      </w:r>
      <w:r w:rsidRPr="006033AA">
        <w:rPr>
          <w:noProof/>
        </w:rPr>
        <w:t xml:space="preserve">(5b), 859-865. </w:t>
      </w:r>
      <w:hyperlink r:id="rId68" w:history="1">
        <w:r w:rsidRPr="006033AA">
          <w:rPr>
            <w:rStyle w:val="Hyperlink"/>
            <w:noProof/>
          </w:rPr>
          <w:t>https://doi.org/10.1016/0960-0760(91)90036-5</w:t>
        </w:r>
      </w:hyperlink>
      <w:r w:rsidRPr="006033AA">
        <w:rPr>
          <w:noProof/>
        </w:rPr>
        <w:t xml:space="preserve"> </w:t>
      </w:r>
    </w:p>
    <w:p w14:paraId="0B6FAF15" w14:textId="77777777" w:rsidR="006033AA" w:rsidRPr="006033AA" w:rsidRDefault="006033AA" w:rsidP="006033AA">
      <w:pPr>
        <w:pStyle w:val="EndNoteBibliography"/>
        <w:spacing w:after="0"/>
        <w:rPr>
          <w:noProof/>
        </w:rPr>
      </w:pPr>
    </w:p>
    <w:p w14:paraId="0B9945D3" w14:textId="33260767" w:rsidR="006033AA" w:rsidRPr="006033AA" w:rsidRDefault="006033AA" w:rsidP="006033AA">
      <w:pPr>
        <w:pStyle w:val="EndNoteBibliography"/>
        <w:ind w:left="720" w:hanging="720"/>
        <w:rPr>
          <w:noProof/>
        </w:rPr>
      </w:pPr>
      <w:r w:rsidRPr="006033AA">
        <w:rPr>
          <w:noProof/>
        </w:rPr>
        <w:t xml:space="preserve">Gray, J. D., Kogan, J. F., Marrocco, J., &amp; McEwen, B. S. (2017, Nov). Genomic and epigenomic mechanisms of glucocorticoids in the brain. </w:t>
      </w:r>
      <w:r w:rsidRPr="006033AA">
        <w:rPr>
          <w:i/>
          <w:noProof/>
        </w:rPr>
        <w:t>Nat Rev Endocrinol, 13</w:t>
      </w:r>
      <w:r w:rsidRPr="006033AA">
        <w:rPr>
          <w:noProof/>
        </w:rPr>
        <w:t xml:space="preserve">(11), 661-673. </w:t>
      </w:r>
      <w:hyperlink r:id="rId69" w:history="1">
        <w:r w:rsidRPr="006033AA">
          <w:rPr>
            <w:rStyle w:val="Hyperlink"/>
            <w:noProof/>
          </w:rPr>
          <w:t>https://doi.org/10.1038/nrendo.2017.97</w:t>
        </w:r>
      </w:hyperlink>
      <w:r w:rsidRPr="006033AA">
        <w:rPr>
          <w:noProof/>
        </w:rPr>
        <w:t xml:space="preserve"> </w:t>
      </w:r>
    </w:p>
    <w:p w14:paraId="4C242039" w14:textId="77777777" w:rsidR="006033AA" w:rsidRPr="006033AA" w:rsidRDefault="006033AA" w:rsidP="006033AA">
      <w:pPr>
        <w:pStyle w:val="EndNoteBibliography"/>
        <w:spacing w:after="0"/>
        <w:rPr>
          <w:noProof/>
        </w:rPr>
      </w:pPr>
    </w:p>
    <w:p w14:paraId="25BB56C6" w14:textId="77777777" w:rsidR="006033AA" w:rsidRPr="006033AA" w:rsidRDefault="006033AA" w:rsidP="006033AA">
      <w:pPr>
        <w:pStyle w:val="EndNoteBibliography"/>
        <w:ind w:left="720" w:hanging="720"/>
        <w:rPr>
          <w:noProof/>
        </w:rPr>
      </w:pPr>
      <w:r w:rsidRPr="006033AA">
        <w:rPr>
          <w:noProof/>
        </w:rPr>
        <w:lastRenderedPageBreak/>
        <w:t xml:space="preserve">Güler, A., Sapan, N., &amp; Salantur, E. (1992, Jan-Mar). Effects of cortisol and growth hormone on the metabolism of liver and bone in children with malnutrition. </w:t>
      </w:r>
      <w:r w:rsidRPr="006033AA">
        <w:rPr>
          <w:i/>
          <w:noProof/>
        </w:rPr>
        <w:t>Turk J Pediatr, 34</w:t>
      </w:r>
      <w:r w:rsidRPr="006033AA">
        <w:rPr>
          <w:noProof/>
        </w:rPr>
        <w:t xml:space="preserve">(1), 21-29. </w:t>
      </w:r>
    </w:p>
    <w:p w14:paraId="60683FD3" w14:textId="77777777" w:rsidR="006033AA" w:rsidRPr="006033AA" w:rsidRDefault="006033AA" w:rsidP="006033AA">
      <w:pPr>
        <w:pStyle w:val="EndNoteBibliography"/>
        <w:spacing w:after="0"/>
        <w:rPr>
          <w:noProof/>
        </w:rPr>
      </w:pPr>
    </w:p>
    <w:p w14:paraId="6D21FB58" w14:textId="77777777" w:rsidR="006033AA" w:rsidRPr="006033AA" w:rsidRDefault="006033AA" w:rsidP="006033AA">
      <w:pPr>
        <w:pStyle w:val="EndNoteBibliography"/>
        <w:ind w:left="720" w:hanging="720"/>
        <w:rPr>
          <w:noProof/>
        </w:rPr>
      </w:pPr>
      <w:r w:rsidRPr="006033AA">
        <w:rPr>
          <w:noProof/>
        </w:rPr>
        <w:t xml:space="preserve">Herman, J. P., Figueiredo, H., Mueller, N. K., Ulrich-Lai, Y., Ostrander, M. M., Choi, D. C., &amp; Cullinan, W. E. (2003, Jul). Central mechanisms of stress integration: hierarchical circuitry controlling hypothalamo-pituitary-adrenocortical responsiveness. </w:t>
      </w:r>
      <w:r w:rsidRPr="006033AA">
        <w:rPr>
          <w:i/>
          <w:noProof/>
        </w:rPr>
        <w:t>Front Neuroendocrinol, 24</w:t>
      </w:r>
      <w:r w:rsidRPr="006033AA">
        <w:rPr>
          <w:noProof/>
        </w:rPr>
        <w:t xml:space="preserve">(3), 151-180. </w:t>
      </w:r>
    </w:p>
    <w:p w14:paraId="5FE521A0" w14:textId="77777777" w:rsidR="006033AA" w:rsidRPr="006033AA" w:rsidRDefault="006033AA" w:rsidP="006033AA">
      <w:pPr>
        <w:pStyle w:val="EndNoteBibliography"/>
        <w:spacing w:after="0"/>
        <w:rPr>
          <w:noProof/>
        </w:rPr>
      </w:pPr>
    </w:p>
    <w:p w14:paraId="77D1E3B0" w14:textId="5E749BBC" w:rsidR="006033AA" w:rsidRPr="006033AA" w:rsidRDefault="006033AA" w:rsidP="006033AA">
      <w:pPr>
        <w:pStyle w:val="EndNoteBibliography"/>
        <w:ind w:left="720" w:hanging="720"/>
        <w:rPr>
          <w:noProof/>
        </w:rPr>
      </w:pPr>
      <w:r w:rsidRPr="006033AA">
        <w:rPr>
          <w:noProof/>
        </w:rPr>
        <w:t xml:space="preserve">Herman, J. P., McKlveen, J. M., Ghosal, S., Kopp, B., Wulsin, A., Makinson, R., Scheimann, J., &amp; Myers, B. (2016, Mar 15). Regulation of the Hypothalamic-Pituitary-Adrenocortical Stress Response. </w:t>
      </w:r>
      <w:r w:rsidRPr="006033AA">
        <w:rPr>
          <w:i/>
          <w:noProof/>
        </w:rPr>
        <w:t>Compr Physiol, 6</w:t>
      </w:r>
      <w:r w:rsidRPr="006033AA">
        <w:rPr>
          <w:noProof/>
        </w:rPr>
        <w:t xml:space="preserve">(2), 603-621. </w:t>
      </w:r>
      <w:hyperlink r:id="rId70" w:history="1">
        <w:r w:rsidRPr="006033AA">
          <w:rPr>
            <w:rStyle w:val="Hyperlink"/>
            <w:noProof/>
          </w:rPr>
          <w:t>https://doi.org/10.1002/cphy.c150015</w:t>
        </w:r>
      </w:hyperlink>
      <w:r w:rsidRPr="006033AA">
        <w:rPr>
          <w:noProof/>
        </w:rPr>
        <w:t xml:space="preserve"> </w:t>
      </w:r>
    </w:p>
    <w:p w14:paraId="36A62A61" w14:textId="77777777" w:rsidR="006033AA" w:rsidRPr="006033AA" w:rsidRDefault="006033AA" w:rsidP="006033AA">
      <w:pPr>
        <w:pStyle w:val="EndNoteBibliography"/>
        <w:spacing w:after="0"/>
        <w:rPr>
          <w:noProof/>
        </w:rPr>
      </w:pPr>
    </w:p>
    <w:p w14:paraId="6D7B631E" w14:textId="0F1D02BC" w:rsidR="006033AA" w:rsidRPr="006033AA" w:rsidRDefault="006033AA" w:rsidP="006033AA">
      <w:pPr>
        <w:pStyle w:val="EndNoteBibliography"/>
        <w:ind w:left="720" w:hanging="720"/>
        <w:rPr>
          <w:noProof/>
        </w:rPr>
      </w:pPr>
      <w:r w:rsidRPr="006033AA">
        <w:rPr>
          <w:noProof/>
        </w:rPr>
        <w:t xml:space="preserve">Herman, J. P., &amp; Mueller, N. K. (2006, Nov 11). Role of the ventral subiculum in stress integration. </w:t>
      </w:r>
      <w:r w:rsidRPr="006033AA">
        <w:rPr>
          <w:i/>
          <w:noProof/>
        </w:rPr>
        <w:t>Behav Brain Res, 174</w:t>
      </w:r>
      <w:r w:rsidRPr="006033AA">
        <w:rPr>
          <w:noProof/>
        </w:rPr>
        <w:t xml:space="preserve">(2), 215-224. </w:t>
      </w:r>
      <w:hyperlink r:id="rId71" w:history="1">
        <w:r w:rsidRPr="006033AA">
          <w:rPr>
            <w:rStyle w:val="Hyperlink"/>
            <w:noProof/>
          </w:rPr>
          <w:t>https://doi.org/10.1016/j.bbr.2006.05.035</w:t>
        </w:r>
      </w:hyperlink>
      <w:r w:rsidRPr="006033AA">
        <w:rPr>
          <w:noProof/>
        </w:rPr>
        <w:t xml:space="preserve"> </w:t>
      </w:r>
    </w:p>
    <w:p w14:paraId="746013A3" w14:textId="77777777" w:rsidR="006033AA" w:rsidRPr="006033AA" w:rsidRDefault="006033AA" w:rsidP="006033AA">
      <w:pPr>
        <w:pStyle w:val="EndNoteBibliography"/>
        <w:spacing w:after="0"/>
        <w:rPr>
          <w:noProof/>
        </w:rPr>
      </w:pPr>
    </w:p>
    <w:p w14:paraId="38CB584C" w14:textId="685F9CC8" w:rsidR="006033AA" w:rsidRPr="006033AA" w:rsidRDefault="006033AA" w:rsidP="006033AA">
      <w:pPr>
        <w:pStyle w:val="EndNoteBibliography"/>
        <w:ind w:left="720" w:hanging="720"/>
        <w:rPr>
          <w:noProof/>
        </w:rPr>
      </w:pPr>
      <w:r w:rsidRPr="006033AA">
        <w:rPr>
          <w:noProof/>
        </w:rPr>
        <w:t xml:space="preserve">Herman, J. P., Ostrander, M. M., Mueller, N. K., &amp; Figueiredo, H. (2005, Dec). Limbic system mechanisms of stress regulation: hypothalamo-pituitary-adrenocortical axis. </w:t>
      </w:r>
      <w:r w:rsidRPr="006033AA">
        <w:rPr>
          <w:i/>
          <w:noProof/>
        </w:rPr>
        <w:t>Prog Neuropsychopharmacol Biol Psychiatry, 29</w:t>
      </w:r>
      <w:r w:rsidRPr="006033AA">
        <w:rPr>
          <w:noProof/>
        </w:rPr>
        <w:t xml:space="preserve">(8), 1201-1213. </w:t>
      </w:r>
      <w:hyperlink r:id="rId72" w:history="1">
        <w:r w:rsidRPr="006033AA">
          <w:rPr>
            <w:rStyle w:val="Hyperlink"/>
            <w:noProof/>
          </w:rPr>
          <w:t>https://doi.org/10.1016/j.pnpbp.2005.08.006</w:t>
        </w:r>
      </w:hyperlink>
      <w:r w:rsidRPr="006033AA">
        <w:rPr>
          <w:noProof/>
        </w:rPr>
        <w:t xml:space="preserve"> </w:t>
      </w:r>
    </w:p>
    <w:p w14:paraId="6AF955B0" w14:textId="77777777" w:rsidR="006033AA" w:rsidRPr="006033AA" w:rsidRDefault="006033AA" w:rsidP="006033AA">
      <w:pPr>
        <w:pStyle w:val="EndNoteBibliography"/>
        <w:spacing w:after="0"/>
        <w:rPr>
          <w:noProof/>
        </w:rPr>
      </w:pPr>
    </w:p>
    <w:p w14:paraId="4D30534F" w14:textId="5BCFB63B" w:rsidR="006033AA" w:rsidRPr="006033AA" w:rsidRDefault="006033AA" w:rsidP="006033AA">
      <w:pPr>
        <w:pStyle w:val="EndNoteBibliography"/>
        <w:ind w:left="720" w:hanging="720"/>
        <w:rPr>
          <w:noProof/>
        </w:rPr>
      </w:pPr>
      <w:r w:rsidRPr="006033AA">
        <w:rPr>
          <w:noProof/>
        </w:rPr>
        <w:t xml:space="preserve">Hoffmann, A., &amp; Spengler, D. (2012, Aug). The lasting legacy of social stress on the epigenome of the hypothalamic-pituitary-adrenal axis. </w:t>
      </w:r>
      <w:r w:rsidRPr="006033AA">
        <w:rPr>
          <w:i/>
          <w:noProof/>
        </w:rPr>
        <w:t>Epigenomics, 4</w:t>
      </w:r>
      <w:r w:rsidRPr="006033AA">
        <w:rPr>
          <w:noProof/>
        </w:rPr>
        <w:t xml:space="preserve">(4), 431-444. </w:t>
      </w:r>
      <w:hyperlink r:id="rId73" w:history="1">
        <w:r w:rsidRPr="006033AA">
          <w:rPr>
            <w:rStyle w:val="Hyperlink"/>
            <w:noProof/>
          </w:rPr>
          <w:t>https://doi.org/10.2217/epi.12.34</w:t>
        </w:r>
      </w:hyperlink>
      <w:r w:rsidRPr="006033AA">
        <w:rPr>
          <w:noProof/>
        </w:rPr>
        <w:t xml:space="preserve"> </w:t>
      </w:r>
    </w:p>
    <w:p w14:paraId="50F62BE0" w14:textId="77777777" w:rsidR="006033AA" w:rsidRPr="006033AA" w:rsidRDefault="006033AA" w:rsidP="006033AA">
      <w:pPr>
        <w:pStyle w:val="EndNoteBibliography"/>
        <w:spacing w:after="0"/>
        <w:rPr>
          <w:noProof/>
        </w:rPr>
      </w:pPr>
    </w:p>
    <w:p w14:paraId="3416581D" w14:textId="5C3CB467" w:rsidR="006033AA" w:rsidRPr="006033AA" w:rsidRDefault="006033AA" w:rsidP="006033AA">
      <w:pPr>
        <w:pStyle w:val="EndNoteBibliography"/>
        <w:ind w:left="720" w:hanging="720"/>
        <w:rPr>
          <w:noProof/>
        </w:rPr>
      </w:pPr>
      <w:r w:rsidRPr="006033AA">
        <w:rPr>
          <w:noProof/>
        </w:rPr>
        <w:t xml:space="preserve">Hughes, K. A., Manolopoulos, K. N., Iqbal, J., Cruden, N. L., Stimson, R. H., Reynolds, R. M., Newby, D. E., Andrew, R., Karpe, F., &amp; Walker, B. R. (2012, Jun). Recycling between cortisol and cortisone in human splanchnic, subcutaneous adipose, and skeletal muscle tissues in vivo. </w:t>
      </w:r>
      <w:r w:rsidRPr="006033AA">
        <w:rPr>
          <w:i/>
          <w:noProof/>
        </w:rPr>
        <w:t>Diabetes, 61</w:t>
      </w:r>
      <w:r w:rsidRPr="006033AA">
        <w:rPr>
          <w:noProof/>
        </w:rPr>
        <w:t xml:space="preserve">(6), 1357-1364. </w:t>
      </w:r>
      <w:hyperlink r:id="rId74" w:history="1">
        <w:r w:rsidRPr="006033AA">
          <w:rPr>
            <w:rStyle w:val="Hyperlink"/>
            <w:noProof/>
          </w:rPr>
          <w:t>https://doi.org/10.2337/db11-1345</w:t>
        </w:r>
      </w:hyperlink>
      <w:r w:rsidRPr="006033AA">
        <w:rPr>
          <w:noProof/>
        </w:rPr>
        <w:t xml:space="preserve"> </w:t>
      </w:r>
    </w:p>
    <w:p w14:paraId="08C847E1" w14:textId="77777777" w:rsidR="006033AA" w:rsidRPr="006033AA" w:rsidRDefault="006033AA" w:rsidP="006033AA">
      <w:pPr>
        <w:pStyle w:val="EndNoteBibliography"/>
        <w:spacing w:after="0"/>
        <w:rPr>
          <w:noProof/>
        </w:rPr>
      </w:pPr>
    </w:p>
    <w:p w14:paraId="1BB2144F" w14:textId="539D490F" w:rsidR="006033AA" w:rsidRPr="006033AA" w:rsidRDefault="006033AA" w:rsidP="006033AA">
      <w:pPr>
        <w:pStyle w:val="EndNoteBibliography"/>
        <w:ind w:left="720" w:hanging="720"/>
        <w:rPr>
          <w:noProof/>
        </w:rPr>
      </w:pPr>
      <w:r w:rsidRPr="006033AA">
        <w:rPr>
          <w:noProof/>
        </w:rPr>
        <w:t xml:space="preserve">Hyman, S. E. (2009, Mar). How adversity gets under the skin. </w:t>
      </w:r>
      <w:r w:rsidRPr="006033AA">
        <w:rPr>
          <w:i/>
          <w:noProof/>
        </w:rPr>
        <w:t>Nat Neurosci, 12</w:t>
      </w:r>
      <w:r w:rsidRPr="006033AA">
        <w:rPr>
          <w:noProof/>
        </w:rPr>
        <w:t xml:space="preserve">(3), 241-243. </w:t>
      </w:r>
      <w:hyperlink r:id="rId75" w:history="1">
        <w:r w:rsidRPr="006033AA">
          <w:rPr>
            <w:rStyle w:val="Hyperlink"/>
            <w:noProof/>
          </w:rPr>
          <w:t>https://doi.org/10.1038/nn0309-241</w:t>
        </w:r>
      </w:hyperlink>
      <w:r w:rsidRPr="006033AA">
        <w:rPr>
          <w:noProof/>
        </w:rPr>
        <w:t xml:space="preserve"> </w:t>
      </w:r>
    </w:p>
    <w:p w14:paraId="3AADAA6B" w14:textId="77777777" w:rsidR="006033AA" w:rsidRPr="006033AA" w:rsidRDefault="006033AA" w:rsidP="006033AA">
      <w:pPr>
        <w:pStyle w:val="EndNoteBibliography"/>
        <w:spacing w:after="0"/>
        <w:rPr>
          <w:noProof/>
        </w:rPr>
      </w:pPr>
    </w:p>
    <w:p w14:paraId="544521E4" w14:textId="3055F218" w:rsidR="006033AA" w:rsidRPr="006033AA" w:rsidRDefault="006033AA" w:rsidP="006033AA">
      <w:pPr>
        <w:pStyle w:val="EndNoteBibliography"/>
        <w:ind w:left="720" w:hanging="720"/>
        <w:rPr>
          <w:noProof/>
        </w:rPr>
      </w:pPr>
      <w:r w:rsidRPr="006033AA">
        <w:rPr>
          <w:noProof/>
        </w:rPr>
        <w:t xml:space="preserve">James, K. A., Stromin, J. I., Steenkamp, N., &amp; Combrinck, M. I. (2023, 2023-March-06). Understanding the relationships between physiological and psychosocial stress, cortisol </w:t>
      </w:r>
      <w:r w:rsidRPr="006033AA">
        <w:rPr>
          <w:noProof/>
        </w:rPr>
        <w:lastRenderedPageBreak/>
        <w:t xml:space="preserve">and cognition [Review]. </w:t>
      </w:r>
      <w:r w:rsidRPr="006033AA">
        <w:rPr>
          <w:i/>
          <w:noProof/>
        </w:rPr>
        <w:t>Front Endocrinol (Lausanne), 14</w:t>
      </w:r>
      <w:r w:rsidRPr="006033AA">
        <w:rPr>
          <w:noProof/>
        </w:rPr>
        <w:t xml:space="preserve">. </w:t>
      </w:r>
      <w:hyperlink r:id="rId76" w:history="1">
        <w:r w:rsidRPr="006033AA">
          <w:rPr>
            <w:rStyle w:val="Hyperlink"/>
            <w:noProof/>
          </w:rPr>
          <w:t>https://doi.org/10.3389/fendo.2023.1085950</w:t>
        </w:r>
      </w:hyperlink>
      <w:r w:rsidRPr="006033AA">
        <w:rPr>
          <w:noProof/>
        </w:rPr>
        <w:t xml:space="preserve"> </w:t>
      </w:r>
    </w:p>
    <w:p w14:paraId="47E43563" w14:textId="77777777" w:rsidR="006033AA" w:rsidRPr="006033AA" w:rsidRDefault="006033AA" w:rsidP="006033AA">
      <w:pPr>
        <w:pStyle w:val="EndNoteBibliography"/>
        <w:spacing w:after="0"/>
        <w:rPr>
          <w:noProof/>
        </w:rPr>
      </w:pPr>
    </w:p>
    <w:p w14:paraId="4808104A" w14:textId="2EE5FD9D" w:rsidR="006033AA" w:rsidRPr="006033AA" w:rsidRDefault="006033AA" w:rsidP="006033AA">
      <w:pPr>
        <w:pStyle w:val="EndNoteBibliography"/>
        <w:ind w:left="720" w:hanging="720"/>
        <w:rPr>
          <w:noProof/>
        </w:rPr>
      </w:pPr>
      <w:r w:rsidRPr="006033AA">
        <w:rPr>
          <w:noProof/>
        </w:rPr>
        <w:t xml:space="preserve">Jiang, H., Sun, M., Zhao, Y., Liu, G., Zhong, L., Xue, H., Chen, X., Zheng, Y., &amp; Wang, M. (2022). The early function of cortisol in liver during Aeromonas hydrophila infection: Dynamics of the transcriptome and accessible chromatin landscapes. </w:t>
      </w:r>
      <w:r w:rsidRPr="006033AA">
        <w:rPr>
          <w:i/>
          <w:noProof/>
        </w:rPr>
        <w:t>Front Immunol, 13</w:t>
      </w:r>
      <w:r w:rsidRPr="006033AA">
        <w:rPr>
          <w:noProof/>
        </w:rPr>
        <w:t xml:space="preserve">, 989075. </w:t>
      </w:r>
      <w:hyperlink r:id="rId77" w:history="1">
        <w:r w:rsidRPr="006033AA">
          <w:rPr>
            <w:rStyle w:val="Hyperlink"/>
            <w:noProof/>
          </w:rPr>
          <w:t>https://doi.org/10.3389/fimmu.2022.989075</w:t>
        </w:r>
      </w:hyperlink>
      <w:r w:rsidRPr="006033AA">
        <w:rPr>
          <w:noProof/>
        </w:rPr>
        <w:t xml:space="preserve"> </w:t>
      </w:r>
    </w:p>
    <w:p w14:paraId="7054FC43" w14:textId="77777777" w:rsidR="006033AA" w:rsidRPr="006033AA" w:rsidRDefault="006033AA" w:rsidP="006033AA">
      <w:pPr>
        <w:pStyle w:val="EndNoteBibliography"/>
        <w:spacing w:after="0"/>
        <w:rPr>
          <w:noProof/>
        </w:rPr>
      </w:pPr>
    </w:p>
    <w:p w14:paraId="50D97A3A" w14:textId="1713C5D4" w:rsidR="006033AA" w:rsidRPr="006033AA" w:rsidRDefault="006033AA" w:rsidP="006033AA">
      <w:pPr>
        <w:pStyle w:val="EndNoteBibliography"/>
        <w:ind w:left="720" w:hanging="720"/>
        <w:rPr>
          <w:noProof/>
        </w:rPr>
      </w:pPr>
      <w:r w:rsidRPr="006033AA">
        <w:rPr>
          <w:noProof/>
        </w:rPr>
        <w:t xml:space="preserve">Kleeman, C. R., Levi, J., &amp; Better, O. (1975). Kidney and adrenocortical hormones. </w:t>
      </w:r>
      <w:r w:rsidRPr="006033AA">
        <w:rPr>
          <w:i/>
          <w:noProof/>
        </w:rPr>
        <w:t>Nephron, 15</w:t>
      </w:r>
      <w:r w:rsidRPr="006033AA">
        <w:rPr>
          <w:noProof/>
        </w:rPr>
        <w:t xml:space="preserve">(3-5), 261-278. </w:t>
      </w:r>
      <w:hyperlink r:id="rId78" w:history="1">
        <w:r w:rsidRPr="006033AA">
          <w:rPr>
            <w:rStyle w:val="Hyperlink"/>
            <w:noProof/>
          </w:rPr>
          <w:t>https://doi.org/10.1159/000180516</w:t>
        </w:r>
      </w:hyperlink>
      <w:r w:rsidRPr="006033AA">
        <w:rPr>
          <w:noProof/>
        </w:rPr>
        <w:t xml:space="preserve"> </w:t>
      </w:r>
    </w:p>
    <w:p w14:paraId="36CCEBBC" w14:textId="77777777" w:rsidR="006033AA" w:rsidRPr="006033AA" w:rsidRDefault="006033AA" w:rsidP="006033AA">
      <w:pPr>
        <w:pStyle w:val="EndNoteBibliography"/>
        <w:spacing w:after="0"/>
        <w:rPr>
          <w:noProof/>
        </w:rPr>
      </w:pPr>
    </w:p>
    <w:p w14:paraId="4536548B" w14:textId="07255572" w:rsidR="006033AA" w:rsidRPr="006033AA" w:rsidRDefault="006033AA" w:rsidP="006033AA">
      <w:pPr>
        <w:pStyle w:val="EndNoteBibliography"/>
        <w:ind w:left="720" w:hanging="720"/>
        <w:rPr>
          <w:noProof/>
        </w:rPr>
      </w:pPr>
      <w:r w:rsidRPr="006033AA">
        <w:rPr>
          <w:noProof/>
        </w:rPr>
        <w:t xml:space="preserve">Knezevic, E., Nenic, K., Milanovic, V., &amp; Knezevic, N. N. (2023, Nov 29). The Role of Cortisol in Chronic Stress, Neurodegenerative Diseases, and Psychological Disorders. </w:t>
      </w:r>
      <w:r w:rsidRPr="006033AA">
        <w:rPr>
          <w:i/>
          <w:noProof/>
        </w:rPr>
        <w:t>Cells, 12</w:t>
      </w:r>
      <w:r w:rsidRPr="006033AA">
        <w:rPr>
          <w:noProof/>
        </w:rPr>
        <w:t xml:space="preserve">(23). </w:t>
      </w:r>
      <w:hyperlink r:id="rId79" w:history="1">
        <w:r w:rsidRPr="006033AA">
          <w:rPr>
            <w:rStyle w:val="Hyperlink"/>
            <w:noProof/>
          </w:rPr>
          <w:t>https://doi.org/10.3390/cells12232726</w:t>
        </w:r>
      </w:hyperlink>
      <w:r w:rsidRPr="006033AA">
        <w:rPr>
          <w:noProof/>
        </w:rPr>
        <w:t xml:space="preserve"> </w:t>
      </w:r>
    </w:p>
    <w:p w14:paraId="16853707" w14:textId="77777777" w:rsidR="006033AA" w:rsidRPr="006033AA" w:rsidRDefault="006033AA" w:rsidP="006033AA">
      <w:pPr>
        <w:pStyle w:val="EndNoteBibliography"/>
        <w:spacing w:after="0"/>
        <w:rPr>
          <w:noProof/>
        </w:rPr>
      </w:pPr>
    </w:p>
    <w:p w14:paraId="7F07526A" w14:textId="30CB5EB1" w:rsidR="006033AA" w:rsidRPr="006033AA" w:rsidRDefault="006033AA" w:rsidP="006033AA">
      <w:pPr>
        <w:pStyle w:val="EndNoteBibliography"/>
        <w:ind w:left="720" w:hanging="720"/>
        <w:rPr>
          <w:noProof/>
        </w:rPr>
      </w:pPr>
      <w:r w:rsidRPr="006033AA">
        <w:rPr>
          <w:noProof/>
        </w:rPr>
        <w:t xml:space="preserve">Knezevic, E., Nenic, K., Milanovic, V., &amp; Knezevic, N. N. (2023). The Role of Cortisol in Chronic Stress, Neurodegenerative Diseases, and Psychological Disorders. </w:t>
      </w:r>
      <w:r w:rsidRPr="006033AA">
        <w:rPr>
          <w:i/>
          <w:noProof/>
        </w:rPr>
        <w:t>Cells, 12</w:t>
      </w:r>
      <w:r w:rsidRPr="006033AA">
        <w:rPr>
          <w:noProof/>
        </w:rPr>
        <w:t xml:space="preserve">(23), 2726. </w:t>
      </w:r>
      <w:hyperlink r:id="rId80" w:history="1">
        <w:r w:rsidRPr="006033AA">
          <w:rPr>
            <w:rStyle w:val="Hyperlink"/>
            <w:noProof/>
          </w:rPr>
          <w:t>https://www.mdpi.com/2073-4409/12/23/2726</w:t>
        </w:r>
      </w:hyperlink>
      <w:r w:rsidRPr="006033AA">
        <w:rPr>
          <w:noProof/>
        </w:rPr>
        <w:t xml:space="preserve"> </w:t>
      </w:r>
    </w:p>
    <w:p w14:paraId="0FC39C25" w14:textId="77777777" w:rsidR="006033AA" w:rsidRPr="006033AA" w:rsidRDefault="006033AA" w:rsidP="006033AA">
      <w:pPr>
        <w:pStyle w:val="EndNoteBibliography"/>
        <w:spacing w:after="0"/>
        <w:rPr>
          <w:noProof/>
        </w:rPr>
      </w:pPr>
    </w:p>
    <w:p w14:paraId="34F601DF" w14:textId="5DAD8B44" w:rsidR="006033AA" w:rsidRPr="006033AA" w:rsidRDefault="006033AA" w:rsidP="006033AA">
      <w:pPr>
        <w:pStyle w:val="EndNoteBibliography"/>
        <w:ind w:left="720" w:hanging="720"/>
        <w:rPr>
          <w:noProof/>
        </w:rPr>
      </w:pPr>
      <w:r w:rsidRPr="006033AA">
        <w:rPr>
          <w:noProof/>
        </w:rPr>
        <w:t xml:space="preserve">Lapp, H. E., Bartlett, A. A., &amp; Hunter, R. G. (2019, 01 Feb. 2019). Stress and glucocorticoid receptor regulation of mitochondrial gene expression. </w:t>
      </w:r>
      <w:r w:rsidRPr="006033AA">
        <w:rPr>
          <w:i/>
          <w:noProof/>
        </w:rPr>
        <w:t>J Mol Endocrinol, 62</w:t>
      </w:r>
      <w:r w:rsidRPr="006033AA">
        <w:rPr>
          <w:noProof/>
        </w:rPr>
        <w:t xml:space="preserve">(2), R121-R128. </w:t>
      </w:r>
      <w:hyperlink r:id="rId81" w:history="1">
        <w:r w:rsidRPr="006033AA">
          <w:rPr>
            <w:rStyle w:val="Hyperlink"/>
            <w:noProof/>
          </w:rPr>
          <w:t>https://doi.org/10.1530/jme-18-0152</w:t>
        </w:r>
      </w:hyperlink>
      <w:r w:rsidRPr="006033AA">
        <w:rPr>
          <w:noProof/>
        </w:rPr>
        <w:t xml:space="preserve"> </w:t>
      </w:r>
    </w:p>
    <w:p w14:paraId="4B84FF0A" w14:textId="77777777" w:rsidR="006033AA" w:rsidRPr="006033AA" w:rsidRDefault="006033AA" w:rsidP="006033AA">
      <w:pPr>
        <w:pStyle w:val="EndNoteBibliography"/>
        <w:spacing w:after="0"/>
        <w:rPr>
          <w:noProof/>
        </w:rPr>
      </w:pPr>
    </w:p>
    <w:p w14:paraId="3C6780EA" w14:textId="71D80142" w:rsidR="006033AA" w:rsidRPr="006033AA" w:rsidRDefault="006033AA" w:rsidP="006033AA">
      <w:pPr>
        <w:pStyle w:val="EndNoteBibliography"/>
        <w:ind w:left="720" w:hanging="720"/>
        <w:rPr>
          <w:noProof/>
        </w:rPr>
      </w:pPr>
      <w:r w:rsidRPr="006033AA">
        <w:rPr>
          <w:noProof/>
        </w:rPr>
        <w:t xml:space="preserve">Lu, S., Wei, F., &amp; Li, G. (2021, Apr 26). The evolution of the concept of stress and the framework of the stress system. </w:t>
      </w:r>
      <w:r w:rsidRPr="006033AA">
        <w:rPr>
          <w:i/>
          <w:noProof/>
        </w:rPr>
        <w:t>Cell Stress, 5</w:t>
      </w:r>
      <w:r w:rsidRPr="006033AA">
        <w:rPr>
          <w:noProof/>
        </w:rPr>
        <w:t xml:space="preserve">(6), 76-85. </w:t>
      </w:r>
      <w:hyperlink r:id="rId82" w:history="1">
        <w:r w:rsidRPr="006033AA">
          <w:rPr>
            <w:rStyle w:val="Hyperlink"/>
            <w:noProof/>
          </w:rPr>
          <w:t>https://doi.org/10.15698/cst2021.06.250</w:t>
        </w:r>
      </w:hyperlink>
      <w:r w:rsidRPr="006033AA">
        <w:rPr>
          <w:noProof/>
        </w:rPr>
        <w:t xml:space="preserve"> </w:t>
      </w:r>
    </w:p>
    <w:p w14:paraId="6FC9F05B" w14:textId="77777777" w:rsidR="006033AA" w:rsidRPr="006033AA" w:rsidRDefault="006033AA" w:rsidP="006033AA">
      <w:pPr>
        <w:pStyle w:val="EndNoteBibliography"/>
        <w:spacing w:after="0"/>
        <w:rPr>
          <w:noProof/>
        </w:rPr>
      </w:pPr>
    </w:p>
    <w:p w14:paraId="4F38969D" w14:textId="28D3706C" w:rsidR="006033AA" w:rsidRPr="006033AA" w:rsidRDefault="006033AA" w:rsidP="006033AA">
      <w:pPr>
        <w:pStyle w:val="EndNoteBibliography"/>
        <w:ind w:left="720" w:hanging="720"/>
        <w:rPr>
          <w:noProof/>
        </w:rPr>
      </w:pPr>
      <w:r w:rsidRPr="006033AA">
        <w:rPr>
          <w:noProof/>
        </w:rPr>
        <w:t xml:space="preserve">Marrocco, J., Einhorn, N. R., &amp; McEwen, B. S. (2020). Environmental epigenetics of sex differences in the brain. </w:t>
      </w:r>
      <w:r w:rsidRPr="006033AA">
        <w:rPr>
          <w:i/>
          <w:noProof/>
        </w:rPr>
        <w:t>Handb Clin Neurol, 175</w:t>
      </w:r>
      <w:r w:rsidRPr="006033AA">
        <w:rPr>
          <w:noProof/>
        </w:rPr>
        <w:t xml:space="preserve">, 209-220. </w:t>
      </w:r>
      <w:hyperlink r:id="rId83" w:history="1">
        <w:r w:rsidRPr="006033AA">
          <w:rPr>
            <w:rStyle w:val="Hyperlink"/>
            <w:noProof/>
          </w:rPr>
          <w:t>https://doi.org/10.1016/b978-0-444-64123-6.00015-1</w:t>
        </w:r>
      </w:hyperlink>
      <w:r w:rsidRPr="006033AA">
        <w:rPr>
          <w:noProof/>
        </w:rPr>
        <w:t xml:space="preserve"> </w:t>
      </w:r>
    </w:p>
    <w:p w14:paraId="40F3B301" w14:textId="77777777" w:rsidR="006033AA" w:rsidRPr="006033AA" w:rsidRDefault="006033AA" w:rsidP="006033AA">
      <w:pPr>
        <w:pStyle w:val="EndNoteBibliography"/>
        <w:spacing w:after="0"/>
        <w:rPr>
          <w:noProof/>
        </w:rPr>
      </w:pPr>
    </w:p>
    <w:p w14:paraId="532B9C29" w14:textId="77777777" w:rsidR="006033AA" w:rsidRPr="006033AA" w:rsidRDefault="006033AA" w:rsidP="006033AA">
      <w:pPr>
        <w:pStyle w:val="EndNoteBibliography"/>
        <w:ind w:left="720" w:hanging="720"/>
        <w:rPr>
          <w:noProof/>
        </w:rPr>
      </w:pPr>
      <w:r w:rsidRPr="006033AA">
        <w:rPr>
          <w:noProof/>
        </w:rPr>
        <w:t xml:space="preserve">McEwen, B. S. (1998). Stress, adaptation, and disease: Allostasis and allostatic load. </w:t>
      </w:r>
      <w:r w:rsidRPr="006033AA">
        <w:rPr>
          <w:i/>
          <w:noProof/>
        </w:rPr>
        <w:t>Ann N Y Acad Sci, 840</w:t>
      </w:r>
      <w:r w:rsidRPr="006033AA">
        <w:rPr>
          <w:noProof/>
        </w:rPr>
        <w:t xml:space="preserve">(1), 33-44. </w:t>
      </w:r>
    </w:p>
    <w:p w14:paraId="2627003B" w14:textId="77777777" w:rsidR="006033AA" w:rsidRPr="006033AA" w:rsidRDefault="006033AA" w:rsidP="006033AA">
      <w:pPr>
        <w:pStyle w:val="EndNoteBibliography"/>
        <w:spacing w:after="0"/>
        <w:rPr>
          <w:noProof/>
        </w:rPr>
      </w:pPr>
    </w:p>
    <w:p w14:paraId="3581A772" w14:textId="4C316CA1" w:rsidR="006033AA" w:rsidRPr="006033AA" w:rsidRDefault="006033AA" w:rsidP="006033AA">
      <w:pPr>
        <w:pStyle w:val="EndNoteBibliography"/>
        <w:ind w:left="720" w:hanging="720"/>
        <w:rPr>
          <w:noProof/>
        </w:rPr>
      </w:pPr>
      <w:r w:rsidRPr="006033AA">
        <w:rPr>
          <w:noProof/>
        </w:rPr>
        <w:lastRenderedPageBreak/>
        <w:t xml:space="preserve">McEwen, B. S. (2010, Sep). Stress, sex, and neural adaptation to a changing environment: mechanisms of neuronal remodeling. </w:t>
      </w:r>
      <w:r w:rsidRPr="006033AA">
        <w:rPr>
          <w:i/>
          <w:noProof/>
        </w:rPr>
        <w:t>Ann N Y Acad Sci, 1204 Suppl</w:t>
      </w:r>
      <w:r w:rsidRPr="006033AA">
        <w:rPr>
          <w:noProof/>
        </w:rPr>
        <w:t xml:space="preserve">(Suppl), E38-59. </w:t>
      </w:r>
      <w:hyperlink r:id="rId84" w:history="1">
        <w:r w:rsidRPr="006033AA">
          <w:rPr>
            <w:rStyle w:val="Hyperlink"/>
            <w:noProof/>
          </w:rPr>
          <w:t>https://doi.org/10.1111/j.1749-6632.2010.05568.x</w:t>
        </w:r>
      </w:hyperlink>
      <w:r w:rsidRPr="006033AA">
        <w:rPr>
          <w:noProof/>
        </w:rPr>
        <w:t xml:space="preserve"> </w:t>
      </w:r>
    </w:p>
    <w:p w14:paraId="38E0F44C" w14:textId="77777777" w:rsidR="006033AA" w:rsidRPr="006033AA" w:rsidRDefault="006033AA" w:rsidP="006033AA">
      <w:pPr>
        <w:pStyle w:val="EndNoteBibliography"/>
        <w:spacing w:after="0"/>
        <w:rPr>
          <w:noProof/>
        </w:rPr>
      </w:pPr>
    </w:p>
    <w:p w14:paraId="5378F910" w14:textId="2EDD879C" w:rsidR="006033AA" w:rsidRPr="006033AA" w:rsidRDefault="006033AA" w:rsidP="006033AA">
      <w:pPr>
        <w:pStyle w:val="EndNoteBibliography"/>
        <w:ind w:left="720" w:hanging="720"/>
        <w:rPr>
          <w:noProof/>
        </w:rPr>
      </w:pPr>
      <w:r w:rsidRPr="006033AA">
        <w:rPr>
          <w:noProof/>
        </w:rPr>
        <w:t xml:space="preserve">McEwen, B. S. (2016, Jun). In pursuit of resilience: stress, epigenetics, and brain plasticity. </w:t>
      </w:r>
      <w:r w:rsidRPr="006033AA">
        <w:rPr>
          <w:i/>
          <w:noProof/>
        </w:rPr>
        <w:t>Ann N Y Acad Sci, 1373</w:t>
      </w:r>
      <w:r w:rsidRPr="006033AA">
        <w:rPr>
          <w:noProof/>
        </w:rPr>
        <w:t xml:space="preserve">(1), 56-64. </w:t>
      </w:r>
      <w:hyperlink r:id="rId85" w:history="1">
        <w:r w:rsidRPr="006033AA">
          <w:rPr>
            <w:rStyle w:val="Hyperlink"/>
            <w:noProof/>
          </w:rPr>
          <w:t>https://doi.org/10.1111/nyas.13020</w:t>
        </w:r>
      </w:hyperlink>
      <w:r w:rsidRPr="006033AA">
        <w:rPr>
          <w:noProof/>
        </w:rPr>
        <w:t xml:space="preserve"> </w:t>
      </w:r>
    </w:p>
    <w:p w14:paraId="549513EF" w14:textId="77777777" w:rsidR="006033AA" w:rsidRPr="006033AA" w:rsidRDefault="006033AA" w:rsidP="006033AA">
      <w:pPr>
        <w:pStyle w:val="EndNoteBibliography"/>
        <w:spacing w:after="0"/>
        <w:rPr>
          <w:noProof/>
        </w:rPr>
      </w:pPr>
    </w:p>
    <w:p w14:paraId="5574AB19" w14:textId="274D5E17" w:rsidR="006033AA" w:rsidRPr="006033AA" w:rsidRDefault="006033AA" w:rsidP="006033AA">
      <w:pPr>
        <w:pStyle w:val="EndNoteBibliography"/>
        <w:ind w:left="720" w:hanging="720"/>
        <w:rPr>
          <w:noProof/>
        </w:rPr>
      </w:pPr>
      <w:r w:rsidRPr="006033AA">
        <w:rPr>
          <w:noProof/>
        </w:rPr>
        <w:t xml:space="preserve">McEwen, B. S. (2017a, Jun 1). Allostasis and the Epigenetics of Brain and Body Health Over the Life Course: The Brain on Stress. </w:t>
      </w:r>
      <w:r w:rsidRPr="006033AA">
        <w:rPr>
          <w:i/>
          <w:noProof/>
        </w:rPr>
        <w:t>JAMA Psychiatry, 74</w:t>
      </w:r>
      <w:r w:rsidRPr="006033AA">
        <w:rPr>
          <w:noProof/>
        </w:rPr>
        <w:t xml:space="preserve">(6), 551-552. </w:t>
      </w:r>
      <w:hyperlink r:id="rId86" w:history="1">
        <w:r w:rsidRPr="006033AA">
          <w:rPr>
            <w:rStyle w:val="Hyperlink"/>
            <w:noProof/>
          </w:rPr>
          <w:t>https://doi.org/10.1001/jamapsychiatry.2017.0270</w:t>
        </w:r>
      </w:hyperlink>
      <w:r w:rsidRPr="006033AA">
        <w:rPr>
          <w:noProof/>
        </w:rPr>
        <w:t xml:space="preserve"> </w:t>
      </w:r>
    </w:p>
    <w:p w14:paraId="3619907C" w14:textId="77777777" w:rsidR="006033AA" w:rsidRPr="006033AA" w:rsidRDefault="006033AA" w:rsidP="006033AA">
      <w:pPr>
        <w:pStyle w:val="EndNoteBibliography"/>
        <w:spacing w:after="0"/>
        <w:rPr>
          <w:noProof/>
        </w:rPr>
      </w:pPr>
    </w:p>
    <w:p w14:paraId="553D49EB" w14:textId="6EE2A8C2" w:rsidR="006033AA" w:rsidRPr="006033AA" w:rsidRDefault="006033AA" w:rsidP="006033AA">
      <w:pPr>
        <w:pStyle w:val="EndNoteBibliography"/>
        <w:ind w:left="720" w:hanging="720"/>
        <w:rPr>
          <w:noProof/>
        </w:rPr>
      </w:pPr>
      <w:r w:rsidRPr="006033AA">
        <w:rPr>
          <w:noProof/>
        </w:rPr>
        <w:t xml:space="preserve">McEwen, B. S. (2017b). Epigenetic Interactions and the Brain-Body Communication. </w:t>
      </w:r>
      <w:r w:rsidRPr="006033AA">
        <w:rPr>
          <w:i/>
          <w:noProof/>
        </w:rPr>
        <w:t>Psychother Psychosom, 86</w:t>
      </w:r>
      <w:r w:rsidRPr="006033AA">
        <w:rPr>
          <w:noProof/>
        </w:rPr>
        <w:t xml:space="preserve">(1), 1-4. </w:t>
      </w:r>
      <w:hyperlink r:id="rId87" w:history="1">
        <w:r w:rsidRPr="006033AA">
          <w:rPr>
            <w:rStyle w:val="Hyperlink"/>
            <w:noProof/>
          </w:rPr>
          <w:t>https://doi.org/10.1159/000449150</w:t>
        </w:r>
      </w:hyperlink>
      <w:r w:rsidRPr="006033AA">
        <w:rPr>
          <w:noProof/>
        </w:rPr>
        <w:t xml:space="preserve"> </w:t>
      </w:r>
    </w:p>
    <w:p w14:paraId="40764E67" w14:textId="77777777" w:rsidR="006033AA" w:rsidRPr="006033AA" w:rsidRDefault="006033AA" w:rsidP="006033AA">
      <w:pPr>
        <w:pStyle w:val="EndNoteBibliography"/>
        <w:spacing w:after="0"/>
        <w:rPr>
          <w:noProof/>
        </w:rPr>
      </w:pPr>
    </w:p>
    <w:p w14:paraId="4D141F81" w14:textId="16A34BD9" w:rsidR="006033AA" w:rsidRPr="006033AA" w:rsidRDefault="006033AA" w:rsidP="006033AA">
      <w:pPr>
        <w:pStyle w:val="EndNoteBibliography"/>
        <w:ind w:left="720" w:hanging="720"/>
        <w:rPr>
          <w:noProof/>
        </w:rPr>
      </w:pPr>
      <w:r w:rsidRPr="006033AA">
        <w:rPr>
          <w:noProof/>
        </w:rPr>
        <w:t xml:space="preserve">McEwen, B. S. (2017c, Jan-Dec). Neurobiological and Systemic Effects of Chronic Stress. </w:t>
      </w:r>
      <w:r w:rsidRPr="006033AA">
        <w:rPr>
          <w:i/>
          <w:noProof/>
        </w:rPr>
        <w:t>Chronic Stress (Thousand Oaks), 1</w:t>
      </w:r>
      <w:r w:rsidRPr="006033AA">
        <w:rPr>
          <w:noProof/>
        </w:rPr>
        <w:t xml:space="preserve">. </w:t>
      </w:r>
      <w:hyperlink r:id="rId88" w:history="1">
        <w:r w:rsidRPr="006033AA">
          <w:rPr>
            <w:rStyle w:val="Hyperlink"/>
            <w:noProof/>
          </w:rPr>
          <w:t>https://doi.org/10.1177/2470547017692328</w:t>
        </w:r>
      </w:hyperlink>
      <w:r w:rsidRPr="006033AA">
        <w:rPr>
          <w:noProof/>
        </w:rPr>
        <w:t xml:space="preserve"> </w:t>
      </w:r>
    </w:p>
    <w:p w14:paraId="3B874D25" w14:textId="77777777" w:rsidR="006033AA" w:rsidRPr="006033AA" w:rsidRDefault="006033AA" w:rsidP="006033AA">
      <w:pPr>
        <w:pStyle w:val="EndNoteBibliography"/>
        <w:spacing w:after="0"/>
        <w:rPr>
          <w:noProof/>
        </w:rPr>
      </w:pPr>
    </w:p>
    <w:p w14:paraId="44E06D81" w14:textId="5F308478" w:rsidR="006033AA" w:rsidRPr="006033AA" w:rsidRDefault="006033AA" w:rsidP="006033AA">
      <w:pPr>
        <w:pStyle w:val="EndNoteBibliography"/>
        <w:ind w:left="720" w:hanging="720"/>
        <w:rPr>
          <w:noProof/>
        </w:rPr>
      </w:pPr>
      <w:r w:rsidRPr="006033AA">
        <w:rPr>
          <w:noProof/>
        </w:rPr>
        <w:t xml:space="preserve">McEwen, B. S. (2018, Apr). Redefining neuroendocrinology: Epigenetics of brain-body communication over the life course. </w:t>
      </w:r>
      <w:r w:rsidRPr="006033AA">
        <w:rPr>
          <w:i/>
          <w:noProof/>
        </w:rPr>
        <w:t>Front Neuroendocrinol, 49</w:t>
      </w:r>
      <w:r w:rsidRPr="006033AA">
        <w:rPr>
          <w:noProof/>
        </w:rPr>
        <w:t xml:space="preserve">, 8-30. </w:t>
      </w:r>
      <w:hyperlink r:id="rId89" w:history="1">
        <w:r w:rsidRPr="006033AA">
          <w:rPr>
            <w:rStyle w:val="Hyperlink"/>
            <w:noProof/>
          </w:rPr>
          <w:t>https://doi.org/10.1016/j.yfrne.2017.11.001</w:t>
        </w:r>
      </w:hyperlink>
      <w:r w:rsidRPr="006033AA">
        <w:rPr>
          <w:noProof/>
        </w:rPr>
        <w:t xml:space="preserve"> </w:t>
      </w:r>
    </w:p>
    <w:p w14:paraId="556F09A5" w14:textId="77777777" w:rsidR="006033AA" w:rsidRPr="006033AA" w:rsidRDefault="006033AA" w:rsidP="006033AA">
      <w:pPr>
        <w:pStyle w:val="EndNoteBibliography"/>
        <w:spacing w:after="0"/>
        <w:rPr>
          <w:noProof/>
        </w:rPr>
      </w:pPr>
    </w:p>
    <w:p w14:paraId="4B935BDB" w14:textId="2FF00AD3" w:rsidR="006033AA" w:rsidRPr="006033AA" w:rsidRDefault="006033AA" w:rsidP="006033AA">
      <w:pPr>
        <w:pStyle w:val="EndNoteBibliography"/>
        <w:ind w:left="720" w:hanging="720"/>
        <w:rPr>
          <w:noProof/>
        </w:rPr>
      </w:pPr>
      <w:r w:rsidRPr="006033AA">
        <w:rPr>
          <w:noProof/>
        </w:rPr>
        <w:t xml:space="preserve">McEwen, B. S. (2019, Jan 15). Prenatal Programming of Neuropsychiatric Disorders: An Epigenetic Perspective Across the Lifespan. </w:t>
      </w:r>
      <w:r w:rsidRPr="006033AA">
        <w:rPr>
          <w:i/>
          <w:noProof/>
        </w:rPr>
        <w:t>Biol Psychiatry, 85</w:t>
      </w:r>
      <w:r w:rsidRPr="006033AA">
        <w:rPr>
          <w:noProof/>
        </w:rPr>
        <w:t xml:space="preserve">(2), 91-93. </w:t>
      </w:r>
      <w:hyperlink r:id="rId90" w:history="1">
        <w:r w:rsidRPr="006033AA">
          <w:rPr>
            <w:rStyle w:val="Hyperlink"/>
            <w:noProof/>
          </w:rPr>
          <w:t>https://doi.org/10.1016/j.biopsych.2018.10.005</w:t>
        </w:r>
      </w:hyperlink>
      <w:r w:rsidRPr="006033AA">
        <w:rPr>
          <w:noProof/>
        </w:rPr>
        <w:t xml:space="preserve"> </w:t>
      </w:r>
    </w:p>
    <w:p w14:paraId="48838664" w14:textId="77777777" w:rsidR="006033AA" w:rsidRPr="006033AA" w:rsidRDefault="006033AA" w:rsidP="006033AA">
      <w:pPr>
        <w:pStyle w:val="EndNoteBibliography"/>
        <w:spacing w:after="0"/>
        <w:rPr>
          <w:noProof/>
        </w:rPr>
      </w:pPr>
    </w:p>
    <w:p w14:paraId="1BA22918" w14:textId="40D0287B" w:rsidR="006033AA" w:rsidRPr="006033AA" w:rsidRDefault="006033AA" w:rsidP="006033AA">
      <w:pPr>
        <w:pStyle w:val="EndNoteBibliography"/>
        <w:ind w:left="720" w:hanging="720"/>
        <w:rPr>
          <w:noProof/>
        </w:rPr>
      </w:pPr>
      <w:r w:rsidRPr="006033AA">
        <w:rPr>
          <w:noProof/>
        </w:rPr>
        <w:t xml:space="preserve">McEwen, B. S. (2020, Mar). Hormones and behavior and the integration of brain-body science. </w:t>
      </w:r>
      <w:r w:rsidRPr="006033AA">
        <w:rPr>
          <w:i/>
          <w:noProof/>
        </w:rPr>
        <w:t>Horm Behav, 119</w:t>
      </w:r>
      <w:r w:rsidRPr="006033AA">
        <w:rPr>
          <w:noProof/>
        </w:rPr>
        <w:t xml:space="preserve">, 104619. </w:t>
      </w:r>
      <w:hyperlink r:id="rId91" w:history="1">
        <w:r w:rsidRPr="006033AA">
          <w:rPr>
            <w:rStyle w:val="Hyperlink"/>
            <w:noProof/>
          </w:rPr>
          <w:t>https://doi.org/10.1016/j.yhbeh.2019.104619</w:t>
        </w:r>
      </w:hyperlink>
      <w:r w:rsidRPr="006033AA">
        <w:rPr>
          <w:noProof/>
        </w:rPr>
        <w:t xml:space="preserve"> </w:t>
      </w:r>
    </w:p>
    <w:p w14:paraId="60DB8EEC" w14:textId="77777777" w:rsidR="006033AA" w:rsidRPr="006033AA" w:rsidRDefault="006033AA" w:rsidP="006033AA">
      <w:pPr>
        <w:pStyle w:val="EndNoteBibliography"/>
        <w:spacing w:after="0"/>
        <w:rPr>
          <w:noProof/>
        </w:rPr>
      </w:pPr>
    </w:p>
    <w:p w14:paraId="3EF1798F" w14:textId="59C8C208" w:rsidR="006033AA" w:rsidRPr="006033AA" w:rsidRDefault="006033AA" w:rsidP="006033AA">
      <w:pPr>
        <w:pStyle w:val="EndNoteBibliography"/>
        <w:ind w:left="720" w:hanging="720"/>
        <w:rPr>
          <w:noProof/>
        </w:rPr>
      </w:pPr>
      <w:r w:rsidRPr="006033AA">
        <w:rPr>
          <w:noProof/>
        </w:rPr>
        <w:t xml:space="preserve">McEwen, B. S., &amp; Akil, H. (2020, Jan 2). Revisiting the Stress Concept: Implications for Affective Disorders. </w:t>
      </w:r>
      <w:r w:rsidRPr="006033AA">
        <w:rPr>
          <w:i/>
          <w:noProof/>
        </w:rPr>
        <w:t>J Neurosci, 40</w:t>
      </w:r>
      <w:r w:rsidRPr="006033AA">
        <w:rPr>
          <w:noProof/>
        </w:rPr>
        <w:t xml:space="preserve">(1), 12-21. </w:t>
      </w:r>
      <w:hyperlink r:id="rId92" w:history="1">
        <w:r w:rsidRPr="006033AA">
          <w:rPr>
            <w:rStyle w:val="Hyperlink"/>
            <w:noProof/>
          </w:rPr>
          <w:t>https://doi.org/10.1523/jneurosci.0733-19.2019</w:t>
        </w:r>
      </w:hyperlink>
      <w:r w:rsidRPr="006033AA">
        <w:rPr>
          <w:noProof/>
        </w:rPr>
        <w:t xml:space="preserve"> </w:t>
      </w:r>
    </w:p>
    <w:p w14:paraId="06580016" w14:textId="77777777" w:rsidR="006033AA" w:rsidRPr="006033AA" w:rsidRDefault="006033AA" w:rsidP="006033AA">
      <w:pPr>
        <w:pStyle w:val="EndNoteBibliography"/>
        <w:spacing w:after="0"/>
        <w:rPr>
          <w:noProof/>
        </w:rPr>
      </w:pPr>
    </w:p>
    <w:p w14:paraId="514F8F2C" w14:textId="1AC031A6" w:rsidR="006033AA" w:rsidRPr="006033AA" w:rsidRDefault="006033AA" w:rsidP="006033AA">
      <w:pPr>
        <w:pStyle w:val="EndNoteBibliography"/>
        <w:ind w:left="720" w:hanging="720"/>
        <w:rPr>
          <w:noProof/>
        </w:rPr>
      </w:pPr>
      <w:r w:rsidRPr="006033AA">
        <w:rPr>
          <w:noProof/>
        </w:rPr>
        <w:t xml:space="preserve">McEwen, B. S., Bowles, N. P., Gray, J. D., Hill, M. N., Hunter, R. G., Karatsoreos, I. N., &amp; Nasca, C. (2015, Oct). Mechanisms of stress in the brain. </w:t>
      </w:r>
      <w:r w:rsidRPr="006033AA">
        <w:rPr>
          <w:i/>
          <w:noProof/>
        </w:rPr>
        <w:t>Nat Neurosci, 18</w:t>
      </w:r>
      <w:r w:rsidRPr="006033AA">
        <w:rPr>
          <w:noProof/>
        </w:rPr>
        <w:t xml:space="preserve">(10), 1353-1363. </w:t>
      </w:r>
      <w:hyperlink r:id="rId93" w:history="1">
        <w:r w:rsidRPr="006033AA">
          <w:rPr>
            <w:rStyle w:val="Hyperlink"/>
            <w:noProof/>
          </w:rPr>
          <w:t>https://doi.org/10.1038/nn.4086</w:t>
        </w:r>
      </w:hyperlink>
      <w:r w:rsidRPr="006033AA">
        <w:rPr>
          <w:noProof/>
        </w:rPr>
        <w:t xml:space="preserve"> </w:t>
      </w:r>
    </w:p>
    <w:p w14:paraId="1BBBC56B" w14:textId="77777777" w:rsidR="006033AA" w:rsidRPr="006033AA" w:rsidRDefault="006033AA" w:rsidP="006033AA">
      <w:pPr>
        <w:pStyle w:val="EndNoteBibliography"/>
        <w:spacing w:after="0"/>
        <w:rPr>
          <w:noProof/>
        </w:rPr>
      </w:pPr>
    </w:p>
    <w:p w14:paraId="7DFAFF09" w14:textId="78489CC7" w:rsidR="006033AA" w:rsidRPr="006033AA" w:rsidRDefault="006033AA" w:rsidP="006033AA">
      <w:pPr>
        <w:pStyle w:val="EndNoteBibliography"/>
        <w:ind w:left="720" w:hanging="720"/>
        <w:rPr>
          <w:noProof/>
        </w:rPr>
      </w:pPr>
      <w:r w:rsidRPr="006033AA">
        <w:rPr>
          <w:noProof/>
        </w:rPr>
        <w:t xml:space="preserve">McEwen, B. S., &amp; Bulloch, K. (2019, Nov). Epigenetic impact of the social and physical environment on brain and body. </w:t>
      </w:r>
      <w:r w:rsidRPr="006033AA">
        <w:rPr>
          <w:i/>
          <w:noProof/>
        </w:rPr>
        <w:t>Metabolism, 100s</w:t>
      </w:r>
      <w:r w:rsidRPr="006033AA">
        <w:rPr>
          <w:noProof/>
        </w:rPr>
        <w:t xml:space="preserve">, 153941. </w:t>
      </w:r>
      <w:hyperlink r:id="rId94" w:history="1">
        <w:r w:rsidRPr="006033AA">
          <w:rPr>
            <w:rStyle w:val="Hyperlink"/>
            <w:noProof/>
          </w:rPr>
          <w:t>https://doi.org/10.1016/j.metabol.2019.07.005</w:t>
        </w:r>
      </w:hyperlink>
      <w:r w:rsidRPr="006033AA">
        <w:rPr>
          <w:noProof/>
        </w:rPr>
        <w:t xml:space="preserve"> </w:t>
      </w:r>
    </w:p>
    <w:p w14:paraId="0B7B8D4A" w14:textId="77777777" w:rsidR="006033AA" w:rsidRPr="006033AA" w:rsidRDefault="006033AA" w:rsidP="006033AA">
      <w:pPr>
        <w:pStyle w:val="EndNoteBibliography"/>
        <w:spacing w:after="0"/>
        <w:rPr>
          <w:noProof/>
        </w:rPr>
      </w:pPr>
    </w:p>
    <w:p w14:paraId="41BE0AA8" w14:textId="09307DB3" w:rsidR="006033AA" w:rsidRPr="006033AA" w:rsidRDefault="006033AA" w:rsidP="006033AA">
      <w:pPr>
        <w:pStyle w:val="EndNoteBibliography"/>
        <w:ind w:left="720" w:hanging="720"/>
        <w:rPr>
          <w:noProof/>
        </w:rPr>
      </w:pPr>
      <w:r w:rsidRPr="006033AA">
        <w:rPr>
          <w:noProof/>
        </w:rPr>
        <w:t xml:space="preserve">McEwen, B. S., &amp; Gianaros, P. J. (2011). Stress- and allostasis-induced brain plasticity. </w:t>
      </w:r>
      <w:r w:rsidRPr="006033AA">
        <w:rPr>
          <w:i/>
          <w:noProof/>
        </w:rPr>
        <w:t>Annu Rev Med, 62</w:t>
      </w:r>
      <w:r w:rsidRPr="006033AA">
        <w:rPr>
          <w:noProof/>
        </w:rPr>
        <w:t xml:space="preserve">, 431-445. </w:t>
      </w:r>
      <w:hyperlink r:id="rId95" w:history="1">
        <w:r w:rsidRPr="006033AA">
          <w:rPr>
            <w:rStyle w:val="Hyperlink"/>
            <w:noProof/>
          </w:rPr>
          <w:t>https://doi.org/10.1146/annurev-med-052209-100430</w:t>
        </w:r>
      </w:hyperlink>
      <w:r w:rsidRPr="006033AA">
        <w:rPr>
          <w:noProof/>
        </w:rPr>
        <w:t xml:space="preserve"> </w:t>
      </w:r>
    </w:p>
    <w:p w14:paraId="7C74DBF5" w14:textId="77777777" w:rsidR="006033AA" w:rsidRPr="006033AA" w:rsidRDefault="006033AA" w:rsidP="006033AA">
      <w:pPr>
        <w:pStyle w:val="EndNoteBibliography"/>
        <w:spacing w:after="0"/>
        <w:rPr>
          <w:noProof/>
        </w:rPr>
      </w:pPr>
    </w:p>
    <w:p w14:paraId="419A5B88" w14:textId="7EDF0797" w:rsidR="006033AA" w:rsidRPr="006033AA" w:rsidRDefault="006033AA" w:rsidP="006033AA">
      <w:pPr>
        <w:pStyle w:val="EndNoteBibliography"/>
        <w:ind w:left="720" w:hanging="720"/>
        <w:rPr>
          <w:noProof/>
        </w:rPr>
      </w:pPr>
      <w:r w:rsidRPr="006033AA">
        <w:rPr>
          <w:noProof/>
        </w:rPr>
        <w:t xml:space="preserve">McEwen, B. S., Gray, J., &amp; Nasca, C. (2015, Jan 1). Recognizing Resilience: Learning from the Effects of Stress on the Brain. </w:t>
      </w:r>
      <w:r w:rsidRPr="006033AA">
        <w:rPr>
          <w:i/>
          <w:noProof/>
        </w:rPr>
        <w:t>Neurobiol Stress, 1</w:t>
      </w:r>
      <w:r w:rsidRPr="006033AA">
        <w:rPr>
          <w:noProof/>
        </w:rPr>
        <w:t xml:space="preserve">, 1-11. </w:t>
      </w:r>
      <w:hyperlink r:id="rId96" w:history="1">
        <w:r w:rsidRPr="006033AA">
          <w:rPr>
            <w:rStyle w:val="Hyperlink"/>
            <w:noProof/>
          </w:rPr>
          <w:t>https://doi.org/10.1016/j.ynstr.2014.09.001</w:t>
        </w:r>
      </w:hyperlink>
      <w:r w:rsidRPr="006033AA">
        <w:rPr>
          <w:noProof/>
        </w:rPr>
        <w:t xml:space="preserve"> </w:t>
      </w:r>
    </w:p>
    <w:p w14:paraId="433C6E2F" w14:textId="77777777" w:rsidR="006033AA" w:rsidRPr="006033AA" w:rsidRDefault="006033AA" w:rsidP="006033AA">
      <w:pPr>
        <w:pStyle w:val="EndNoteBibliography"/>
        <w:spacing w:after="0"/>
        <w:rPr>
          <w:noProof/>
        </w:rPr>
      </w:pPr>
    </w:p>
    <w:p w14:paraId="613D19E8" w14:textId="28DA1FD2" w:rsidR="006033AA" w:rsidRPr="006033AA" w:rsidRDefault="006033AA" w:rsidP="006033AA">
      <w:pPr>
        <w:pStyle w:val="EndNoteBibliography"/>
        <w:ind w:left="720" w:hanging="720"/>
        <w:rPr>
          <w:noProof/>
        </w:rPr>
      </w:pPr>
      <w:r w:rsidRPr="006033AA">
        <w:rPr>
          <w:noProof/>
        </w:rPr>
        <w:t xml:space="preserve">McEwen, B. S., &amp; Mirsky, A. E. (2002, Nov). How socioeconomic status may "get under the skin" and affect the heart. </w:t>
      </w:r>
      <w:r w:rsidRPr="006033AA">
        <w:rPr>
          <w:i/>
          <w:noProof/>
        </w:rPr>
        <w:t>Eur Heart J, 23</w:t>
      </w:r>
      <w:r w:rsidRPr="006033AA">
        <w:rPr>
          <w:noProof/>
        </w:rPr>
        <w:t xml:space="preserve">(22), 1727-1728. </w:t>
      </w:r>
      <w:hyperlink r:id="rId97" w:history="1">
        <w:r w:rsidRPr="006033AA">
          <w:rPr>
            <w:rStyle w:val="Hyperlink"/>
            <w:noProof/>
          </w:rPr>
          <w:t>https://doi.org/10.1053/euhj.2002.3283</w:t>
        </w:r>
      </w:hyperlink>
      <w:r w:rsidRPr="006033AA">
        <w:rPr>
          <w:noProof/>
        </w:rPr>
        <w:t xml:space="preserve"> </w:t>
      </w:r>
    </w:p>
    <w:p w14:paraId="2C923A88" w14:textId="77777777" w:rsidR="006033AA" w:rsidRPr="006033AA" w:rsidRDefault="006033AA" w:rsidP="006033AA">
      <w:pPr>
        <w:pStyle w:val="EndNoteBibliography"/>
        <w:spacing w:after="0"/>
        <w:rPr>
          <w:noProof/>
        </w:rPr>
      </w:pPr>
    </w:p>
    <w:p w14:paraId="0B4A3878" w14:textId="7A96AA43" w:rsidR="006033AA" w:rsidRPr="006033AA" w:rsidRDefault="006033AA" w:rsidP="006033AA">
      <w:pPr>
        <w:pStyle w:val="EndNoteBibliography"/>
        <w:ind w:left="720" w:hanging="720"/>
        <w:rPr>
          <w:noProof/>
        </w:rPr>
      </w:pPr>
      <w:r w:rsidRPr="006033AA">
        <w:rPr>
          <w:noProof/>
        </w:rPr>
        <w:t xml:space="preserve">McEwen, B. S., &amp; Morrison, J. H. (2013, Jul 10). The brain on stress: vulnerability and plasticity of the prefrontal cortex over the life course. </w:t>
      </w:r>
      <w:r w:rsidRPr="006033AA">
        <w:rPr>
          <w:i/>
          <w:noProof/>
        </w:rPr>
        <w:t>Neuron, 79</w:t>
      </w:r>
      <w:r w:rsidRPr="006033AA">
        <w:rPr>
          <w:noProof/>
        </w:rPr>
        <w:t xml:space="preserve">(1), 16-29. </w:t>
      </w:r>
      <w:hyperlink r:id="rId98" w:history="1">
        <w:r w:rsidRPr="006033AA">
          <w:rPr>
            <w:rStyle w:val="Hyperlink"/>
            <w:noProof/>
          </w:rPr>
          <w:t>https://doi.org/10.1016/j.neuron.2013.06.028</w:t>
        </w:r>
      </w:hyperlink>
      <w:r w:rsidRPr="006033AA">
        <w:rPr>
          <w:noProof/>
        </w:rPr>
        <w:t xml:space="preserve"> </w:t>
      </w:r>
    </w:p>
    <w:p w14:paraId="73A920D3" w14:textId="77777777" w:rsidR="006033AA" w:rsidRPr="006033AA" w:rsidRDefault="006033AA" w:rsidP="006033AA">
      <w:pPr>
        <w:pStyle w:val="EndNoteBibliography"/>
        <w:spacing w:after="0"/>
        <w:rPr>
          <w:noProof/>
        </w:rPr>
      </w:pPr>
    </w:p>
    <w:p w14:paraId="32E99956" w14:textId="463A0F0D" w:rsidR="006033AA" w:rsidRPr="006033AA" w:rsidRDefault="006033AA" w:rsidP="006033AA">
      <w:pPr>
        <w:pStyle w:val="EndNoteBibliography"/>
        <w:ind w:left="720" w:hanging="720"/>
        <w:rPr>
          <w:noProof/>
        </w:rPr>
      </w:pPr>
      <w:r w:rsidRPr="006033AA">
        <w:rPr>
          <w:noProof/>
        </w:rPr>
        <w:t xml:space="preserve">McEwen, B. S., Nasca, C., &amp; Gray, J. D. (2016, Jan). Stress Effects on Neuronal Structure: Hippocampus, Amygdala, and Prefrontal Cortex. </w:t>
      </w:r>
      <w:r w:rsidRPr="006033AA">
        <w:rPr>
          <w:i/>
          <w:noProof/>
        </w:rPr>
        <w:t>Neuropsychopharmacology, 41</w:t>
      </w:r>
      <w:r w:rsidRPr="006033AA">
        <w:rPr>
          <w:noProof/>
        </w:rPr>
        <w:t xml:space="preserve">(1), 3-23. </w:t>
      </w:r>
      <w:hyperlink r:id="rId99" w:history="1">
        <w:r w:rsidRPr="006033AA">
          <w:rPr>
            <w:rStyle w:val="Hyperlink"/>
            <w:noProof/>
          </w:rPr>
          <w:t>https://doi.org/10.1038/npp.2015.171</w:t>
        </w:r>
      </w:hyperlink>
      <w:r w:rsidRPr="006033AA">
        <w:rPr>
          <w:noProof/>
        </w:rPr>
        <w:t xml:space="preserve"> </w:t>
      </w:r>
    </w:p>
    <w:p w14:paraId="5AF58B63" w14:textId="77777777" w:rsidR="006033AA" w:rsidRPr="006033AA" w:rsidRDefault="006033AA" w:rsidP="006033AA">
      <w:pPr>
        <w:pStyle w:val="EndNoteBibliography"/>
        <w:spacing w:after="0"/>
        <w:rPr>
          <w:noProof/>
        </w:rPr>
      </w:pPr>
    </w:p>
    <w:p w14:paraId="6828260F" w14:textId="56573DBF" w:rsidR="006033AA" w:rsidRPr="006033AA" w:rsidRDefault="006033AA" w:rsidP="006033AA">
      <w:pPr>
        <w:pStyle w:val="EndNoteBibliography"/>
        <w:ind w:left="720" w:hanging="720"/>
        <w:rPr>
          <w:noProof/>
        </w:rPr>
      </w:pPr>
      <w:r w:rsidRPr="006033AA">
        <w:rPr>
          <w:noProof/>
        </w:rPr>
        <w:t xml:space="preserve">McEwen, B. S., &amp; Sapolsky, R. M. (1995, Apr). Stress and cognitive function. </w:t>
      </w:r>
      <w:r w:rsidRPr="006033AA">
        <w:rPr>
          <w:i/>
          <w:noProof/>
        </w:rPr>
        <w:t>Curr Opin Neurobiol, 5</w:t>
      </w:r>
      <w:r w:rsidRPr="006033AA">
        <w:rPr>
          <w:noProof/>
        </w:rPr>
        <w:t xml:space="preserve">(2), 205-216. </w:t>
      </w:r>
      <w:hyperlink r:id="rId100" w:history="1">
        <w:r w:rsidRPr="006033AA">
          <w:rPr>
            <w:rStyle w:val="Hyperlink"/>
            <w:noProof/>
          </w:rPr>
          <w:t>https://doi.org/10.1016/0959-4388(95)80028-x</w:t>
        </w:r>
      </w:hyperlink>
      <w:r w:rsidRPr="006033AA">
        <w:rPr>
          <w:noProof/>
        </w:rPr>
        <w:t xml:space="preserve"> </w:t>
      </w:r>
    </w:p>
    <w:p w14:paraId="75F1701E" w14:textId="77777777" w:rsidR="006033AA" w:rsidRPr="006033AA" w:rsidRDefault="006033AA" w:rsidP="006033AA">
      <w:pPr>
        <w:pStyle w:val="EndNoteBibliography"/>
        <w:spacing w:after="0"/>
        <w:rPr>
          <w:noProof/>
        </w:rPr>
      </w:pPr>
    </w:p>
    <w:p w14:paraId="70F767AD" w14:textId="77777777" w:rsidR="006033AA" w:rsidRPr="006033AA" w:rsidRDefault="006033AA" w:rsidP="006033AA">
      <w:pPr>
        <w:pStyle w:val="EndNoteBibliography"/>
        <w:ind w:left="720" w:hanging="720"/>
        <w:rPr>
          <w:noProof/>
        </w:rPr>
      </w:pPr>
      <w:r w:rsidRPr="006033AA">
        <w:rPr>
          <w:noProof/>
        </w:rPr>
        <w:t xml:space="preserve">McEwen, B. S., Weiss, J. M., &amp; Schwartz, L. S. (1968, Nov 30). Selective retention of corticosterone by limbic structures in rat brain. </w:t>
      </w:r>
      <w:r w:rsidRPr="006033AA">
        <w:rPr>
          <w:i/>
          <w:noProof/>
        </w:rPr>
        <w:t>Nature, 220</w:t>
      </w:r>
      <w:r w:rsidRPr="006033AA">
        <w:rPr>
          <w:noProof/>
        </w:rPr>
        <w:t xml:space="preserve">(5170), 911-912. </w:t>
      </w:r>
    </w:p>
    <w:p w14:paraId="6FBA72EA" w14:textId="77777777" w:rsidR="006033AA" w:rsidRPr="006033AA" w:rsidRDefault="006033AA" w:rsidP="006033AA">
      <w:pPr>
        <w:pStyle w:val="EndNoteBibliography"/>
        <w:spacing w:after="0"/>
        <w:rPr>
          <w:noProof/>
        </w:rPr>
      </w:pPr>
    </w:p>
    <w:p w14:paraId="273741A0" w14:textId="17A1DF81" w:rsidR="006033AA" w:rsidRPr="006033AA" w:rsidRDefault="006033AA" w:rsidP="006033AA">
      <w:pPr>
        <w:pStyle w:val="EndNoteBibliography"/>
        <w:ind w:left="720" w:hanging="720"/>
        <w:rPr>
          <w:noProof/>
        </w:rPr>
      </w:pPr>
      <w:r w:rsidRPr="006033AA">
        <w:rPr>
          <w:noProof/>
        </w:rPr>
        <w:t xml:space="preserve">Mohd Azmi, N. A. S., Juliana, N., Azmani, S., Mohd Effendy, N., Abu, I. F., Mohd Fahmi Teng, N. I., &amp; Das, S. (2021, Jan 14). Cortisol on Circadian Rhythm and Its Effect on Cardiovascular System. </w:t>
      </w:r>
      <w:r w:rsidRPr="006033AA">
        <w:rPr>
          <w:i/>
          <w:noProof/>
        </w:rPr>
        <w:t>Int J Environ Res Public Health, 18</w:t>
      </w:r>
      <w:r w:rsidRPr="006033AA">
        <w:rPr>
          <w:noProof/>
        </w:rPr>
        <w:t xml:space="preserve">(2). </w:t>
      </w:r>
      <w:hyperlink r:id="rId101" w:history="1">
        <w:r w:rsidRPr="006033AA">
          <w:rPr>
            <w:rStyle w:val="Hyperlink"/>
            <w:noProof/>
          </w:rPr>
          <w:t>https://doi.org/10.3390/ijerph18020676</w:t>
        </w:r>
      </w:hyperlink>
      <w:r w:rsidRPr="006033AA">
        <w:rPr>
          <w:noProof/>
        </w:rPr>
        <w:t xml:space="preserve"> </w:t>
      </w:r>
    </w:p>
    <w:p w14:paraId="7E6F7D02" w14:textId="77777777" w:rsidR="006033AA" w:rsidRPr="006033AA" w:rsidRDefault="006033AA" w:rsidP="006033AA">
      <w:pPr>
        <w:pStyle w:val="EndNoteBibliography"/>
        <w:spacing w:after="0"/>
        <w:rPr>
          <w:noProof/>
        </w:rPr>
      </w:pPr>
    </w:p>
    <w:p w14:paraId="2ACA088E" w14:textId="62DFB8A1" w:rsidR="006033AA" w:rsidRPr="006033AA" w:rsidRDefault="006033AA" w:rsidP="006033AA">
      <w:pPr>
        <w:pStyle w:val="EndNoteBibliography"/>
        <w:ind w:left="720" w:hanging="720"/>
        <w:rPr>
          <w:noProof/>
        </w:rPr>
      </w:pPr>
      <w:r w:rsidRPr="006033AA">
        <w:rPr>
          <w:noProof/>
        </w:rPr>
        <w:lastRenderedPageBreak/>
        <w:t xml:space="preserve">Murphy, D., &amp; West, H. F. (1964, Apr 25). HYDROCORTISONE METABOLISM. </w:t>
      </w:r>
      <w:r w:rsidRPr="006033AA">
        <w:rPr>
          <w:i/>
          <w:noProof/>
        </w:rPr>
        <w:t>Lancet, 1</w:t>
      </w:r>
      <w:r w:rsidRPr="006033AA">
        <w:rPr>
          <w:noProof/>
        </w:rPr>
        <w:t xml:space="preserve">(7339), 912-913. </w:t>
      </w:r>
      <w:hyperlink r:id="rId102" w:history="1">
        <w:r w:rsidRPr="006033AA">
          <w:rPr>
            <w:rStyle w:val="Hyperlink"/>
            <w:noProof/>
          </w:rPr>
          <w:t>https://doi.org/10.1016/s0140-6736(64)91635-6</w:t>
        </w:r>
      </w:hyperlink>
      <w:r w:rsidRPr="006033AA">
        <w:rPr>
          <w:noProof/>
        </w:rPr>
        <w:t xml:space="preserve"> </w:t>
      </w:r>
    </w:p>
    <w:p w14:paraId="3D004E27" w14:textId="77777777" w:rsidR="006033AA" w:rsidRPr="006033AA" w:rsidRDefault="006033AA" w:rsidP="006033AA">
      <w:pPr>
        <w:pStyle w:val="EndNoteBibliography"/>
        <w:spacing w:after="0"/>
        <w:rPr>
          <w:noProof/>
        </w:rPr>
      </w:pPr>
    </w:p>
    <w:p w14:paraId="41117102" w14:textId="77777777" w:rsidR="006033AA" w:rsidRPr="006033AA" w:rsidRDefault="006033AA" w:rsidP="006033AA">
      <w:pPr>
        <w:pStyle w:val="EndNoteBibliography"/>
        <w:ind w:left="720" w:hanging="720"/>
        <w:rPr>
          <w:noProof/>
        </w:rPr>
      </w:pPr>
      <w:r w:rsidRPr="006033AA">
        <w:rPr>
          <w:noProof/>
        </w:rPr>
        <w:t xml:space="preserve">Pura, M., &amp; Kreze, A., Jr. (2005). [From the history of endocrinology: reminiscence of the discovery of adrenocortical hormones]. </w:t>
      </w:r>
      <w:r w:rsidRPr="006033AA">
        <w:rPr>
          <w:i/>
          <w:noProof/>
        </w:rPr>
        <w:t>Cas Lek Cesk, 144</w:t>
      </w:r>
      <w:r w:rsidRPr="006033AA">
        <w:rPr>
          <w:noProof/>
        </w:rPr>
        <w:t xml:space="preserve">(9), 648-650; discussion 650-641. (Z historie endokrinologie: reminiscencia okolnosti objavovania hormonov adrenokortexu.) </w:t>
      </w:r>
    </w:p>
    <w:p w14:paraId="2ABFDB6D" w14:textId="77777777" w:rsidR="006033AA" w:rsidRPr="006033AA" w:rsidRDefault="006033AA" w:rsidP="006033AA">
      <w:pPr>
        <w:pStyle w:val="EndNoteBibliography"/>
        <w:spacing w:after="0"/>
        <w:rPr>
          <w:noProof/>
        </w:rPr>
      </w:pPr>
    </w:p>
    <w:p w14:paraId="5EED7AF1" w14:textId="77777777" w:rsidR="006033AA" w:rsidRPr="006033AA" w:rsidRDefault="006033AA" w:rsidP="006033AA">
      <w:pPr>
        <w:pStyle w:val="EndNoteBibliography"/>
        <w:ind w:left="720" w:hanging="720"/>
        <w:rPr>
          <w:noProof/>
        </w:rPr>
      </w:pPr>
      <w:r w:rsidRPr="006033AA">
        <w:rPr>
          <w:noProof/>
        </w:rPr>
        <w:t xml:space="preserve">Robel, P., &amp; Baulieu, E. E. (1994, Jan-Feb). Neurosteroids Biosynthesis and function. </w:t>
      </w:r>
      <w:r w:rsidRPr="006033AA">
        <w:rPr>
          <w:i/>
          <w:noProof/>
        </w:rPr>
        <w:t>Trends Endocrinol Metab, 5</w:t>
      </w:r>
      <w:r w:rsidRPr="006033AA">
        <w:rPr>
          <w:noProof/>
        </w:rPr>
        <w:t xml:space="preserve">(1), 1-8. </w:t>
      </w:r>
    </w:p>
    <w:p w14:paraId="25D387F0" w14:textId="77777777" w:rsidR="006033AA" w:rsidRPr="006033AA" w:rsidRDefault="006033AA" w:rsidP="006033AA">
      <w:pPr>
        <w:pStyle w:val="EndNoteBibliography"/>
        <w:spacing w:after="0"/>
        <w:rPr>
          <w:noProof/>
        </w:rPr>
      </w:pPr>
    </w:p>
    <w:p w14:paraId="58019B36" w14:textId="1871C6F9" w:rsidR="006033AA" w:rsidRPr="006033AA" w:rsidRDefault="006033AA" w:rsidP="006033AA">
      <w:pPr>
        <w:pStyle w:val="EndNoteBibliography"/>
        <w:ind w:left="720" w:hanging="720"/>
        <w:rPr>
          <w:noProof/>
        </w:rPr>
      </w:pPr>
      <w:r w:rsidRPr="006033AA">
        <w:rPr>
          <w:noProof/>
        </w:rPr>
        <w:t xml:space="preserve">Rudland, J. R., Golding, C., &amp; Wilkinson, T. J. (2020, Jan). The stress paradox: how stress can be good for learning. </w:t>
      </w:r>
      <w:r w:rsidRPr="006033AA">
        <w:rPr>
          <w:i/>
          <w:noProof/>
        </w:rPr>
        <w:t>Med Educ, 54</w:t>
      </w:r>
      <w:r w:rsidRPr="006033AA">
        <w:rPr>
          <w:noProof/>
        </w:rPr>
        <w:t xml:space="preserve">(1), 40-45. </w:t>
      </w:r>
      <w:hyperlink r:id="rId103" w:history="1">
        <w:r w:rsidRPr="006033AA">
          <w:rPr>
            <w:rStyle w:val="Hyperlink"/>
            <w:noProof/>
          </w:rPr>
          <w:t>https://doi.org/10.1111/medu.13830</w:t>
        </w:r>
      </w:hyperlink>
      <w:r w:rsidRPr="006033AA">
        <w:rPr>
          <w:noProof/>
        </w:rPr>
        <w:t xml:space="preserve"> </w:t>
      </w:r>
    </w:p>
    <w:p w14:paraId="7FAF6671" w14:textId="77777777" w:rsidR="006033AA" w:rsidRPr="006033AA" w:rsidRDefault="006033AA" w:rsidP="006033AA">
      <w:pPr>
        <w:pStyle w:val="EndNoteBibliography"/>
        <w:spacing w:after="0"/>
        <w:rPr>
          <w:noProof/>
        </w:rPr>
      </w:pPr>
    </w:p>
    <w:p w14:paraId="675764AF" w14:textId="59BB6FD0" w:rsidR="006033AA" w:rsidRPr="006033AA" w:rsidRDefault="006033AA" w:rsidP="006033AA">
      <w:pPr>
        <w:pStyle w:val="EndNoteBibliography"/>
        <w:ind w:left="720" w:hanging="720"/>
        <w:rPr>
          <w:noProof/>
        </w:rPr>
      </w:pPr>
      <w:r w:rsidRPr="006033AA">
        <w:rPr>
          <w:noProof/>
        </w:rPr>
        <w:t xml:space="preserve">Sharma, V. K., &amp; Singh, T. G. (2020). Chronic Stress and Diabetes Mellitus: Interwoven Pathologies. </w:t>
      </w:r>
      <w:r w:rsidRPr="006033AA">
        <w:rPr>
          <w:i/>
          <w:noProof/>
        </w:rPr>
        <w:t>Curr Diabetes Rev, 16</w:t>
      </w:r>
      <w:r w:rsidRPr="006033AA">
        <w:rPr>
          <w:noProof/>
        </w:rPr>
        <w:t xml:space="preserve">(6), 546-556. </w:t>
      </w:r>
      <w:hyperlink r:id="rId104" w:history="1">
        <w:r w:rsidRPr="006033AA">
          <w:rPr>
            <w:rStyle w:val="Hyperlink"/>
            <w:noProof/>
          </w:rPr>
          <w:t>https://doi.org/10.2174/1573399815666191111152248</w:t>
        </w:r>
      </w:hyperlink>
      <w:r w:rsidRPr="006033AA">
        <w:rPr>
          <w:noProof/>
        </w:rPr>
        <w:t xml:space="preserve"> </w:t>
      </w:r>
    </w:p>
    <w:p w14:paraId="0D85F1A9" w14:textId="77777777" w:rsidR="006033AA" w:rsidRPr="006033AA" w:rsidRDefault="006033AA" w:rsidP="006033AA">
      <w:pPr>
        <w:pStyle w:val="EndNoteBibliography"/>
        <w:spacing w:after="0"/>
        <w:rPr>
          <w:noProof/>
        </w:rPr>
      </w:pPr>
    </w:p>
    <w:p w14:paraId="04CA8421" w14:textId="78B9A659" w:rsidR="006033AA" w:rsidRPr="006033AA" w:rsidRDefault="006033AA" w:rsidP="006033AA">
      <w:pPr>
        <w:pStyle w:val="EndNoteBibliography"/>
        <w:ind w:left="720" w:hanging="720"/>
        <w:rPr>
          <w:noProof/>
        </w:rPr>
      </w:pPr>
      <w:r w:rsidRPr="006033AA">
        <w:rPr>
          <w:noProof/>
        </w:rPr>
        <w:t xml:space="preserve">Stewart, P. M., &amp; Edwards, C. R. (1991). The cortisol-cortisone shuttle and hypertension. </w:t>
      </w:r>
      <w:r w:rsidRPr="006033AA">
        <w:rPr>
          <w:i/>
          <w:noProof/>
        </w:rPr>
        <w:t>J Steroid Biochem Mol Biol, 40</w:t>
      </w:r>
      <w:r w:rsidRPr="006033AA">
        <w:rPr>
          <w:noProof/>
        </w:rPr>
        <w:t xml:space="preserve">(4-6), 501-509. </w:t>
      </w:r>
      <w:hyperlink r:id="rId105" w:history="1">
        <w:r w:rsidRPr="006033AA">
          <w:rPr>
            <w:rStyle w:val="Hyperlink"/>
            <w:noProof/>
          </w:rPr>
          <w:t>https://doi.org/10.1016/0960-0760(91)90269-b</w:t>
        </w:r>
      </w:hyperlink>
      <w:r w:rsidRPr="006033AA">
        <w:rPr>
          <w:noProof/>
        </w:rPr>
        <w:t xml:space="preserve"> </w:t>
      </w:r>
    </w:p>
    <w:p w14:paraId="4F0E57D6" w14:textId="77777777" w:rsidR="006033AA" w:rsidRPr="006033AA" w:rsidRDefault="006033AA" w:rsidP="006033AA">
      <w:pPr>
        <w:pStyle w:val="EndNoteBibliography"/>
        <w:spacing w:after="0"/>
        <w:rPr>
          <w:noProof/>
        </w:rPr>
      </w:pPr>
    </w:p>
    <w:p w14:paraId="37ED8721" w14:textId="24904BC7" w:rsidR="006033AA" w:rsidRPr="006033AA" w:rsidRDefault="006033AA" w:rsidP="006033AA">
      <w:pPr>
        <w:pStyle w:val="EndNoteBibliography"/>
        <w:ind w:left="720" w:hanging="720"/>
        <w:rPr>
          <w:noProof/>
        </w:rPr>
      </w:pPr>
      <w:r w:rsidRPr="006033AA">
        <w:rPr>
          <w:noProof/>
        </w:rPr>
        <w:t xml:space="preserve">Tchernof, A., &amp; Després, J. P. (2013, Jan). Pathophysiology of human visceral obesity: an update. </w:t>
      </w:r>
      <w:r w:rsidRPr="006033AA">
        <w:rPr>
          <w:i/>
          <w:noProof/>
        </w:rPr>
        <w:t>Physiol Rev, 93</w:t>
      </w:r>
      <w:r w:rsidRPr="006033AA">
        <w:rPr>
          <w:noProof/>
        </w:rPr>
        <w:t xml:space="preserve">(1), 359-404. </w:t>
      </w:r>
      <w:hyperlink r:id="rId106" w:history="1">
        <w:r w:rsidRPr="006033AA">
          <w:rPr>
            <w:rStyle w:val="Hyperlink"/>
            <w:noProof/>
          </w:rPr>
          <w:t>https://doi.org/10.1152/physrev.00033.2011</w:t>
        </w:r>
      </w:hyperlink>
      <w:r w:rsidRPr="006033AA">
        <w:rPr>
          <w:noProof/>
        </w:rPr>
        <w:t xml:space="preserve"> </w:t>
      </w:r>
    </w:p>
    <w:p w14:paraId="10D5F862" w14:textId="77777777" w:rsidR="006033AA" w:rsidRPr="006033AA" w:rsidRDefault="006033AA" w:rsidP="006033AA">
      <w:pPr>
        <w:pStyle w:val="EndNoteBibliography"/>
        <w:spacing w:after="0"/>
        <w:rPr>
          <w:noProof/>
        </w:rPr>
      </w:pPr>
    </w:p>
    <w:p w14:paraId="79FFCBEE" w14:textId="60778BCA" w:rsidR="006033AA" w:rsidRPr="006033AA" w:rsidRDefault="006033AA" w:rsidP="006033AA">
      <w:pPr>
        <w:pStyle w:val="EndNoteBibliography"/>
        <w:ind w:left="720" w:hanging="720"/>
        <w:rPr>
          <w:noProof/>
        </w:rPr>
      </w:pPr>
      <w:r w:rsidRPr="006033AA">
        <w:rPr>
          <w:noProof/>
        </w:rPr>
        <w:t xml:space="preserve">Trevisi, E., Bertoni, G., Lombardelli, R., &amp; Minuti, A. (2013, Sep). Relation of inflammation and liver function with the plasma cortisol response to adrenocorticotropin in early lactating dairy cows. </w:t>
      </w:r>
      <w:r w:rsidRPr="006033AA">
        <w:rPr>
          <w:i/>
          <w:noProof/>
        </w:rPr>
        <w:t>J Dairy Sci, 96</w:t>
      </w:r>
      <w:r w:rsidRPr="006033AA">
        <w:rPr>
          <w:noProof/>
        </w:rPr>
        <w:t xml:space="preserve">(9), 5712-5722. </w:t>
      </w:r>
      <w:hyperlink r:id="rId107" w:history="1">
        <w:r w:rsidRPr="006033AA">
          <w:rPr>
            <w:rStyle w:val="Hyperlink"/>
            <w:noProof/>
          </w:rPr>
          <w:t>https://doi.org/10.3168/jds.2012-6375</w:t>
        </w:r>
      </w:hyperlink>
      <w:r w:rsidRPr="006033AA">
        <w:rPr>
          <w:noProof/>
        </w:rPr>
        <w:t xml:space="preserve"> </w:t>
      </w:r>
    </w:p>
    <w:p w14:paraId="4C161878" w14:textId="77777777" w:rsidR="006033AA" w:rsidRPr="006033AA" w:rsidRDefault="006033AA" w:rsidP="006033AA">
      <w:pPr>
        <w:pStyle w:val="EndNoteBibliography"/>
        <w:spacing w:after="0"/>
        <w:rPr>
          <w:noProof/>
        </w:rPr>
      </w:pPr>
    </w:p>
    <w:p w14:paraId="39224762" w14:textId="570F86B2" w:rsidR="006033AA" w:rsidRPr="006033AA" w:rsidRDefault="006033AA" w:rsidP="006033AA">
      <w:pPr>
        <w:pStyle w:val="EndNoteBibliography"/>
        <w:ind w:left="720" w:hanging="720"/>
        <w:rPr>
          <w:noProof/>
        </w:rPr>
      </w:pPr>
      <w:r w:rsidRPr="006033AA">
        <w:rPr>
          <w:noProof/>
        </w:rPr>
        <w:t xml:space="preserve">Ulrich-Lai, Y. M., &amp; Herman, J. P. (2009, Jun). Neural regulation of endocrine and autonomic stress responses. </w:t>
      </w:r>
      <w:r w:rsidRPr="006033AA">
        <w:rPr>
          <w:i/>
          <w:noProof/>
        </w:rPr>
        <w:t>Nat Rev Neurosci, 10</w:t>
      </w:r>
      <w:r w:rsidRPr="006033AA">
        <w:rPr>
          <w:noProof/>
        </w:rPr>
        <w:t xml:space="preserve">(6), 397-409. </w:t>
      </w:r>
      <w:hyperlink r:id="rId108" w:history="1">
        <w:r w:rsidRPr="006033AA">
          <w:rPr>
            <w:rStyle w:val="Hyperlink"/>
            <w:noProof/>
          </w:rPr>
          <w:t>https://doi.org/10.1038/nrn2647</w:t>
        </w:r>
      </w:hyperlink>
      <w:r w:rsidRPr="006033AA">
        <w:rPr>
          <w:noProof/>
        </w:rPr>
        <w:t xml:space="preserve"> </w:t>
      </w:r>
    </w:p>
    <w:p w14:paraId="2F0B363D" w14:textId="77777777" w:rsidR="006033AA" w:rsidRPr="006033AA" w:rsidRDefault="006033AA" w:rsidP="006033AA">
      <w:pPr>
        <w:pStyle w:val="EndNoteBibliography"/>
        <w:spacing w:after="0"/>
        <w:rPr>
          <w:noProof/>
        </w:rPr>
      </w:pPr>
    </w:p>
    <w:p w14:paraId="6A86C30F" w14:textId="77777777" w:rsidR="006033AA" w:rsidRPr="006033AA" w:rsidRDefault="006033AA" w:rsidP="006033AA">
      <w:pPr>
        <w:pStyle w:val="EndNoteBibliography"/>
        <w:ind w:left="720" w:hanging="720"/>
        <w:rPr>
          <w:noProof/>
        </w:rPr>
      </w:pPr>
      <w:r w:rsidRPr="006033AA">
        <w:rPr>
          <w:noProof/>
        </w:rPr>
        <w:t xml:space="preserve">van Haarst, A. D., Oitzl, M. S., &amp; de Kloet, E. R. (1997, Nov). Facilitation of feedback inhibition through blockade of glucocorticoid receptors in the hippocampus. </w:t>
      </w:r>
      <w:r w:rsidRPr="006033AA">
        <w:rPr>
          <w:i/>
          <w:noProof/>
        </w:rPr>
        <w:t>Neurochem Res, 22</w:t>
      </w:r>
      <w:r w:rsidRPr="006033AA">
        <w:rPr>
          <w:noProof/>
        </w:rPr>
        <w:t xml:space="preserve">(11), 1323-1328. </w:t>
      </w:r>
    </w:p>
    <w:p w14:paraId="4EF2D751" w14:textId="77777777" w:rsidR="006033AA" w:rsidRPr="006033AA" w:rsidRDefault="006033AA" w:rsidP="006033AA">
      <w:pPr>
        <w:pStyle w:val="EndNoteBibliography"/>
        <w:spacing w:after="0"/>
        <w:rPr>
          <w:noProof/>
        </w:rPr>
      </w:pPr>
    </w:p>
    <w:p w14:paraId="508376F1" w14:textId="7D42AC98" w:rsidR="006033AA" w:rsidRPr="006033AA" w:rsidRDefault="006033AA" w:rsidP="006033AA">
      <w:pPr>
        <w:pStyle w:val="EndNoteBibliography"/>
        <w:ind w:left="720" w:hanging="720"/>
        <w:rPr>
          <w:noProof/>
        </w:rPr>
      </w:pPr>
      <w:r w:rsidRPr="006033AA">
        <w:rPr>
          <w:noProof/>
        </w:rPr>
        <w:t xml:space="preserve">Walker, W. H., 2nd, Walton, J. C., DeVries, A. C., &amp; Nelson, R. J. (2020, Jan 23). Circadian rhythm disruption and mental health. </w:t>
      </w:r>
      <w:r w:rsidRPr="006033AA">
        <w:rPr>
          <w:i/>
          <w:noProof/>
        </w:rPr>
        <w:t>Transl Psychiatry, 10</w:t>
      </w:r>
      <w:r w:rsidRPr="006033AA">
        <w:rPr>
          <w:noProof/>
        </w:rPr>
        <w:t xml:space="preserve">(1), 28. </w:t>
      </w:r>
      <w:hyperlink r:id="rId109" w:history="1">
        <w:r w:rsidRPr="006033AA">
          <w:rPr>
            <w:rStyle w:val="Hyperlink"/>
            <w:noProof/>
          </w:rPr>
          <w:t>https://doi.org/10.1038/s41398-020-0694-0</w:t>
        </w:r>
      </w:hyperlink>
      <w:r w:rsidRPr="006033AA">
        <w:rPr>
          <w:noProof/>
        </w:rPr>
        <w:t xml:space="preserve"> </w:t>
      </w:r>
    </w:p>
    <w:p w14:paraId="135A872C" w14:textId="77777777" w:rsidR="006033AA" w:rsidRPr="006033AA" w:rsidRDefault="006033AA" w:rsidP="006033AA">
      <w:pPr>
        <w:pStyle w:val="EndNoteBibliography"/>
        <w:rPr>
          <w:noProof/>
        </w:rPr>
      </w:pPr>
    </w:p>
    <w:p w14:paraId="41C43CF6" w14:textId="5E76EC77" w:rsidR="007C1A7B" w:rsidRDefault="00292225">
      <w:r>
        <w:fldChar w:fldCharType="end"/>
      </w:r>
    </w:p>
    <w:sectPr w:rsidR="007C1A7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7" w:author="Brenna Bray" w:date="2025-01-29T09:05:00Z" w:initials="MOU">
    <w:p w14:paraId="452EE041" w14:textId="77777777" w:rsidR="006033AA" w:rsidRDefault="006033AA" w:rsidP="006033AA">
      <w:pPr>
        <w:jc w:val="left"/>
      </w:pPr>
      <w:r>
        <w:rPr>
          <w:rStyle w:val="CommentReference"/>
        </w:rPr>
        <w:annotationRef/>
      </w:r>
      <w:r>
        <w:rPr>
          <w:rFonts w:asciiTheme="minorHAnsi" w:hAnsiTheme="minorHAnsi" w:cstheme="minorBidi"/>
          <w:color w:val="000000"/>
          <w:kern w:val="2"/>
          <w14:ligatures w14:val="standardContextual"/>
        </w:rPr>
        <w:t>endless possible citations for this; I’d prioritize Bray 2018; McEwen 1998 (“Stress, adaptation, and disease. Allostasis and allostatic load”); Lu, Wei, &amp; Li, 2021; Rudland, Golding, &amp; Wilkinson, 2020; and McEwen &amp; Akil, 2020 “Revisiting the stress concept”).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52EE0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15725ED" w16cex:dateUtc="2025-01-29T16: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52EE041" w16cid:durableId="115725E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945996"/>
    <w:multiLevelType w:val="multilevel"/>
    <w:tmpl w:val="EDC09646"/>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lowerRoman"/>
      <w:lvlText w:val="%3."/>
      <w:lvlJc w:val="left"/>
      <w:pPr>
        <w:ind w:left="1440" w:hanging="360"/>
      </w:pPr>
      <w:rPr>
        <w:rFonts w:hint="default"/>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 w15:restartNumberingAfterBreak="0">
    <w:nsid w:val="3EE51F68"/>
    <w:multiLevelType w:val="multilevel"/>
    <w:tmpl w:val="EDC09646"/>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lowerRoman"/>
      <w:lvlText w:val="%3."/>
      <w:lvlJc w:val="left"/>
      <w:pPr>
        <w:ind w:left="1440" w:hanging="360"/>
      </w:pPr>
      <w:rPr>
        <w:rFonts w:hint="default"/>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 w15:restartNumberingAfterBreak="0">
    <w:nsid w:val="4CAD47E6"/>
    <w:multiLevelType w:val="hybridMultilevel"/>
    <w:tmpl w:val="39E8E9E0"/>
    <w:lvl w:ilvl="0" w:tplc="D61459CE">
      <w:start w:val="1"/>
      <w:numFmt w:val="decimal"/>
      <w:pStyle w:val="Heading2"/>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9FA1049"/>
    <w:multiLevelType w:val="hybridMultilevel"/>
    <w:tmpl w:val="E0C6C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B80C57"/>
    <w:multiLevelType w:val="hybridMultilevel"/>
    <w:tmpl w:val="53A45086"/>
    <w:lvl w:ilvl="0" w:tplc="A7E201C8">
      <w:start w:val="1"/>
      <w:numFmt w:val="upperRoman"/>
      <w:pStyle w:val="Heading1"/>
      <w:lvlText w:val="%1."/>
      <w:lvlJc w:val="left"/>
      <w:pPr>
        <w:ind w:left="360" w:hanging="360"/>
      </w:pPr>
      <w:rPr>
        <w:rFonts w:ascii="Times New Roman" w:hAnsi="Times New Roman" w:hint="default"/>
        <w:b/>
        <w:i w:val="0"/>
        <w:caps w:val="0"/>
        <w:strike w:val="0"/>
        <w:dstrike w:val="0"/>
        <w:vanish w:val="0"/>
        <w:color w:val="002060"/>
        <w:sz w:val="36"/>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7426BF"/>
    <w:multiLevelType w:val="multilevel"/>
    <w:tmpl w:val="30301CB8"/>
    <w:lvl w:ilvl="0">
      <w:start w:val="1"/>
      <w:numFmt w:val="upperLetter"/>
      <w:lvlText w:val="%1."/>
      <w:lvlJc w:val="left"/>
      <w:pPr>
        <w:ind w:left="360" w:hanging="360"/>
      </w:pPr>
      <w:rPr>
        <w:rFonts w:hint="default"/>
        <w:b w:val="0"/>
        <w:i w:val="0"/>
        <w:caps w:val="0"/>
        <w:strike w:val="0"/>
        <w:dstrike w:val="0"/>
        <w:vanish w:val="0"/>
        <w:color w:val="002060"/>
        <w:sz w:val="28"/>
        <w:vertAlign w:val="baseline"/>
      </w:rPr>
    </w:lvl>
    <w:lvl w:ilvl="1">
      <w:start w:val="1"/>
      <w:numFmt w:val="upperLetter"/>
      <w:lvlText w:val="%2."/>
      <w:lvlJc w:val="left"/>
      <w:pPr>
        <w:ind w:left="994" w:hanging="447"/>
      </w:pPr>
    </w:lvl>
    <w:lvl w:ilvl="2">
      <w:start w:val="1"/>
      <w:numFmt w:val="lowerRoman"/>
      <w:pStyle w:val="Heading3"/>
      <w:lvlText w:val="%3."/>
      <w:lvlJc w:val="left"/>
      <w:pPr>
        <w:ind w:left="1440" w:hanging="360"/>
      </w:pPr>
      <w:rPr>
        <w:rFonts w:hint="default"/>
      </w:rPr>
    </w:lvl>
    <w:lvl w:ilvl="3">
      <w:start w:val="1"/>
      <w:numFmt w:val="lowerLetter"/>
      <w:lvlText w:val="%4)"/>
      <w:lvlJc w:val="left"/>
      <w:pPr>
        <w:ind w:left="2520" w:hanging="360"/>
      </w:pPr>
    </w:lvl>
    <w:lvl w:ilvl="4">
      <w:start w:val="1"/>
      <w:numFmt w:val="upp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 w15:restartNumberingAfterBreak="0">
    <w:nsid w:val="67C83B06"/>
    <w:multiLevelType w:val="hybridMultilevel"/>
    <w:tmpl w:val="BE2C3A98"/>
    <w:lvl w:ilvl="0" w:tplc="483C7C58">
      <w:start w:val="1"/>
      <w:numFmt w:val="bullet"/>
      <w:pStyle w:val="Bullet"/>
      <w:lvlText w:val=""/>
      <w:lvlJc w:val="left"/>
      <w:pPr>
        <w:ind w:left="25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8ADA356A">
      <w:start w:val="1"/>
      <w:numFmt w:val="bullet"/>
      <w:pStyle w:val="Open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16cid:durableId="438717306">
    <w:abstractNumId w:val="2"/>
  </w:num>
  <w:num w:numId="2" w16cid:durableId="1776486672">
    <w:abstractNumId w:val="4"/>
  </w:num>
  <w:num w:numId="3" w16cid:durableId="951087854">
    <w:abstractNumId w:val="5"/>
  </w:num>
  <w:num w:numId="4" w16cid:durableId="1168861546">
    <w:abstractNumId w:val="6"/>
  </w:num>
  <w:num w:numId="5" w16cid:durableId="2118214529">
    <w:abstractNumId w:val="2"/>
    <w:lvlOverride w:ilvl="0">
      <w:startOverride w:val="1"/>
    </w:lvlOverride>
  </w:num>
  <w:num w:numId="6" w16cid:durableId="7943670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819491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437126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913581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11336346">
    <w:abstractNumId w:val="3"/>
  </w:num>
  <w:num w:numId="11" w16cid:durableId="10120261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5943706">
    <w:abstractNumId w:val="5"/>
  </w:num>
  <w:num w:numId="13" w16cid:durableId="5332287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18857988">
    <w:abstractNumId w:val="5"/>
  </w:num>
  <w:num w:numId="15" w16cid:durableId="16275886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5324291">
    <w:abstractNumId w:val="5"/>
  </w:num>
  <w:num w:numId="17" w16cid:durableId="2553297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7584029">
    <w:abstractNumId w:val="5"/>
  </w:num>
  <w:num w:numId="19" w16cid:durableId="4157129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83854904">
    <w:abstractNumId w:val="5"/>
  </w:num>
  <w:num w:numId="21" w16cid:durableId="1653636842">
    <w:abstractNumId w:val="5"/>
  </w:num>
  <w:num w:numId="22" w16cid:durableId="526601668">
    <w:abstractNumId w:val="5"/>
  </w:num>
  <w:num w:numId="23" w16cid:durableId="1621380785">
    <w:abstractNumId w:val="5"/>
  </w:num>
  <w:num w:numId="24" w16cid:durableId="1558975553">
    <w:abstractNumId w:val="5"/>
  </w:num>
  <w:num w:numId="25" w16cid:durableId="464978679">
    <w:abstractNumId w:val="0"/>
  </w:num>
  <w:num w:numId="26" w16cid:durableId="1180854961">
    <w:abstractNumId w:val="5"/>
  </w:num>
  <w:num w:numId="27" w16cid:durableId="1201627768">
    <w:abstractNumId w:val="5"/>
  </w:num>
  <w:num w:numId="28" w16cid:durableId="719331028">
    <w:abstractNumId w:val="5"/>
  </w:num>
  <w:num w:numId="29" w16cid:durableId="511922688">
    <w:abstractNumId w:val="1"/>
  </w:num>
  <w:num w:numId="30" w16cid:durableId="1792702665">
    <w:abstractNumId w:val="5"/>
  </w:num>
  <w:num w:numId="31" w16cid:durableId="904876561">
    <w:abstractNumId w:val="5"/>
  </w:num>
  <w:num w:numId="32" w16cid:durableId="922640003">
    <w:abstractNumId w:val="5"/>
  </w:num>
  <w:num w:numId="33" w16cid:durableId="742022493">
    <w:abstractNumId w:val="5"/>
  </w:num>
  <w:num w:numId="34" w16cid:durableId="1827014680">
    <w:abstractNumId w:val="5"/>
  </w:num>
  <w:num w:numId="35" w16cid:durableId="1369336589">
    <w:abstractNumId w:val="5"/>
  </w:num>
  <w:num w:numId="36" w16cid:durableId="1143700186">
    <w:abstractNumId w:val="5"/>
  </w:num>
  <w:num w:numId="37" w16cid:durableId="342248259">
    <w:abstractNumId w:val="5"/>
  </w:num>
  <w:num w:numId="38" w16cid:durableId="333921622">
    <w:abstractNumId w:val="5"/>
  </w:num>
  <w:num w:numId="39" w16cid:durableId="1983195253">
    <w:abstractNumId w:val="5"/>
  </w:num>
  <w:num w:numId="40" w16cid:durableId="968629942">
    <w:abstractNumId w:val="5"/>
  </w:num>
  <w:num w:numId="41" w16cid:durableId="726535232">
    <w:abstractNumId w:val="5"/>
  </w:num>
  <w:num w:numId="42" w16cid:durableId="570703047">
    <w:abstractNumId w:val="5"/>
  </w:num>
  <w:num w:numId="43" w16cid:durableId="1983728158">
    <w:abstractNumId w:val="5"/>
  </w:num>
  <w:num w:numId="44" w16cid:durableId="1177579420">
    <w:abstractNumId w:val="5"/>
  </w:num>
  <w:num w:numId="45" w16cid:durableId="1714890788">
    <w:abstractNumId w:val="5"/>
  </w:num>
  <w:num w:numId="46" w16cid:durableId="1620797820">
    <w:abstractNumId w:val="5"/>
  </w:num>
  <w:num w:numId="47" w16cid:durableId="1589726296">
    <w:abstractNumId w:val="5"/>
  </w:num>
  <w:num w:numId="48" w16cid:durableId="200940543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renna Bray">
    <w15:presenceInfo w15:providerId="AD" w15:userId="S::brenna.bray@naropa.edu::8d7bf846-b9fc-4c49-b0cc-9826be4b76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APA 7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v2s9rd9przr9lew5tv52rwde9rard2t52rt&quot;&gt;My EndNote Library&lt;record-ids&gt;&lt;item&gt;57&lt;/item&gt;&lt;item&gt;382&lt;/item&gt;&lt;item&gt;488&lt;/item&gt;&lt;item&gt;606&lt;/item&gt;&lt;item&gt;665&lt;/item&gt;&lt;item&gt;666&lt;/item&gt;&lt;item&gt;741&lt;/item&gt;&lt;item&gt;890&lt;/item&gt;&lt;item&gt;1520&lt;/item&gt;&lt;item&gt;1697&lt;/item&gt;&lt;item&gt;1699&lt;/item&gt;&lt;item&gt;1740&lt;/item&gt;&lt;item&gt;1897&lt;/item&gt;&lt;item&gt;2400&lt;/item&gt;&lt;item&gt;2912&lt;/item&gt;&lt;item&gt;3059&lt;/item&gt;&lt;item&gt;3179&lt;/item&gt;&lt;item&gt;3575&lt;/item&gt;&lt;item&gt;9119&lt;/item&gt;&lt;item&gt;9128&lt;/item&gt;&lt;item&gt;9131&lt;/item&gt;&lt;item&gt;9133&lt;/item&gt;&lt;item&gt;9136&lt;/item&gt;&lt;item&gt;9137&lt;/item&gt;&lt;item&gt;9138&lt;/item&gt;&lt;item&gt;9145&lt;/item&gt;&lt;item&gt;9147&lt;/item&gt;&lt;item&gt;9148&lt;/item&gt;&lt;item&gt;9149&lt;/item&gt;&lt;item&gt;9151&lt;/item&gt;&lt;item&gt;9152&lt;/item&gt;&lt;item&gt;9153&lt;/item&gt;&lt;item&gt;9156&lt;/item&gt;&lt;item&gt;9162&lt;/item&gt;&lt;item&gt;9169&lt;/item&gt;&lt;item&gt;9177&lt;/item&gt;&lt;item&gt;10461&lt;/item&gt;&lt;item&gt;10462&lt;/item&gt;&lt;item&gt;10463&lt;/item&gt;&lt;item&gt;10464&lt;/item&gt;&lt;item&gt;10465&lt;/item&gt;&lt;item&gt;10466&lt;/item&gt;&lt;item&gt;10467&lt;/item&gt;&lt;item&gt;10468&lt;/item&gt;&lt;item&gt;10469&lt;/item&gt;&lt;item&gt;10470&lt;/item&gt;&lt;item&gt;10471&lt;/item&gt;&lt;item&gt;10472&lt;/item&gt;&lt;item&gt;10473&lt;/item&gt;&lt;item&gt;10474&lt;/item&gt;&lt;item&gt;10475&lt;/item&gt;&lt;item&gt;10476&lt;/item&gt;&lt;item&gt;10477&lt;/item&gt;&lt;item&gt;10478&lt;/item&gt;&lt;item&gt;10479&lt;/item&gt;&lt;item&gt;10480&lt;/item&gt;&lt;item&gt;10481&lt;/item&gt;&lt;/record-ids&gt;&lt;/item&gt;&lt;/Libraries&gt;"/>
  </w:docVars>
  <w:rsids>
    <w:rsidRoot w:val="00E34267"/>
    <w:rsid w:val="00073FDC"/>
    <w:rsid w:val="000A3A7C"/>
    <w:rsid w:val="00123FBA"/>
    <w:rsid w:val="00132DA3"/>
    <w:rsid w:val="00156D32"/>
    <w:rsid w:val="001A2BD0"/>
    <w:rsid w:val="001A4A48"/>
    <w:rsid w:val="001D62CC"/>
    <w:rsid w:val="00220C47"/>
    <w:rsid w:val="002238C1"/>
    <w:rsid w:val="00246F7E"/>
    <w:rsid w:val="00252ED6"/>
    <w:rsid w:val="002570C7"/>
    <w:rsid w:val="00263330"/>
    <w:rsid w:val="002650F6"/>
    <w:rsid w:val="00280168"/>
    <w:rsid w:val="00282142"/>
    <w:rsid w:val="00292225"/>
    <w:rsid w:val="002C2866"/>
    <w:rsid w:val="002E610A"/>
    <w:rsid w:val="003012AF"/>
    <w:rsid w:val="0031067E"/>
    <w:rsid w:val="00323871"/>
    <w:rsid w:val="003412C5"/>
    <w:rsid w:val="003519BA"/>
    <w:rsid w:val="00362C0D"/>
    <w:rsid w:val="00366303"/>
    <w:rsid w:val="00376CCE"/>
    <w:rsid w:val="0039658E"/>
    <w:rsid w:val="003D495E"/>
    <w:rsid w:val="003D5F0B"/>
    <w:rsid w:val="003F0B5D"/>
    <w:rsid w:val="004059A9"/>
    <w:rsid w:val="004127FA"/>
    <w:rsid w:val="004461A0"/>
    <w:rsid w:val="004734AA"/>
    <w:rsid w:val="004C1FC8"/>
    <w:rsid w:val="004C319D"/>
    <w:rsid w:val="004C6355"/>
    <w:rsid w:val="004D1476"/>
    <w:rsid w:val="004D69E8"/>
    <w:rsid w:val="004E2E72"/>
    <w:rsid w:val="00531FC3"/>
    <w:rsid w:val="00532A79"/>
    <w:rsid w:val="005C4BB6"/>
    <w:rsid w:val="005D1FB7"/>
    <w:rsid w:val="005D3EC0"/>
    <w:rsid w:val="006033AA"/>
    <w:rsid w:val="00610094"/>
    <w:rsid w:val="006164A4"/>
    <w:rsid w:val="006307DA"/>
    <w:rsid w:val="00653302"/>
    <w:rsid w:val="0065343A"/>
    <w:rsid w:val="00697ACD"/>
    <w:rsid w:val="00712FAA"/>
    <w:rsid w:val="007376A9"/>
    <w:rsid w:val="007477F5"/>
    <w:rsid w:val="00755A00"/>
    <w:rsid w:val="00771478"/>
    <w:rsid w:val="007756B6"/>
    <w:rsid w:val="007B48C0"/>
    <w:rsid w:val="007C1A7B"/>
    <w:rsid w:val="0080642B"/>
    <w:rsid w:val="008A6778"/>
    <w:rsid w:val="008B1E9E"/>
    <w:rsid w:val="008C713D"/>
    <w:rsid w:val="008F629C"/>
    <w:rsid w:val="008F6ED5"/>
    <w:rsid w:val="00905994"/>
    <w:rsid w:val="00970B81"/>
    <w:rsid w:val="00A94789"/>
    <w:rsid w:val="00A97726"/>
    <w:rsid w:val="00AC7D7F"/>
    <w:rsid w:val="00B465F9"/>
    <w:rsid w:val="00B80A84"/>
    <w:rsid w:val="00B93229"/>
    <w:rsid w:val="00B948CF"/>
    <w:rsid w:val="00B96449"/>
    <w:rsid w:val="00B97418"/>
    <w:rsid w:val="00BB005F"/>
    <w:rsid w:val="00C315E0"/>
    <w:rsid w:val="00C53B0C"/>
    <w:rsid w:val="00C70066"/>
    <w:rsid w:val="00CA3A20"/>
    <w:rsid w:val="00CA4778"/>
    <w:rsid w:val="00CE25F2"/>
    <w:rsid w:val="00D01654"/>
    <w:rsid w:val="00D03344"/>
    <w:rsid w:val="00D35AF9"/>
    <w:rsid w:val="00D6095D"/>
    <w:rsid w:val="00D61DEF"/>
    <w:rsid w:val="00D64DD9"/>
    <w:rsid w:val="00D81FAC"/>
    <w:rsid w:val="00D902E5"/>
    <w:rsid w:val="00DA5B6A"/>
    <w:rsid w:val="00DD0F44"/>
    <w:rsid w:val="00DE7470"/>
    <w:rsid w:val="00DF190B"/>
    <w:rsid w:val="00E22887"/>
    <w:rsid w:val="00E34267"/>
    <w:rsid w:val="00E753FB"/>
    <w:rsid w:val="00E76348"/>
    <w:rsid w:val="00E77C23"/>
    <w:rsid w:val="00EB0A39"/>
    <w:rsid w:val="00EC09C6"/>
    <w:rsid w:val="00EC189E"/>
    <w:rsid w:val="00ED07F1"/>
    <w:rsid w:val="00ED3FF7"/>
    <w:rsid w:val="00ED7977"/>
    <w:rsid w:val="00EF22FE"/>
    <w:rsid w:val="00F04005"/>
    <w:rsid w:val="00F07BE4"/>
    <w:rsid w:val="00F14BF1"/>
    <w:rsid w:val="00F17DF4"/>
    <w:rsid w:val="00F657EE"/>
    <w:rsid w:val="00F70AE0"/>
    <w:rsid w:val="00F7477E"/>
    <w:rsid w:val="00F8754F"/>
    <w:rsid w:val="00FB009D"/>
    <w:rsid w:val="00FB52AD"/>
    <w:rsid w:val="00FC4CB5"/>
    <w:rsid w:val="00FE7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8E7F6"/>
  <w15:chartTrackingRefBased/>
  <w15:docId w15:val="{EAA29E02-8E0D-2F4B-B847-F1DEB83E0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267"/>
    <w:pPr>
      <w:spacing w:before="120" w:after="240" w:line="312" w:lineRule="auto"/>
      <w:jc w:val="both"/>
    </w:pPr>
    <w:rPr>
      <w:rFonts w:ascii="Times New Roman" w:eastAsia="Times New Roman" w:hAnsi="Times New Roman" w:cs="Times New Roman"/>
      <w:color w:val="002060"/>
      <w:kern w:val="0"/>
      <w14:ligatures w14:val="none"/>
    </w:rPr>
  </w:style>
  <w:style w:type="paragraph" w:styleId="Heading1">
    <w:name w:val="heading 1"/>
    <w:basedOn w:val="TOC1"/>
    <w:next w:val="Normal"/>
    <w:link w:val="Heading1Char"/>
    <w:uiPriority w:val="9"/>
    <w:qFormat/>
    <w:rsid w:val="00E34267"/>
    <w:pPr>
      <w:numPr>
        <w:numId w:val="2"/>
      </w:numPr>
      <w:tabs>
        <w:tab w:val="left" w:pos="720"/>
        <w:tab w:val="right" w:leader="dot" w:pos="9350"/>
      </w:tabs>
      <w:spacing w:before="0" w:after="0" w:line="360" w:lineRule="auto"/>
      <w:jc w:val="left"/>
      <w:outlineLvl w:val="0"/>
    </w:pPr>
    <w:rPr>
      <w:b/>
      <w:bCs/>
      <w:noProof/>
      <w:sz w:val="36"/>
    </w:rPr>
  </w:style>
  <w:style w:type="paragraph" w:styleId="Heading2">
    <w:name w:val="heading 2"/>
    <w:basedOn w:val="ListParagraph"/>
    <w:next w:val="Normal"/>
    <w:link w:val="Heading2Char"/>
    <w:uiPriority w:val="9"/>
    <w:unhideWhenUsed/>
    <w:qFormat/>
    <w:rsid w:val="00E34267"/>
    <w:pPr>
      <w:numPr>
        <w:numId w:val="1"/>
      </w:numPr>
      <w:spacing w:after="120"/>
      <w:contextualSpacing w:val="0"/>
      <w:outlineLvl w:val="1"/>
    </w:pPr>
    <w:rPr>
      <w:b/>
      <w:bCs/>
    </w:rPr>
  </w:style>
  <w:style w:type="paragraph" w:styleId="Heading3">
    <w:name w:val="heading 3"/>
    <w:basedOn w:val="ListParagraph"/>
    <w:next w:val="Normal"/>
    <w:link w:val="Heading3Char"/>
    <w:uiPriority w:val="9"/>
    <w:unhideWhenUsed/>
    <w:qFormat/>
    <w:rsid w:val="00E34267"/>
    <w:pPr>
      <w:numPr>
        <w:ilvl w:val="2"/>
        <w:numId w:val="3"/>
      </w:numPr>
      <w:spacing w:after="120"/>
      <w:contextualSpacing w:val="0"/>
      <w:outlineLvl w:val="2"/>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4267"/>
    <w:rPr>
      <w:rFonts w:ascii="Times New Roman" w:eastAsia="Times New Roman" w:hAnsi="Times New Roman" w:cs="Times New Roman"/>
      <w:b/>
      <w:bCs/>
      <w:noProof/>
      <w:color w:val="002060"/>
      <w:kern w:val="0"/>
      <w:sz w:val="36"/>
      <w14:ligatures w14:val="none"/>
    </w:rPr>
  </w:style>
  <w:style w:type="character" w:customStyle="1" w:styleId="Heading2Char">
    <w:name w:val="Heading 2 Char"/>
    <w:basedOn w:val="DefaultParagraphFont"/>
    <w:link w:val="Heading2"/>
    <w:uiPriority w:val="9"/>
    <w:rsid w:val="00E34267"/>
    <w:rPr>
      <w:rFonts w:ascii="Times New Roman" w:eastAsia="Times New Roman" w:hAnsi="Times New Roman" w:cs="Times New Roman"/>
      <w:b/>
      <w:bCs/>
      <w:color w:val="002060"/>
      <w:kern w:val="0"/>
      <w14:ligatures w14:val="none"/>
    </w:rPr>
  </w:style>
  <w:style w:type="character" w:customStyle="1" w:styleId="Heading3Char">
    <w:name w:val="Heading 3 Char"/>
    <w:basedOn w:val="DefaultParagraphFont"/>
    <w:link w:val="Heading3"/>
    <w:uiPriority w:val="9"/>
    <w:rsid w:val="00E34267"/>
    <w:rPr>
      <w:rFonts w:ascii="Times New Roman" w:eastAsia="Times New Roman" w:hAnsi="Times New Roman" w:cs="Times New Roman"/>
      <w:color w:val="002060"/>
      <w:kern w:val="0"/>
      <w14:ligatures w14:val="none"/>
    </w:rPr>
  </w:style>
  <w:style w:type="character" w:styleId="Hyperlink">
    <w:name w:val="Hyperlink"/>
    <w:basedOn w:val="DefaultParagraphFont"/>
    <w:uiPriority w:val="99"/>
    <w:unhideWhenUsed/>
    <w:rsid w:val="00E34267"/>
    <w:rPr>
      <w:color w:val="0000FF"/>
      <w:u w:val="single"/>
    </w:rPr>
  </w:style>
  <w:style w:type="paragraph" w:customStyle="1" w:styleId="Bullet">
    <w:name w:val="Bullet"/>
    <w:basedOn w:val="Normal"/>
    <w:link w:val="BulletChar"/>
    <w:qFormat/>
    <w:rsid w:val="00E34267"/>
    <w:pPr>
      <w:numPr>
        <w:numId w:val="4"/>
      </w:numPr>
      <w:spacing w:before="0" w:after="0"/>
    </w:pPr>
  </w:style>
  <w:style w:type="paragraph" w:customStyle="1" w:styleId="OpenBullet">
    <w:name w:val="Open Bullet"/>
    <w:basedOn w:val="Bullet"/>
    <w:qFormat/>
    <w:rsid w:val="00E34267"/>
    <w:pPr>
      <w:numPr>
        <w:ilvl w:val="4"/>
      </w:numPr>
    </w:pPr>
  </w:style>
  <w:style w:type="paragraph" w:styleId="TOC1">
    <w:name w:val="toc 1"/>
    <w:basedOn w:val="Normal"/>
    <w:next w:val="Normal"/>
    <w:autoRedefine/>
    <w:uiPriority w:val="39"/>
    <w:semiHidden/>
    <w:unhideWhenUsed/>
    <w:rsid w:val="00E34267"/>
    <w:pPr>
      <w:spacing w:after="100"/>
    </w:pPr>
  </w:style>
  <w:style w:type="paragraph" w:styleId="ListParagraph">
    <w:name w:val="List Paragraph"/>
    <w:basedOn w:val="Normal"/>
    <w:uiPriority w:val="34"/>
    <w:qFormat/>
    <w:rsid w:val="00E34267"/>
    <w:pPr>
      <w:ind w:left="720"/>
      <w:contextualSpacing/>
    </w:pPr>
  </w:style>
  <w:style w:type="paragraph" w:styleId="Title">
    <w:name w:val="Title"/>
    <w:basedOn w:val="Heading1"/>
    <w:next w:val="Normal"/>
    <w:link w:val="TitleChar"/>
    <w:uiPriority w:val="10"/>
    <w:qFormat/>
    <w:rsid w:val="00E34267"/>
    <w:pPr>
      <w:numPr>
        <w:numId w:val="0"/>
      </w:numPr>
      <w:ind w:left="360" w:hanging="360"/>
      <w:jc w:val="center"/>
    </w:pPr>
  </w:style>
  <w:style w:type="character" w:customStyle="1" w:styleId="TitleChar">
    <w:name w:val="Title Char"/>
    <w:basedOn w:val="DefaultParagraphFont"/>
    <w:link w:val="Title"/>
    <w:uiPriority w:val="10"/>
    <w:rsid w:val="00E34267"/>
    <w:rPr>
      <w:rFonts w:ascii="Times New Roman" w:eastAsia="Times New Roman" w:hAnsi="Times New Roman" w:cs="Times New Roman"/>
      <w:b/>
      <w:bCs/>
      <w:noProof/>
      <w:color w:val="002060"/>
      <w:kern w:val="0"/>
      <w:sz w:val="36"/>
      <w14:ligatures w14:val="none"/>
    </w:rPr>
  </w:style>
  <w:style w:type="character" w:customStyle="1" w:styleId="CommentTextChar">
    <w:name w:val="Comment Text Char"/>
    <w:link w:val="CommentText"/>
    <w:uiPriority w:val="99"/>
    <w:rsid w:val="002E610A"/>
    <w:rPr>
      <w:rFonts w:eastAsia="Times New Roman"/>
    </w:rPr>
  </w:style>
  <w:style w:type="paragraph" w:styleId="CommentText">
    <w:name w:val="annotation text"/>
    <w:basedOn w:val="Normal"/>
    <w:link w:val="CommentTextChar"/>
    <w:uiPriority w:val="99"/>
    <w:unhideWhenUsed/>
    <w:rsid w:val="002E610A"/>
    <w:pPr>
      <w:spacing w:before="0" w:after="0" w:line="240" w:lineRule="auto"/>
      <w:jc w:val="left"/>
    </w:pPr>
    <w:rPr>
      <w:rFonts w:asciiTheme="minorHAnsi" w:hAnsiTheme="minorHAnsi" w:cstheme="minorBidi"/>
      <w:color w:val="auto"/>
      <w:kern w:val="2"/>
      <w14:ligatures w14:val="standardContextual"/>
    </w:rPr>
  </w:style>
  <w:style w:type="character" w:customStyle="1" w:styleId="CommentTextChar1">
    <w:name w:val="Comment Text Char1"/>
    <w:basedOn w:val="DefaultParagraphFont"/>
    <w:uiPriority w:val="99"/>
    <w:semiHidden/>
    <w:rsid w:val="002E610A"/>
    <w:rPr>
      <w:rFonts w:ascii="Times New Roman" w:eastAsia="Times New Roman" w:hAnsi="Times New Roman" w:cs="Times New Roman"/>
      <w:color w:val="002060"/>
      <w:kern w:val="0"/>
      <w:sz w:val="20"/>
      <w:szCs w:val="20"/>
      <w14:ligatures w14:val="none"/>
    </w:rPr>
  </w:style>
  <w:style w:type="paragraph" w:styleId="Caption">
    <w:name w:val="caption"/>
    <w:basedOn w:val="Normal"/>
    <w:next w:val="Normal"/>
    <w:uiPriority w:val="35"/>
    <w:unhideWhenUsed/>
    <w:qFormat/>
    <w:rsid w:val="002E610A"/>
    <w:pPr>
      <w:spacing w:before="0" w:after="0" w:line="240" w:lineRule="auto"/>
      <w:jc w:val="left"/>
    </w:pPr>
    <w:rPr>
      <w:rFonts w:eastAsia="Calibri"/>
      <w:b/>
      <w:bCs/>
      <w:color w:val="auto"/>
      <w:sz w:val="20"/>
      <w:szCs w:val="20"/>
    </w:rPr>
  </w:style>
  <w:style w:type="character" w:styleId="UnresolvedMention">
    <w:name w:val="Unresolved Mention"/>
    <w:basedOn w:val="DefaultParagraphFont"/>
    <w:uiPriority w:val="99"/>
    <w:semiHidden/>
    <w:unhideWhenUsed/>
    <w:rsid w:val="00280168"/>
    <w:rPr>
      <w:color w:val="605E5C"/>
      <w:shd w:val="clear" w:color="auto" w:fill="E1DFDD"/>
    </w:rPr>
  </w:style>
  <w:style w:type="paragraph" w:customStyle="1" w:styleId="EndNoteBibliographyTitle">
    <w:name w:val="EndNote Bibliography Title"/>
    <w:basedOn w:val="Normal"/>
    <w:link w:val="EndNoteBibliographyTitleChar"/>
    <w:rsid w:val="00292225"/>
    <w:pPr>
      <w:spacing w:after="0"/>
      <w:jc w:val="center"/>
    </w:pPr>
  </w:style>
  <w:style w:type="character" w:customStyle="1" w:styleId="BulletChar">
    <w:name w:val="Bullet Char"/>
    <w:basedOn w:val="DefaultParagraphFont"/>
    <w:link w:val="Bullet"/>
    <w:rsid w:val="00292225"/>
    <w:rPr>
      <w:rFonts w:ascii="Times New Roman" w:eastAsia="Times New Roman" w:hAnsi="Times New Roman" w:cs="Times New Roman"/>
      <w:color w:val="002060"/>
      <w:kern w:val="0"/>
      <w14:ligatures w14:val="none"/>
    </w:rPr>
  </w:style>
  <w:style w:type="character" w:customStyle="1" w:styleId="EndNoteBibliographyTitleChar">
    <w:name w:val="EndNote Bibliography Title Char"/>
    <w:basedOn w:val="BulletChar"/>
    <w:link w:val="EndNoteBibliographyTitle"/>
    <w:rsid w:val="00292225"/>
    <w:rPr>
      <w:rFonts w:ascii="Times New Roman" w:eastAsia="Times New Roman" w:hAnsi="Times New Roman" w:cs="Times New Roman"/>
      <w:color w:val="002060"/>
      <w:kern w:val="0"/>
      <w14:ligatures w14:val="none"/>
    </w:rPr>
  </w:style>
  <w:style w:type="paragraph" w:customStyle="1" w:styleId="EndNoteBibliography">
    <w:name w:val="EndNote Bibliography"/>
    <w:basedOn w:val="Normal"/>
    <w:link w:val="EndNoteBibliographyChar"/>
    <w:rsid w:val="00292225"/>
    <w:pPr>
      <w:spacing w:line="240" w:lineRule="auto"/>
    </w:pPr>
  </w:style>
  <w:style w:type="character" w:customStyle="1" w:styleId="EndNoteBibliographyChar">
    <w:name w:val="EndNote Bibliography Char"/>
    <w:basedOn w:val="BulletChar"/>
    <w:link w:val="EndNoteBibliography"/>
    <w:rsid w:val="00292225"/>
    <w:rPr>
      <w:rFonts w:ascii="Times New Roman" w:eastAsia="Times New Roman" w:hAnsi="Times New Roman" w:cs="Times New Roman"/>
      <w:color w:val="002060"/>
      <w:kern w:val="0"/>
      <w14:ligatures w14:val="none"/>
    </w:rPr>
  </w:style>
  <w:style w:type="paragraph" w:styleId="Revision">
    <w:name w:val="Revision"/>
    <w:hidden/>
    <w:uiPriority w:val="99"/>
    <w:semiHidden/>
    <w:rsid w:val="006033AA"/>
    <w:rPr>
      <w:rFonts w:ascii="Times New Roman" w:eastAsia="Times New Roman" w:hAnsi="Times New Roman" w:cs="Times New Roman"/>
      <w:color w:val="002060"/>
      <w:kern w:val="0"/>
      <w14:ligatures w14:val="none"/>
    </w:rPr>
  </w:style>
  <w:style w:type="character" w:styleId="CommentReference">
    <w:name w:val="annotation reference"/>
    <w:basedOn w:val="DefaultParagraphFont"/>
    <w:uiPriority w:val="99"/>
    <w:semiHidden/>
    <w:unhideWhenUsed/>
    <w:rsid w:val="006033AA"/>
    <w:rPr>
      <w:sz w:val="16"/>
      <w:szCs w:val="16"/>
    </w:rPr>
  </w:style>
  <w:style w:type="paragraph" w:styleId="CommentSubject">
    <w:name w:val="annotation subject"/>
    <w:basedOn w:val="CommentText"/>
    <w:next w:val="CommentText"/>
    <w:link w:val="CommentSubjectChar"/>
    <w:uiPriority w:val="99"/>
    <w:semiHidden/>
    <w:unhideWhenUsed/>
    <w:rsid w:val="006033AA"/>
    <w:pPr>
      <w:spacing w:before="120" w:after="240"/>
      <w:jc w:val="both"/>
    </w:pPr>
    <w:rPr>
      <w:rFonts w:ascii="Times New Roman" w:hAnsi="Times New Roman" w:cs="Times New Roman"/>
      <w:b/>
      <w:bCs/>
      <w:color w:val="002060"/>
      <w:kern w:val="0"/>
      <w:sz w:val="20"/>
      <w:szCs w:val="20"/>
      <w14:ligatures w14:val="none"/>
    </w:rPr>
  </w:style>
  <w:style w:type="character" w:customStyle="1" w:styleId="CommentSubjectChar">
    <w:name w:val="Comment Subject Char"/>
    <w:basedOn w:val="CommentTextChar"/>
    <w:link w:val="CommentSubject"/>
    <w:uiPriority w:val="99"/>
    <w:semiHidden/>
    <w:rsid w:val="006033AA"/>
    <w:rPr>
      <w:rFonts w:ascii="Times New Roman" w:eastAsia="Times New Roman" w:hAnsi="Times New Roman" w:cs="Times New Roman"/>
      <w:b/>
      <w:bCs/>
      <w:color w:val="002060"/>
      <w:kern w:val="0"/>
      <w:sz w:val="20"/>
      <w:szCs w:val="20"/>
      <w14:ligatures w14:val="none"/>
    </w:rPr>
  </w:style>
  <w:style w:type="character" w:styleId="FollowedHyperlink">
    <w:name w:val="FollowedHyperlink"/>
    <w:basedOn w:val="DefaultParagraphFont"/>
    <w:uiPriority w:val="99"/>
    <w:semiHidden/>
    <w:unhideWhenUsed/>
    <w:rsid w:val="006033A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ubmed.ncbi.nlm.nih.gov/31801966/" TargetMode="External"/><Relationship Id="rId21" Type="http://schemas.openxmlformats.org/officeDocument/2006/relationships/hyperlink" Target="https://pubmed.ncbi.nlm.nih.gov/20707675/" TargetMode="External"/><Relationship Id="rId42" Type="http://schemas.openxmlformats.org/officeDocument/2006/relationships/hyperlink" Target="https://pubmed.ncbi.nlm.nih.gov/33207612/" TargetMode="External"/><Relationship Id="rId47" Type="http://schemas.openxmlformats.org/officeDocument/2006/relationships/hyperlink" Target="https://cc.bingj.com/cache.aspx?q=%22022+Neuropsychoimmunology%22+with+%22Heather+Zwickey%22+Integrative+Psychiatry+Review+March+15%2c+2022&amp;d=4738289980028343&amp;mkt=en-US&amp;setlang=en-US&amp;w=XIr5kf0kpBZqufbq4kxQRMKKFj1vNMtJ" TargetMode="External"/><Relationship Id="rId63" Type="http://schemas.openxmlformats.org/officeDocument/2006/relationships/hyperlink" Target="https://doi.org/10.1016/j.brainres.2016.05.030" TargetMode="External"/><Relationship Id="rId68" Type="http://schemas.openxmlformats.org/officeDocument/2006/relationships/hyperlink" Target="https://doi.org/10.1016/0960-0760(91)90036-5" TargetMode="External"/><Relationship Id="rId84" Type="http://schemas.openxmlformats.org/officeDocument/2006/relationships/hyperlink" Target="https://doi.org/10.1111/j.1749-6632.2010.05568.x" TargetMode="External"/><Relationship Id="rId89" Type="http://schemas.openxmlformats.org/officeDocument/2006/relationships/hyperlink" Target="https://doi.org/10.1016/j.yfrne.2017.11.001" TargetMode="External"/><Relationship Id="rId112" Type="http://schemas.openxmlformats.org/officeDocument/2006/relationships/theme" Target="theme/theme1.xml"/><Relationship Id="rId16" Type="http://schemas.openxmlformats.org/officeDocument/2006/relationships/hyperlink" Target="https://pubmed.ncbi.nlm.nih.gov/28856337/" TargetMode="External"/><Relationship Id="rId107" Type="http://schemas.openxmlformats.org/officeDocument/2006/relationships/hyperlink" Target="https://doi.org/10.3168/jds.2012-6375" TargetMode="External"/><Relationship Id="rId11" Type="http://schemas.openxmlformats.org/officeDocument/2006/relationships/hyperlink" Target="https://www.ncbi.nlm.nih.gov/pmc/articles/PMC4759204/" TargetMode="External"/><Relationship Id="rId32" Type="http://schemas.openxmlformats.org/officeDocument/2006/relationships/hyperlink" Target="https://pubmed.ncbi.nlm.nih.gov/20707675/" TargetMode="External"/><Relationship Id="rId37" Type="http://schemas.openxmlformats.org/officeDocument/2006/relationships/hyperlink" Target="(https://pubmed.ncbi.nlm.nih.gov/30060908/)." TargetMode="External"/><Relationship Id="rId53" Type="http://schemas.openxmlformats.org/officeDocument/2006/relationships/hyperlink" Target="https://pubmed.ncbi.nlm.nih.gov/?term=Maternal+separation+AND+%28self-administration+OR+self+administration%29" TargetMode="External"/><Relationship Id="rId58" Type="http://schemas.openxmlformats.org/officeDocument/2006/relationships/hyperlink" Target="https://pubmed.ncbi.nlm.nih.gov/34390704/" TargetMode="External"/><Relationship Id="rId74" Type="http://schemas.openxmlformats.org/officeDocument/2006/relationships/hyperlink" Target="https://doi.org/10.2337/db11-1345" TargetMode="External"/><Relationship Id="rId79" Type="http://schemas.openxmlformats.org/officeDocument/2006/relationships/hyperlink" Target="https://doi.org/10.3390/cells12232726" TargetMode="External"/><Relationship Id="rId102" Type="http://schemas.openxmlformats.org/officeDocument/2006/relationships/hyperlink" Target="https://doi.org/10.1016/s0140-6736(64)91635-6" TargetMode="External"/><Relationship Id="rId5" Type="http://schemas.openxmlformats.org/officeDocument/2006/relationships/comments" Target="comments.xml"/><Relationship Id="rId90" Type="http://schemas.openxmlformats.org/officeDocument/2006/relationships/hyperlink" Target="https://doi.org/10.1016/j.biopsych.2018.10.005" TargetMode="External"/><Relationship Id="rId95" Type="http://schemas.openxmlformats.org/officeDocument/2006/relationships/hyperlink" Target="https://doi.org/10.1146/annurev-med-052209-100430" TargetMode="External"/><Relationship Id="rId22" Type="http://schemas.openxmlformats.org/officeDocument/2006/relationships/hyperlink" Target="https://pubmed.ncbi.nlm.nih.gov/30060908/" TargetMode="External"/><Relationship Id="rId27" Type="http://schemas.openxmlformats.org/officeDocument/2006/relationships/hyperlink" Target="https://pubmed.ncbi.nlm.nih.gov/30060908/" TargetMode="External"/><Relationship Id="rId43" Type="http://schemas.openxmlformats.org/officeDocument/2006/relationships/hyperlink" Target="https://pubmed.ncbi.nlm.nih.gov/33207612/" TargetMode="External"/><Relationship Id="rId48" Type="http://schemas.openxmlformats.org/officeDocument/2006/relationships/hyperlink" Target="https://cc.bingj.com/cache.aspx?q=%22022+Neuropsychoimmunology%22+with+%22Heather+Zwickey%22+Integrative+Psychiatry+Review+March+15%2c+2022&amp;d=4738289980028343&amp;mkt=en-US&amp;setlang=en-US&amp;w=XIr5kf0kpBZqufbq4kxQRMKKFj1vNMtJ" TargetMode="External"/><Relationship Id="rId64" Type="http://schemas.openxmlformats.org/officeDocument/2006/relationships/hyperlink" Target="https://doi.org/10.1038/s41398-022-01864-7" TargetMode="External"/><Relationship Id="rId69" Type="http://schemas.openxmlformats.org/officeDocument/2006/relationships/hyperlink" Target="https://doi.org/10.1038/nrendo.2017.97" TargetMode="External"/><Relationship Id="rId80" Type="http://schemas.openxmlformats.org/officeDocument/2006/relationships/hyperlink" Target="https://www.mdpi.com/2073-4409/12/23/2726" TargetMode="External"/><Relationship Id="rId85" Type="http://schemas.openxmlformats.org/officeDocument/2006/relationships/hyperlink" Target="https://doi.org/10.1111/nyas.13020" TargetMode="External"/><Relationship Id="rId12" Type="http://schemas.openxmlformats.org/officeDocument/2006/relationships/hyperlink" Target="https://pubmed.ncbi.nlm.nih.gov/27589660/" TargetMode="External"/><Relationship Id="rId17" Type="http://schemas.openxmlformats.org/officeDocument/2006/relationships/hyperlink" Target="https://www.ncbi.nlm.nih.gov/pmc/articles/PMC4759204/" TargetMode="External"/><Relationship Id="rId33" Type="http://schemas.openxmlformats.org/officeDocument/2006/relationships/hyperlink" Target="(https://pubmed.ncbi.nlm.nih.gov/30060908/)." TargetMode="External"/><Relationship Id="rId38" Type="http://schemas.openxmlformats.org/officeDocument/2006/relationships/hyperlink" Target="https://pubmed.ncbi.nlm.nih.gov/30227143/" TargetMode="External"/><Relationship Id="rId59" Type="http://schemas.openxmlformats.org/officeDocument/2006/relationships/hyperlink" Target="https://doi.org/10.5772/intechopen.70854" TargetMode="External"/><Relationship Id="rId103" Type="http://schemas.openxmlformats.org/officeDocument/2006/relationships/hyperlink" Target="https://doi.org/10.1111/medu.13830" TargetMode="External"/><Relationship Id="rId108" Type="http://schemas.openxmlformats.org/officeDocument/2006/relationships/hyperlink" Target="https://doi.org/10.1038/nrn2647" TargetMode="External"/><Relationship Id="rId54" Type="http://schemas.openxmlformats.org/officeDocument/2006/relationships/hyperlink" Target="https://pubmed.ncbi.nlm.nih.gov/19181373/" TargetMode="External"/><Relationship Id="rId70" Type="http://schemas.openxmlformats.org/officeDocument/2006/relationships/hyperlink" Target="https://doi.org/10.1002/cphy.c150015" TargetMode="External"/><Relationship Id="rId75" Type="http://schemas.openxmlformats.org/officeDocument/2006/relationships/hyperlink" Target="https://doi.org/10.1038/nn0309-241" TargetMode="External"/><Relationship Id="rId91" Type="http://schemas.openxmlformats.org/officeDocument/2006/relationships/hyperlink" Target="https://doi.org/10.1016/j.yhbeh.2019.104619" TargetMode="External"/><Relationship Id="rId96" Type="http://schemas.openxmlformats.org/officeDocument/2006/relationships/hyperlink" Target="https://doi.org/10.1016/j.ynstr.2014.09.001" TargetMode="External"/><Relationship Id="rId1" Type="http://schemas.openxmlformats.org/officeDocument/2006/relationships/numbering" Target="numbering.xml"/><Relationship Id="rId6" Type="http://schemas.microsoft.com/office/2011/relationships/commentsExtended" Target="commentsExtended.xml"/><Relationship Id="rId15" Type="http://schemas.openxmlformats.org/officeDocument/2006/relationships/hyperlink" Target="https://www.ncbi.nlm.nih.gov/pmc/articles/PMC8725649/pdf/facrev-10-83.pdf" TargetMode="External"/><Relationship Id="rId23" Type="http://schemas.openxmlformats.org/officeDocument/2006/relationships/hyperlink" Target="https://pubmed.ncbi.nlm.nih.gov/28856337/" TargetMode="External"/><Relationship Id="rId28" Type="http://schemas.openxmlformats.org/officeDocument/2006/relationships/hyperlink" Target="https://pubmed.ncbi.nlm.nih.gov/?term=chronic%20stress%20and%20neuroplasticity" TargetMode="External"/><Relationship Id="rId36" Type="http://schemas.openxmlformats.org/officeDocument/2006/relationships/hyperlink" Target="https://pubmed.ncbi.nlm.nih.gov/26872620/" TargetMode="External"/><Relationship Id="rId49" Type="http://schemas.openxmlformats.org/officeDocument/2006/relationships/hyperlink" Target="https://cc.bingj.com/cache.aspx?q=%22022+Neuropsychoimmunology%22+with+%22Heather+Zwickey%22+Integrative+Psychiatry+Review+March+15%2c+2022&amp;d=4738289980028343&amp;mkt=en-US&amp;setlang=en-US&amp;w=XIr5kf0kpBZqufbq4kxQRMKKFj1vNMtJ" TargetMode="External"/><Relationship Id="rId57" Type="http://schemas.openxmlformats.org/officeDocument/2006/relationships/hyperlink" Target="https://pubmed.ncbi.nlm.nih.gov/27589660/" TargetMode="External"/><Relationship Id="rId106" Type="http://schemas.openxmlformats.org/officeDocument/2006/relationships/hyperlink" Target="https://doi.org/10.1152/physrev.00033.2011" TargetMode="External"/><Relationship Id="rId10" Type="http://schemas.openxmlformats.org/officeDocument/2006/relationships/hyperlink" Target="https://pubmed.ncbi.nlm.nih.gov/34073101/" TargetMode="External"/><Relationship Id="rId31" Type="http://schemas.openxmlformats.org/officeDocument/2006/relationships/hyperlink" Target="https://pubmed.ncbi.nlm.nih.gov/38169784/" TargetMode="External"/><Relationship Id="rId44" Type="http://schemas.openxmlformats.org/officeDocument/2006/relationships/hyperlink" Target="https://www.ncbi.nlm.nih.gov/pmc/articles/PMC10077914/" TargetMode="External"/><Relationship Id="rId52" Type="http://schemas.openxmlformats.org/officeDocument/2006/relationships/hyperlink" Target="https://pubmed.ncbi.nlm.nih.gov/?term=Maternal+separation+AND+alcohol+consumption" TargetMode="External"/><Relationship Id="rId60" Type="http://schemas.openxmlformats.org/officeDocument/2006/relationships/hyperlink" Target="https://doi.org/10.1002/bies.201900238" TargetMode="External"/><Relationship Id="rId65" Type="http://schemas.openxmlformats.org/officeDocument/2006/relationships/hyperlink" Target="https://doi.org/10.1152/physrev.00020.2012" TargetMode="External"/><Relationship Id="rId73" Type="http://schemas.openxmlformats.org/officeDocument/2006/relationships/hyperlink" Target="https://doi.org/10.2217/epi.12.34" TargetMode="External"/><Relationship Id="rId78" Type="http://schemas.openxmlformats.org/officeDocument/2006/relationships/hyperlink" Target="https://doi.org/10.1159/000180516" TargetMode="External"/><Relationship Id="rId81" Type="http://schemas.openxmlformats.org/officeDocument/2006/relationships/hyperlink" Target="https://doi.org/10.1530/jme-18-0152" TargetMode="External"/><Relationship Id="rId86" Type="http://schemas.openxmlformats.org/officeDocument/2006/relationships/hyperlink" Target="https://doi.org/10.1001/jamapsychiatry.2017.0270" TargetMode="External"/><Relationship Id="rId94" Type="http://schemas.openxmlformats.org/officeDocument/2006/relationships/hyperlink" Target="https://doi.org/10.1016/j.metabol.2019.07.005" TargetMode="External"/><Relationship Id="rId99" Type="http://schemas.openxmlformats.org/officeDocument/2006/relationships/hyperlink" Target="https://doi.org/10.1038/npp.2015.171" TargetMode="External"/><Relationship Id="rId101" Type="http://schemas.openxmlformats.org/officeDocument/2006/relationships/hyperlink" Target="https://doi.org/10.3390/ijerph18020676" TargetMode="External"/><Relationship Id="rId4" Type="http://schemas.openxmlformats.org/officeDocument/2006/relationships/webSettings" Target="webSettings.xml"/><Relationship Id="rId9" Type="http://schemas.openxmlformats.org/officeDocument/2006/relationships/image" Target="media/image1.png"/><Relationship Id="rId13" Type="http://schemas.openxmlformats.org/officeDocument/2006/relationships/hyperlink" Target="https://www.ncbi.nlm.nih.gov/pmc/articles/PMC3329877/" TargetMode="External"/><Relationship Id="rId18" Type="http://schemas.openxmlformats.org/officeDocument/2006/relationships/hyperlink" Target="https://www.ncbi.nlm.nih.gov/pmc/articles/PMC8725649/pdf/facrev-10-83.pdf" TargetMode="External"/><Relationship Id="rId39" Type="http://schemas.openxmlformats.org/officeDocument/2006/relationships/hyperlink" Target="https://www.intechopen.com/chapters/57312" TargetMode="External"/><Relationship Id="rId109" Type="http://schemas.openxmlformats.org/officeDocument/2006/relationships/hyperlink" Target="https://doi.org/10.1038/s41398-020-0694-0" TargetMode="External"/><Relationship Id="rId34" Type="http://schemas.openxmlformats.org/officeDocument/2006/relationships/hyperlink" Target="https://pubmed.ncbi.nlm.nih.gov/31801966/" TargetMode="External"/><Relationship Id="rId50" Type="http://schemas.openxmlformats.org/officeDocument/2006/relationships/hyperlink" Target="https://naropa.instructure.com/courses/6335/files/1000800?wrap=1" TargetMode="External"/><Relationship Id="rId55" Type="http://schemas.openxmlformats.org/officeDocument/2006/relationships/hyperlink" Target="https://www.ncbi.nlm.nih.gov/pmc/articles/PMC4807974/" TargetMode="External"/><Relationship Id="rId76" Type="http://schemas.openxmlformats.org/officeDocument/2006/relationships/hyperlink" Target="https://doi.org/10.3389/fendo.2023.1085950" TargetMode="External"/><Relationship Id="rId97" Type="http://schemas.openxmlformats.org/officeDocument/2006/relationships/hyperlink" Target="https://doi.org/10.1053/euhj.2002.3283" TargetMode="External"/><Relationship Id="rId104" Type="http://schemas.openxmlformats.org/officeDocument/2006/relationships/hyperlink" Target="https://doi.org/10.2174/1573399815666191111152248" TargetMode="External"/><Relationship Id="rId7" Type="http://schemas.microsoft.com/office/2016/09/relationships/commentsIds" Target="commentsIds.xml"/><Relationship Id="rId71" Type="http://schemas.openxmlformats.org/officeDocument/2006/relationships/hyperlink" Target="https://doi.org/10.1016/j.bbr.2006.05.035" TargetMode="External"/><Relationship Id="rId92" Type="http://schemas.openxmlformats.org/officeDocument/2006/relationships/hyperlink" Target="https://doi.org/10.1523/jneurosci.0733-19.2019" TargetMode="External"/><Relationship Id="rId2" Type="http://schemas.openxmlformats.org/officeDocument/2006/relationships/styles" Target="styles.xml"/><Relationship Id="rId29" Type="http://schemas.openxmlformats.org/officeDocument/2006/relationships/hyperlink" Target="https://onlinelibrary.wiley.com/doi/abs/10.1002/jnr.1159?sid=nlm%3Apubmed" TargetMode="External"/><Relationship Id="rId24" Type="http://schemas.openxmlformats.org/officeDocument/2006/relationships/hyperlink" Target="https://pubmed.ncbi.nlm.nih.gov/20707675/" TargetMode="External"/><Relationship Id="rId40" Type="http://schemas.openxmlformats.org/officeDocument/2006/relationships/hyperlink" Target="https://pubmed.ncbi.nlm.nih.gov/31881169/" TargetMode="External"/><Relationship Id="rId45" Type="http://schemas.openxmlformats.org/officeDocument/2006/relationships/hyperlink" Target="https://pubmed.ncbi.nlm.nih.gov/19181373/" TargetMode="External"/><Relationship Id="rId66" Type="http://schemas.openxmlformats.org/officeDocument/2006/relationships/hyperlink" Target="https://doi.org/10.1111/jcmm.13156" TargetMode="External"/><Relationship Id="rId87" Type="http://schemas.openxmlformats.org/officeDocument/2006/relationships/hyperlink" Target="https://doi.org/10.1159/000449150" TargetMode="External"/><Relationship Id="rId110" Type="http://schemas.openxmlformats.org/officeDocument/2006/relationships/fontTable" Target="fontTable.xml"/><Relationship Id="rId61" Type="http://schemas.openxmlformats.org/officeDocument/2006/relationships/hyperlink" Target="https://search-proquest-com.ezproxy.usd.edu/docview/2157998281?accountid=14750" TargetMode="External"/><Relationship Id="rId82" Type="http://schemas.openxmlformats.org/officeDocument/2006/relationships/hyperlink" Target="https://doi.org/10.15698/cst2021.06.250" TargetMode="External"/><Relationship Id="rId19" Type="http://schemas.openxmlformats.org/officeDocument/2006/relationships/hyperlink" Target="https://pubmed.ncbi.nlm.nih.gov/28856337/" TargetMode="External"/><Relationship Id="rId14" Type="http://schemas.openxmlformats.org/officeDocument/2006/relationships/hyperlink" Target="https://pubmed.ncbi.nlm.nih.gov/19238182/" TargetMode="External"/><Relationship Id="rId30" Type="http://schemas.openxmlformats.org/officeDocument/2006/relationships/hyperlink" Target="https://www.ncbi.nlm.nih.gov/pmc/articles/PMC4644789/" TargetMode="External"/><Relationship Id="rId35" Type="http://schemas.openxmlformats.org/officeDocument/2006/relationships/hyperlink" Target="https://pubmed.ncbi.nlm.nih.gov/30060908/" TargetMode="External"/><Relationship Id="rId56" Type="http://schemas.openxmlformats.org/officeDocument/2006/relationships/hyperlink" Target="https://www.ncbi.nlm.nih.gov/pmc/articles/PMC9141064/" TargetMode="External"/><Relationship Id="rId77" Type="http://schemas.openxmlformats.org/officeDocument/2006/relationships/hyperlink" Target="https://doi.org/10.3389/fimmu.2022.989075" TargetMode="External"/><Relationship Id="rId100" Type="http://schemas.openxmlformats.org/officeDocument/2006/relationships/hyperlink" Target="https://doi.org/10.1016/0959-4388(95)80028-x" TargetMode="External"/><Relationship Id="rId105" Type="http://schemas.openxmlformats.org/officeDocument/2006/relationships/hyperlink" Target="https://doi.org/10.1016/0960-0760(91)90269-b" TargetMode="External"/><Relationship Id="rId8" Type="http://schemas.microsoft.com/office/2018/08/relationships/commentsExtensible" Target="commentsExtensible.xml"/><Relationship Id="rId51" Type="http://schemas.openxmlformats.org/officeDocument/2006/relationships/hyperlink" Target="https://pubmed.ncbi.nlm.nih.gov/24745548/" TargetMode="External"/><Relationship Id="rId72" Type="http://schemas.openxmlformats.org/officeDocument/2006/relationships/hyperlink" Target="https://doi.org/10.1016/j.pnpbp.2005.08.006" TargetMode="External"/><Relationship Id="rId93" Type="http://schemas.openxmlformats.org/officeDocument/2006/relationships/hyperlink" Target="https://doi.org/10.1038/nn.4086" TargetMode="External"/><Relationship Id="rId98" Type="http://schemas.openxmlformats.org/officeDocument/2006/relationships/hyperlink" Target="https://doi.org/10.1016/j.neuron.2013.06.028" TargetMode="External"/><Relationship Id="rId3" Type="http://schemas.openxmlformats.org/officeDocument/2006/relationships/settings" Target="settings.xml"/><Relationship Id="rId25" Type="http://schemas.openxmlformats.org/officeDocument/2006/relationships/hyperlink" Target="https://pubmed.ncbi.nlm.nih.gov/20707675/" TargetMode="External"/><Relationship Id="rId46" Type="http://schemas.openxmlformats.org/officeDocument/2006/relationships/hyperlink" Target="https://www.ncbi.nlm.nih.gov/pmc/articles/PMC4807974/" TargetMode="External"/><Relationship Id="rId67" Type="http://schemas.openxmlformats.org/officeDocument/2006/relationships/hyperlink" Target="https://doi.org/10.1002/cne.903320102" TargetMode="External"/><Relationship Id="rId20" Type="http://schemas.openxmlformats.org/officeDocument/2006/relationships/hyperlink" Target="https://www.ncbi.nlm.nih.gov/pmc/articles/PMC4759204/" TargetMode="External"/><Relationship Id="rId41" Type="http://schemas.openxmlformats.org/officeDocument/2006/relationships/hyperlink" Target="https://pubmed.ncbi.nlm.nih.gov/27208490/" TargetMode="External"/><Relationship Id="rId62" Type="http://schemas.openxmlformats.org/officeDocument/2006/relationships/hyperlink" Target="https://doi.org/10.1016/j.neuropharm.2019.107924" TargetMode="External"/><Relationship Id="rId83" Type="http://schemas.openxmlformats.org/officeDocument/2006/relationships/hyperlink" Target="https://doi.org/10.1016/b978-0-444-64123-6.00015-1" TargetMode="External"/><Relationship Id="rId88" Type="http://schemas.openxmlformats.org/officeDocument/2006/relationships/hyperlink" Target="https://doi.org/10.1177/2470547017692328" TargetMode="External"/><Relationship Id="rId111"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296</TotalTime>
  <Pages>19</Pages>
  <Words>7690</Words>
  <Characters>43833</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Brenna Bray</cp:lastModifiedBy>
  <cp:revision>3</cp:revision>
  <dcterms:created xsi:type="dcterms:W3CDTF">2024-09-22T15:03:00Z</dcterms:created>
  <dcterms:modified xsi:type="dcterms:W3CDTF">2025-01-29T16:49:00Z</dcterms:modified>
</cp:coreProperties>
</file>