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52.560001pt;margin-top:362.640015pt;width:506.88pt;height:.1pt;mso-position-horizontal-relative:page;mso-position-vertical-relative:page;z-index:-553" coordorigin="1051,7253" coordsize="10138,2">
            <v:shape style="position:absolute;left:1051;top:7253;width:10138;height:2" coordorigin="1051,7253" coordsize="10138,0" path="m1051,7253l11189,7253e" filled="f" stroked="t" strokeweight=".580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64.154169pt;height:38.19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800" w:lineRule="exact"/>
        <w:ind w:left="1120" w:right="385"/>
        <w:jc w:val="center"/>
        <w:rPr>
          <w:rFonts w:ascii="Times New Roman" w:hAnsi="Times New Roman" w:cs="Times New Roman" w:eastAsia="Times New Roman"/>
          <w:sz w:val="72"/>
          <w:szCs w:val="72"/>
        </w:rPr>
      </w:pPr>
      <w:rPr/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</w:rPr>
        <w:t>AP</w:t>
      </w:r>
      <w:r>
        <w:rPr>
          <w:rFonts w:ascii="Times New Roman" w:hAnsi="Times New Roman" w:cs="Times New Roman" w:eastAsia="Times New Roman"/>
          <w:sz w:val="43"/>
          <w:szCs w:val="43"/>
          <w:spacing w:val="0"/>
          <w:w w:val="100"/>
          <w:position w:val="25"/>
        </w:rPr>
        <w:t>®</w:t>
      </w:r>
      <w:r>
        <w:rPr>
          <w:rFonts w:ascii="Times New Roman" w:hAnsi="Times New Roman" w:cs="Times New Roman" w:eastAsia="Times New Roman"/>
          <w:sz w:val="43"/>
          <w:szCs w:val="43"/>
          <w:spacing w:val="89"/>
          <w:w w:val="100"/>
          <w:position w:val="25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ter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72"/>
          <w:szCs w:val="72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  <w:position w:val="0"/>
        </w:rPr>
        <w:t>A</w:t>
      </w:r>
    </w:p>
    <w:p>
      <w:pPr>
        <w:spacing w:before="1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855" w:right="1117"/>
        <w:jc w:val="center"/>
        <w:rPr>
          <w:rFonts w:ascii="Times New Roman" w:hAnsi="Times New Roman" w:cs="Times New Roman" w:eastAsia="Times New Roman"/>
          <w:sz w:val="72"/>
          <w:szCs w:val="72"/>
        </w:rPr>
      </w:pPr>
      <w:rPr/>
      <w:r>
        <w:rPr>
          <w:rFonts w:ascii="Times New Roman" w:hAnsi="Times New Roman" w:cs="Times New Roman" w:eastAsia="Times New Roman"/>
          <w:sz w:val="72"/>
          <w:szCs w:val="7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72"/>
          <w:szCs w:val="7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72"/>
          <w:szCs w:val="72"/>
          <w:spacing w:val="146"/>
          <w:w w:val="10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90"/>
        </w:rPr>
        <w:t>L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11"/>
        </w:rPr>
        <w:t>ab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95" w:right="2053"/>
        <w:jc w:val="center"/>
        <w:rPr>
          <w:rFonts w:ascii="Times New Roman" w:hAnsi="Times New Roman" w:cs="Times New Roman" w:eastAsia="Times New Roman"/>
          <w:sz w:val="72"/>
          <w:szCs w:val="72"/>
        </w:rPr>
      </w:pPr>
      <w:rPr/>
      <w:r>
        <w:rPr>
          <w:rFonts w:ascii="Times New Roman" w:hAnsi="Times New Roman" w:cs="Times New Roman" w:eastAsia="Times New Roman"/>
          <w:sz w:val="72"/>
          <w:szCs w:val="72"/>
          <w:spacing w:val="1"/>
          <w:w w:val="110"/>
        </w:rPr>
        <w:t>S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10"/>
        </w:rPr>
        <w:t>t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10"/>
        </w:rPr>
        <w:t>ud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10"/>
        </w:rPr>
        <w:t>n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10"/>
        </w:rPr>
        <w:t>t</w:t>
      </w:r>
      <w:r>
        <w:rPr>
          <w:rFonts w:ascii="Times New Roman" w:hAnsi="Times New Roman" w:cs="Times New Roman" w:eastAsia="Times New Roman"/>
          <w:sz w:val="72"/>
          <w:szCs w:val="72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03"/>
        </w:rPr>
        <w:t>Gu</w:t>
      </w:r>
      <w:r>
        <w:rPr>
          <w:rFonts w:ascii="Times New Roman" w:hAnsi="Times New Roman" w:cs="Times New Roman" w:eastAsia="Times New Roman"/>
          <w:sz w:val="72"/>
          <w:szCs w:val="72"/>
          <w:spacing w:val="-1"/>
          <w:w w:val="103"/>
        </w:rPr>
        <w:t>i</w:t>
      </w:r>
      <w:r>
        <w:rPr>
          <w:rFonts w:ascii="Times New Roman" w:hAnsi="Times New Roman" w:cs="Times New Roman" w:eastAsia="Times New Roman"/>
          <w:sz w:val="72"/>
          <w:szCs w:val="72"/>
          <w:spacing w:val="1"/>
          <w:w w:val="111"/>
        </w:rPr>
        <w:t>de</w:t>
      </w:r>
      <w:r>
        <w:rPr>
          <w:rFonts w:ascii="Times New Roman" w:hAnsi="Times New Roman" w:cs="Times New Roman" w:eastAsia="Times New Roman"/>
          <w:sz w:val="72"/>
          <w:szCs w:val="72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6" w:lineRule="auto"/>
        <w:ind w:left="2707" w:right="196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i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i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4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i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kn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owled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  <w:i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i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95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  <w:i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  <w:i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80.497931pt;height:31.185pt;mso-position-horizontal-relative:char;mso-position-vertical-relative:line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000" w:right="17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NumType w:start="2"/>
          <w:pgMar w:footer="827" w:header="0" w:top="1480" w:bottom="1020" w:left="1720" w:right="1720"/>
          <w:footerReference w:type="default" r:id="rId7"/>
          <w:pgSz w:w="12240" w:h="15840"/>
        </w:sectPr>
      </w:pPr>
      <w:rPr/>
    </w:p>
    <w:p>
      <w:pPr>
        <w:spacing w:before="31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40"/>
          <w:szCs w:val="40"/>
        </w:rPr>
      </w:pPr>
      <w:rPr/>
      <w:r>
        <w:rPr>
          <w:rFonts w:ascii="Times New Roman" w:hAnsi="Times New Roman" w:cs="Times New Roman" w:eastAsia="Times New Roman"/>
          <w:sz w:val="40"/>
          <w:szCs w:val="40"/>
          <w:spacing w:val="1"/>
          <w:w w:val="110"/>
          <w:b/>
          <w:bCs/>
        </w:rPr>
        <w:t>M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0"/>
          <w:b/>
          <w:bCs/>
        </w:rPr>
        <w:t>a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0"/>
          <w:b/>
          <w:bCs/>
        </w:rPr>
        <w:t>g</w:t>
      </w:r>
      <w:r>
        <w:rPr>
          <w:rFonts w:ascii="Times New Roman" w:hAnsi="Times New Roman" w:cs="Times New Roman" w:eastAsia="Times New Roman"/>
          <w:sz w:val="40"/>
          <w:szCs w:val="40"/>
          <w:spacing w:val="-2"/>
          <w:w w:val="110"/>
          <w:b/>
          <w:bCs/>
        </w:rPr>
        <w:t>p</w:t>
      </w:r>
      <w:r>
        <w:rPr>
          <w:rFonts w:ascii="Times New Roman" w:hAnsi="Times New Roman" w:cs="Times New Roman" w:eastAsia="Times New Roman"/>
          <w:sz w:val="40"/>
          <w:szCs w:val="40"/>
          <w:spacing w:val="1"/>
          <w:w w:val="110"/>
          <w:b/>
          <w:bCs/>
        </w:rPr>
        <w:t>i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40"/>
          <w:szCs w:val="40"/>
          <w:spacing w:val="24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-1"/>
          <w:w w:val="110"/>
          <w:b/>
          <w:bCs/>
        </w:rPr>
        <w:t>C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0"/>
          <w:b/>
          <w:bCs/>
        </w:rPr>
        <w:t>h</w:t>
      </w:r>
      <w:r>
        <w:rPr>
          <w:rFonts w:ascii="Times New Roman" w:hAnsi="Times New Roman" w:cs="Times New Roman" w:eastAsia="Times New Roman"/>
          <w:sz w:val="40"/>
          <w:szCs w:val="40"/>
          <w:spacing w:val="-2"/>
          <w:w w:val="110"/>
          <w:b/>
          <w:bCs/>
        </w:rPr>
        <w:t>a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0"/>
          <w:b/>
          <w:bCs/>
        </w:rPr>
        <w:t>tbo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0"/>
          <w:b/>
          <w:bCs/>
        </w:rPr>
        <w:t>t</w:t>
      </w:r>
      <w:r>
        <w:rPr>
          <w:rFonts w:ascii="Times New Roman" w:hAnsi="Times New Roman" w:cs="Times New Roman" w:eastAsia="Times New Roman"/>
          <w:sz w:val="40"/>
          <w:szCs w:val="40"/>
          <w:spacing w:val="-8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99"/>
          <w:b/>
          <w:bCs/>
        </w:rPr>
        <w:t>La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99"/>
          <w:b/>
          <w:bCs/>
        </w:rPr>
        <w:t>b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99"/>
          <w:b/>
          <w:bCs/>
        </w:rPr>
        <w:t>:</w:t>
      </w:r>
      <w:r>
        <w:rPr>
          <w:rFonts w:ascii="Times New Roman" w:hAnsi="Times New Roman" w:cs="Times New Roman" w:eastAsia="Times New Roman"/>
          <w:sz w:val="40"/>
          <w:szCs w:val="40"/>
          <w:spacing w:val="18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4"/>
          <w:b/>
          <w:bCs/>
        </w:rPr>
        <w:t>S</w:t>
      </w:r>
      <w:r>
        <w:rPr>
          <w:rFonts w:ascii="Times New Roman" w:hAnsi="Times New Roman" w:cs="Times New Roman" w:eastAsia="Times New Roman"/>
          <w:sz w:val="40"/>
          <w:szCs w:val="40"/>
          <w:spacing w:val="-2"/>
          <w:w w:val="114"/>
          <w:b/>
          <w:bCs/>
        </w:rPr>
        <w:t>t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4"/>
          <w:b/>
          <w:bCs/>
        </w:rPr>
        <w:t>ude</w:t>
      </w:r>
      <w:r>
        <w:rPr>
          <w:rFonts w:ascii="Times New Roman" w:hAnsi="Times New Roman" w:cs="Times New Roman" w:eastAsia="Times New Roman"/>
          <w:sz w:val="40"/>
          <w:szCs w:val="40"/>
          <w:spacing w:val="1"/>
          <w:w w:val="114"/>
          <w:b/>
          <w:bCs/>
        </w:rPr>
        <w:t>n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14"/>
          <w:b/>
          <w:bCs/>
        </w:rPr>
        <w:t>t</w:t>
      </w:r>
      <w:r>
        <w:rPr>
          <w:rFonts w:ascii="Times New Roman" w:hAnsi="Times New Roman" w:cs="Times New Roman" w:eastAsia="Times New Roman"/>
          <w:sz w:val="40"/>
          <w:szCs w:val="40"/>
          <w:spacing w:val="9"/>
          <w:w w:val="114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-2"/>
          <w:w w:val="104"/>
          <w:b/>
          <w:bCs/>
        </w:rPr>
        <w:t>G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04"/>
          <w:b/>
          <w:bCs/>
        </w:rPr>
        <w:t>u</w:t>
      </w:r>
      <w:r>
        <w:rPr>
          <w:rFonts w:ascii="Times New Roman" w:hAnsi="Times New Roman" w:cs="Times New Roman" w:eastAsia="Times New Roman"/>
          <w:sz w:val="40"/>
          <w:szCs w:val="40"/>
          <w:spacing w:val="1"/>
          <w:w w:val="120"/>
          <w:b/>
          <w:bCs/>
        </w:rPr>
        <w:t>i</w:t>
      </w:r>
      <w:r>
        <w:rPr>
          <w:rFonts w:ascii="Times New Roman" w:hAnsi="Times New Roman" w:cs="Times New Roman" w:eastAsia="Times New Roman"/>
          <w:sz w:val="40"/>
          <w:szCs w:val="40"/>
          <w:spacing w:val="-2"/>
          <w:w w:val="116"/>
          <w:b/>
          <w:bCs/>
        </w:rPr>
        <w:t>de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w w:val="12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306" w:lineRule="auto"/>
        <w:ind w:left="120" w:right="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1960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5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07" w:lineRule="auto"/>
        <w:ind w:left="120" w:right="3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97" w:lineRule="auto"/>
        <w:ind w:left="120" w:right="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13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13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13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3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b/>
          <w:bCs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8" w:lineRule="auto"/>
        <w:ind w:left="120" w:right="2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11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  <w:b/>
          <w:bCs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308" w:lineRule="auto"/>
        <w:ind w:left="120" w:right="16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8"/>
          <w:w w:val="100"/>
        </w:rPr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we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6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95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4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4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4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4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6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6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827" w:top="1400" w:bottom="1020" w:left="960" w:right="1040"/>
          <w:pgSz w:w="12240" w:h="15840"/>
        </w:sectPr>
      </w:pPr>
      <w:rPr/>
    </w:p>
    <w:p>
      <w:pPr>
        <w:spacing w:before="74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104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3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1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11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b/>
          <w:bCs/>
        </w:rPr>
        <w:t>Magpie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4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4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87" w:lineRule="auto"/>
        <w:ind w:left="120" w:right="18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eRunner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11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  <w:b/>
          <w:bCs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447" w:lineRule="auto"/>
        <w:ind w:left="120" w:right="1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4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4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85" w:lineRule="auto"/>
        <w:ind w:left="120" w:right="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ook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getRandomResponse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roup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6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6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9" w:after="0" w:line="513" w:lineRule="auto"/>
        <w:ind w:left="840" w:right="31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827" w:top="1360" w:bottom="1020" w:left="960" w:right="1100"/>
          <w:pgSz w:w="12240" w:h="15840"/>
        </w:sectPr>
      </w:pPr>
      <w:rPr/>
    </w:p>
    <w:p>
      <w:pPr>
        <w:spacing w:before="56" w:after="0" w:line="240" w:lineRule="auto"/>
        <w:ind w:left="8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4" w:lineRule="auto"/>
        <w:ind w:left="820" w:right="571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80" w:lineRule="auto"/>
        <w:ind w:left="820" w:right="41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0" w:after="0" w:line="260" w:lineRule="auto"/>
        <w:ind w:left="820" w:right="277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trim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6" w:lineRule="auto"/>
        <w:ind w:left="820" w:right="66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R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esponse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701.399994" w:type="dxa"/>
      </w:tblPr>
      <w:tblGrid/>
      <w:tr>
        <w:trPr>
          <w:trHeight w:val="482" w:hRule="exact"/>
        </w:trPr>
        <w:tc>
          <w:tcPr>
            <w:tcW w:w="46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867" w:right="184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93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93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3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97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7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850" w:right="18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93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95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82" w:hRule="exact"/>
        </w:trPr>
        <w:tc>
          <w:tcPr>
            <w:tcW w:w="46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6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2" w:hRule="exact"/>
        </w:trPr>
        <w:tc>
          <w:tcPr>
            <w:tcW w:w="46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6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2" w:hRule="exact"/>
        </w:trPr>
        <w:tc>
          <w:tcPr>
            <w:tcW w:w="46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6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3" w:after="0" w:line="267" w:lineRule="auto"/>
        <w:ind w:left="820" w:right="709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3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w w:val="109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6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6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306" w:lineRule="auto"/>
        <w:ind w:left="820" w:right="253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0" w:footer="827" w:top="1380" w:bottom="1020" w:left="980" w:right="1040"/>
          <w:pgSz w:w="12240" w:h="15840"/>
        </w:sectPr>
      </w:pPr>
      <w:rPr/>
    </w:p>
    <w:p>
      <w:pPr>
        <w:spacing w:before="56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8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7" w:lineRule="auto"/>
        <w:ind w:left="100" w:right="1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,”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99" w:lineRule="auto"/>
        <w:ind w:left="100" w:right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Magpie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gExplorer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eRunner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8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n: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12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12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8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308" w:lineRule="auto"/>
        <w:ind w:left="280" w:right="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Ja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80" w:right="-20"/>
        <w:jc w:val="left"/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r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ingExplorer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index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O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</w:t>
      </w:r>
    </w:p>
    <w:p>
      <w:pPr>
        <w:spacing w:before="59" w:after="0" w:line="240" w:lineRule="auto"/>
        <w:ind w:left="2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toLowerCase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3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86" w:lineRule="auto"/>
        <w:ind w:left="280" w:right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indexOf(String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str)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indexOf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indexOf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7" w:lineRule="auto"/>
        <w:ind w:left="280" w:right="6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StringExplorer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ndexOf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80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notFoundPsn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sample.indexO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f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("slow");</w:t>
      </w:r>
    </w:p>
    <w:p>
      <w:pPr>
        <w:jc w:val="left"/>
        <w:spacing w:after="0"/>
        <w:sectPr>
          <w:pgMar w:header="0" w:footer="827" w:top="1380" w:bottom="1020" w:left="980" w:right="1020"/>
          <w:pgSz w:w="12240" w:h="15840"/>
        </w:sectPr>
      </w:pPr>
      <w:rPr/>
    </w:p>
    <w:p>
      <w:pPr>
        <w:spacing w:before="84" w:after="0" w:line="240" w:lineRule="auto"/>
        <w:ind w:left="120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System.out.printl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("sample.indexOf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(</w:t>
      </w:r>
      <w:r>
        <w:rPr>
          <w:rFonts w:ascii="Courier New" w:hAnsi="Courier New" w:cs="Courier New" w:eastAsia="Courier New"/>
          <w:sz w:val="22"/>
          <w:szCs w:val="22"/>
          <w:spacing w:val="-2"/>
          <w:w w:val="100"/>
        </w:rPr>
        <w:t>\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"slo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w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\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+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notFoundPsn);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85" w:lineRule="auto"/>
        <w:ind w:left="120" w:right="7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indexOf(String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fromIndex)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StringExplorer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indexOf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2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87" w:lineRule="auto"/>
        <w:ind w:left="120" w:right="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t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ring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ami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2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12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22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22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96" w:lineRule="auto"/>
        <w:ind w:left="120" w:right="57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g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pie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findKeyword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00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private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findKeyword(String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statement,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goal,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22"/>
          <w:szCs w:val="22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startPos)</w:t>
      </w:r>
    </w:p>
    <w:p>
      <w:pPr>
        <w:spacing w:before="36" w:after="0" w:line="242" w:lineRule="exact"/>
        <w:ind w:left="300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4" w:after="0" w:line="240" w:lineRule="auto"/>
        <w:ind w:left="564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phrase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statement.trim(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.toLowerCase(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;</w:t>
      </w:r>
    </w:p>
    <w:p>
      <w:pPr>
        <w:spacing w:before="38" w:after="0" w:line="240" w:lineRule="auto"/>
        <w:ind w:left="564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goal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goal.toLowerCase();</w:t>
      </w:r>
    </w:p>
    <w:p>
      <w:pPr>
        <w:spacing w:before="36" w:after="0" w:line="240" w:lineRule="auto"/>
        <w:ind w:left="564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phrase.indexOf(goal,</w:t>
      </w:r>
      <w:r>
        <w:rPr>
          <w:rFonts w:ascii="Courier New" w:hAnsi="Courier New" w:cs="Courier New" w:eastAsia="Courier New"/>
          <w:sz w:val="22"/>
          <w:szCs w:val="22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startPos);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64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while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&gt;=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</w:t>
      </w:r>
    </w:p>
    <w:p>
      <w:pPr>
        <w:spacing w:before="36" w:after="0" w:line="242" w:lineRule="exact"/>
        <w:ind w:left="564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6" w:after="0" w:line="240" w:lineRule="auto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before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after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";</w:t>
      </w:r>
    </w:p>
    <w:p>
      <w:pPr>
        <w:spacing w:before="36" w:after="0" w:line="240" w:lineRule="auto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&gt;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</w:t>
      </w:r>
    </w:p>
    <w:p>
      <w:pPr>
        <w:spacing w:before="38" w:after="0" w:line="242" w:lineRule="exact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4" w:after="0" w:line="240" w:lineRule="auto"/>
        <w:ind w:left="1092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before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phrase.substring(psn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-</w:t>
      </w:r>
      <w:r>
        <w:rPr>
          <w:rFonts w:ascii="Courier New" w:hAnsi="Courier New" w:cs="Courier New" w:eastAsia="Courier New"/>
          <w:sz w:val="22"/>
          <w:szCs w:val="22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1,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psn);</w:t>
      </w:r>
    </w:p>
    <w:p>
      <w:pPr>
        <w:spacing w:before="38" w:after="0" w:line="242" w:lineRule="exact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}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4" w:after="0" w:line="240" w:lineRule="auto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+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goal.length()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&lt;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phrase.length())</w:t>
      </w:r>
    </w:p>
    <w:p>
      <w:pPr>
        <w:spacing w:before="36" w:after="0" w:line="242" w:lineRule="exact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6" w:after="0" w:line="240" w:lineRule="auto"/>
        <w:ind w:left="1092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after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phrase.substrin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</w:rPr>
        <w:t>g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+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goal.length(),</w:t>
      </w:r>
    </w:p>
    <w:p>
      <w:pPr>
        <w:spacing w:before="36" w:after="0" w:line="240" w:lineRule="auto"/>
        <w:ind w:left="4393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+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goal.length()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+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1);</w:t>
      </w:r>
    </w:p>
    <w:p>
      <w:pPr>
        <w:spacing w:before="38" w:after="0" w:line="242" w:lineRule="exact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}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33" w:after="0" w:line="240" w:lineRule="auto"/>
        <w:ind w:left="828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/*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eter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6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6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  <w:b/>
          <w:bCs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6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  <w:b/>
          <w:bCs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ps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b/>
          <w:bCs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befor</w:t>
      </w:r>
      <w:r>
        <w:rPr>
          <w:rFonts w:ascii="Courier New" w:hAnsi="Courier New" w:cs="Courier New" w:eastAsia="Courier New"/>
          <w:sz w:val="22"/>
          <w:szCs w:val="22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  <w:b/>
          <w:bCs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after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b/>
          <w:bCs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b/>
          <w:bCs/>
        </w:rPr>
        <w:t>*/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</w:r>
    </w:p>
    <w:p>
      <w:pPr>
        <w:spacing w:before="62" w:after="0" w:line="240" w:lineRule="auto"/>
        <w:ind w:left="829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(((before.compareTo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("a")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&lt;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||</w:t>
      </w:r>
      <w:r>
        <w:rPr>
          <w:rFonts w:ascii="Courier New" w:hAnsi="Courier New" w:cs="Courier New" w:eastAsia="Courier New"/>
          <w:sz w:val="22"/>
          <w:szCs w:val="22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(before.compareTo("z")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&gt;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0))</w:t>
      </w:r>
    </w:p>
    <w:p>
      <w:pPr>
        <w:spacing w:before="36" w:after="0" w:line="240" w:lineRule="auto"/>
        <w:ind w:left="1489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&amp;&amp;</w:t>
      </w:r>
    </w:p>
    <w:p>
      <w:pPr>
        <w:spacing w:before="38" w:after="0" w:line="242" w:lineRule="exact"/>
        <w:ind w:left="1489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((after.compareTo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("a")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&lt;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0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||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(after.compareTo("z")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&gt;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0)))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4" w:after="0" w:line="240" w:lineRule="auto"/>
        <w:ind w:left="829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{</w:t>
      </w:r>
    </w:p>
    <w:p>
      <w:pPr>
        <w:spacing w:before="36" w:after="0" w:line="240" w:lineRule="auto"/>
        <w:ind w:left="1093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psn;</w:t>
      </w:r>
    </w:p>
    <w:p>
      <w:pPr>
        <w:spacing w:before="38" w:after="0" w:line="242" w:lineRule="exact"/>
        <w:ind w:left="829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}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44" w:after="0" w:line="240" w:lineRule="auto"/>
        <w:ind w:left="829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=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phrase.indexOf(goal,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psn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+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1);</w:t>
      </w:r>
    </w:p>
    <w:p>
      <w:pPr>
        <w:spacing w:before="38" w:after="0" w:line="242" w:lineRule="exact"/>
        <w:ind w:left="565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1"/>
        </w:rPr>
        <w:t>}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9" w:after="0" w:line="240" w:lineRule="auto"/>
        <w:ind w:left="565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-1;</w:t>
      </w:r>
    </w:p>
    <w:p>
      <w:pPr>
        <w:spacing w:before="38" w:after="0" w:line="240" w:lineRule="auto"/>
        <w:ind w:left="300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}</w:t>
      </w:r>
    </w:p>
    <w:p>
      <w:pPr>
        <w:jc w:val="left"/>
        <w:spacing w:after="0"/>
        <w:sectPr>
          <w:pgMar w:header="0" w:footer="827" w:top="1360" w:bottom="1020" w:left="1140" w:right="1160"/>
          <w:pgSz w:w="12240" w:h="15840"/>
        </w:sectPr>
      </w:pPr>
      <w:rPr/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2" w:after="0" w:line="285" w:lineRule="auto"/>
        <w:ind w:left="120" w:right="4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findKeyword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79" w:lineRule="auto"/>
        <w:ind w:left="120" w:right="2356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findKeyword("She's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my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sister",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"sister",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findKeyword("Brother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Tom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helpful",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"brother",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findKeyword("I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can't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catch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wild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cats.",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"cat",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0);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findKeyword("I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know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nothing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about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snow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plows.",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"no",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 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0);</w:t>
      </w:r>
    </w:p>
    <w:p>
      <w:pPr>
        <w:spacing w:before="81" w:after="0" w:line="285" w:lineRule="auto"/>
        <w:ind w:left="120" w:right="1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psn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after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92" w:lineRule="exact"/>
        <w:ind w:left="120" w:right="-20"/>
        <w:jc w:val="left"/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position w:val="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position w:val="1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position w:val="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96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findKeyword("yesterday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today's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day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before.",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"day",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1"/>
        </w:rPr>
        <w:t>0);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61.399994" w:type="dxa"/>
      </w:tblPr>
      <w:tblGrid/>
      <w:tr>
        <w:trPr>
          <w:trHeight w:val="60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5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5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95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9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54" w:right="938"/>
              <w:jc w:val="center"/>
              <w:rPr>
                <w:rFonts w:ascii="Courier New" w:hAnsi="Courier New" w:cs="Courier New" w:eastAsia="Courier New"/>
                <w:sz w:val="22"/>
                <w:szCs w:val="22"/>
              </w:rPr>
            </w:pPr>
            <w:rPr/>
            <w:r>
              <w:rPr>
                <w:rFonts w:ascii="Courier New" w:hAnsi="Courier New" w:cs="Courier New" w:eastAsia="Courier New"/>
                <w:sz w:val="22"/>
                <w:szCs w:val="22"/>
                <w:spacing w:val="0"/>
                <w:w w:val="100"/>
              </w:rPr>
              <w:t>psn</w:t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93" w:right="-20"/>
              <w:jc w:val="left"/>
              <w:rPr>
                <w:rFonts w:ascii="Courier New" w:hAnsi="Courier New" w:cs="Courier New" w:eastAsia="Courier New"/>
                <w:sz w:val="22"/>
                <w:szCs w:val="22"/>
              </w:rPr>
            </w:pPr>
            <w:rPr/>
            <w:r>
              <w:rPr>
                <w:rFonts w:ascii="Courier New" w:hAnsi="Courier New" w:cs="Courier New" w:eastAsia="Courier New"/>
                <w:sz w:val="22"/>
                <w:szCs w:val="22"/>
                <w:spacing w:val="0"/>
                <w:w w:val="100"/>
              </w:rPr>
              <w:t>before</w:t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819" w:right="803"/>
              <w:jc w:val="center"/>
              <w:rPr>
                <w:rFonts w:ascii="Courier New" w:hAnsi="Courier New" w:cs="Courier New" w:eastAsia="Courier New"/>
                <w:sz w:val="22"/>
                <w:szCs w:val="22"/>
              </w:rPr>
            </w:pPr>
            <w:rPr/>
            <w:r>
              <w:rPr>
                <w:rFonts w:ascii="Courier New" w:hAnsi="Courier New" w:cs="Courier New" w:eastAsia="Courier New"/>
                <w:sz w:val="22"/>
                <w:szCs w:val="22"/>
                <w:spacing w:val="0"/>
                <w:w w:val="100"/>
              </w:rPr>
              <w:t>after</w:t>
            </w:r>
          </w:p>
        </w:tc>
      </w:tr>
      <w:tr>
        <w:trPr>
          <w:trHeight w:val="60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94" w:right="10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91" w:right="10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5" w:right="920"/>
              <w:jc w:val="center"/>
              <w:rPr>
                <w:rFonts w:ascii="Courier New" w:hAnsi="Courier New" w:cs="Courier New" w:eastAsia="Courier New"/>
                <w:sz w:val="24"/>
                <w:szCs w:val="24"/>
              </w:rPr>
            </w:pPr>
            <w:rPr/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"r"</w:t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2" w:right="919"/>
              <w:jc w:val="center"/>
              <w:rPr>
                <w:rFonts w:ascii="Courier New" w:hAnsi="Courier New" w:cs="Courier New" w:eastAsia="Courier New"/>
                <w:sz w:val="24"/>
                <w:szCs w:val="24"/>
              </w:rPr>
            </w:pPr>
            <w:rPr/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</w:t>
            </w:r>
          </w:p>
        </w:tc>
      </w:tr>
      <w:tr>
        <w:trPr>
          <w:trHeight w:val="60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94" w:right="10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34" w:right="10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5" w:right="920"/>
              <w:jc w:val="center"/>
              <w:rPr>
                <w:rFonts w:ascii="Courier New" w:hAnsi="Courier New" w:cs="Courier New" w:eastAsia="Courier New"/>
                <w:sz w:val="24"/>
                <w:szCs w:val="24"/>
              </w:rPr>
            </w:pPr>
            <w:rPr/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"o"</w:t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2" w:right="919"/>
              <w:jc w:val="center"/>
              <w:rPr>
                <w:rFonts w:ascii="Courier New" w:hAnsi="Courier New" w:cs="Courier New" w:eastAsia="Courier New"/>
                <w:sz w:val="24"/>
                <w:szCs w:val="24"/>
              </w:rPr>
            </w:pPr>
            <w:rPr/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"'"</w:t>
            </w:r>
          </w:p>
        </w:tc>
      </w:tr>
      <w:tr>
        <w:trPr>
          <w:trHeight w:val="60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94" w:right="10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34" w:right="10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21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5" w:right="920"/>
              <w:jc w:val="center"/>
              <w:rPr>
                <w:rFonts w:ascii="Courier New" w:hAnsi="Courier New" w:cs="Courier New" w:eastAsia="Courier New"/>
                <w:sz w:val="24"/>
                <w:szCs w:val="24"/>
              </w:rPr>
            </w:pPr>
            <w:rPr/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</w:t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2" w:right="919"/>
              <w:jc w:val="center"/>
              <w:rPr>
                <w:rFonts w:ascii="Courier New" w:hAnsi="Courier New" w:cs="Courier New" w:eastAsia="Courier New"/>
                <w:sz w:val="24"/>
                <w:szCs w:val="24"/>
              </w:rPr>
            </w:pPr>
            <w:rPr/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0"/>
                <w:w w:val="100"/>
              </w:rPr>
              <w:t>"</w:t>
            </w:r>
          </w:p>
        </w:tc>
      </w:tr>
    </w:tbl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61.399994" w:type="dxa"/>
      </w:tblPr>
      <w:tblGrid/>
      <w:tr>
        <w:trPr>
          <w:trHeight w:val="60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5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5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95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9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54" w:right="938"/>
              <w:jc w:val="center"/>
              <w:rPr>
                <w:rFonts w:ascii="Courier New" w:hAnsi="Courier New" w:cs="Courier New" w:eastAsia="Courier New"/>
                <w:sz w:val="22"/>
                <w:szCs w:val="22"/>
              </w:rPr>
            </w:pPr>
            <w:rPr/>
            <w:r>
              <w:rPr>
                <w:rFonts w:ascii="Courier New" w:hAnsi="Courier New" w:cs="Courier New" w:eastAsia="Courier New"/>
                <w:sz w:val="22"/>
                <w:szCs w:val="22"/>
                <w:spacing w:val="0"/>
                <w:w w:val="100"/>
              </w:rPr>
              <w:t>psn</w:t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93" w:right="-20"/>
              <w:jc w:val="left"/>
              <w:rPr>
                <w:rFonts w:ascii="Courier New" w:hAnsi="Courier New" w:cs="Courier New" w:eastAsia="Courier New"/>
                <w:sz w:val="22"/>
                <w:szCs w:val="22"/>
              </w:rPr>
            </w:pPr>
            <w:rPr/>
            <w:r>
              <w:rPr>
                <w:rFonts w:ascii="Courier New" w:hAnsi="Courier New" w:cs="Courier New" w:eastAsia="Courier New"/>
                <w:sz w:val="22"/>
                <w:szCs w:val="22"/>
                <w:spacing w:val="0"/>
                <w:w w:val="100"/>
              </w:rPr>
              <w:t>before</w:t>
            </w:r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819" w:right="803"/>
              <w:jc w:val="center"/>
              <w:rPr>
                <w:rFonts w:ascii="Courier New" w:hAnsi="Courier New" w:cs="Courier New" w:eastAsia="Courier New"/>
                <w:sz w:val="22"/>
                <w:szCs w:val="22"/>
              </w:rPr>
            </w:pPr>
            <w:rPr/>
            <w:r>
              <w:rPr>
                <w:rFonts w:ascii="Courier New" w:hAnsi="Courier New" w:cs="Courier New" w:eastAsia="Courier New"/>
                <w:sz w:val="22"/>
                <w:szCs w:val="22"/>
                <w:spacing w:val="0"/>
                <w:w w:val="100"/>
              </w:rPr>
              <w:t>after</w:t>
            </w:r>
          </w:p>
        </w:tc>
      </w:tr>
      <w:tr>
        <w:trPr>
          <w:trHeight w:val="56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827" w:top="1480" w:bottom="1020" w:left="960" w:right="1220"/>
          <w:pgSz w:w="12240" w:h="15840"/>
        </w:sectPr>
      </w:pPr>
      <w:rPr/>
    </w:p>
    <w:p>
      <w:pPr>
        <w:spacing w:before="56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6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6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22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2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w w:val="104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3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2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306" w:lineRule="auto"/>
        <w:ind w:left="120" w:right="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3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827" w:top="1380" w:bottom="1020" w:left="960" w:right="1000"/>
          <w:pgSz w:w="12240" w:h="15840"/>
        </w:sectPr>
      </w:pPr>
      <w:rPr/>
    </w:p>
    <w:p>
      <w:pPr>
        <w:spacing w:before="56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15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7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7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7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7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7"/>
          <w:b/>
          <w:bCs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7" w:lineRule="auto"/>
        <w:ind w:left="120" w:right="11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8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8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60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Magpie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tabs>
          <w:tab w:pos="102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tabs>
          <w:tab w:pos="102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eRunner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447" w:lineRule="auto"/>
        <w:ind w:left="120" w:right="52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Magpie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8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6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6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8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480" w:lineRule="auto"/>
        <w:ind w:left="120" w:right="29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ook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2" w:after="0" w:line="306" w:lineRule="auto"/>
        <w:ind w:left="840" w:right="46" w:firstLine="-360"/>
        <w:jc w:val="both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02" w:right="606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4" w:after="0" w:line="240" w:lineRule="auto"/>
        <w:ind w:left="8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827" w:top="1380" w:bottom="1020" w:left="960" w:right="1260"/>
          <w:pgSz w:w="12240" w:h="15840"/>
        </w:sectPr>
      </w:pPr>
      <w:rPr/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3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7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9" w:after="0" w:line="240" w:lineRule="auto"/>
        <w:ind w:left="8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96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7" w:after="0" w:line="240" w:lineRule="auto"/>
        <w:ind w:left="8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15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gp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11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b/>
          <w:bCs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0" w:lineRule="auto"/>
        <w:ind w:left="120" w:right="2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wkw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8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i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eRunner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3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5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96" w:lineRule="auto"/>
        <w:ind w:left="120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Magpie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R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andomResponse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6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5" w:after="0" w:line="297" w:lineRule="auto"/>
        <w:ind w:left="120" w:right="5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getRandomResponse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827" w:top="1480" w:bottom="1020" w:left="960" w:right="1020"/>
          <w:pgSz w:w="12240" w:h="15840"/>
        </w:sectPr>
      </w:pPr>
      <w:rPr/>
    </w:p>
    <w:p>
      <w:pPr>
        <w:spacing w:before="56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  <w:b/>
          <w:bCs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4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06" w:lineRule="auto"/>
        <w:ind w:left="840" w:right="491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gg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06" w:lineRule="auto"/>
        <w:ind w:left="840" w:right="46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308" w:lineRule="auto"/>
        <w:ind w:left="840" w:right="2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8" w:lineRule="auto"/>
        <w:ind w:left="840" w:right="639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3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827" w:top="1380" w:bottom="1020" w:left="960" w:right="1460"/>
          <w:pgSz w:w="12240" w:h="15840"/>
        </w:sectPr>
      </w:pPr>
      <w:rPr/>
    </w:p>
    <w:p>
      <w:pPr>
        <w:spacing w:before="56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1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1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8" w:lineRule="auto"/>
        <w:ind w:left="120" w:right="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06" w:lineRule="auto"/>
        <w:ind w:left="120" w:right="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6" w:lineRule="auto"/>
        <w:ind w:left="120" w:right="2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6" w:lineRule="auto"/>
        <w:ind w:left="120" w:right="6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7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7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8" w:lineRule="auto"/>
        <w:ind w:left="120" w:right="6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8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1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12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2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2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26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1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5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08" w:lineRule="auto"/>
        <w:ind w:left="120" w:right="1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9"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7"/>
          </w:rPr>
          <w:t>tt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7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82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3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3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4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cl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5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3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7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07" w:lineRule="auto"/>
        <w:ind w:left="120" w:right="7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10"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7"/>
          </w:rPr>
          <w:t>tt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7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82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88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3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2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4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4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1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1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1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5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1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4"/>
          </w:rPr>
          <w:t>te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4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2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1i4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6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7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08" w:lineRule="auto"/>
        <w:ind w:left="120" w:right="74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11"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7"/>
          </w:rPr>
          <w:t>tt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7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82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03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1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3"/>
            <w:w w:val="119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nn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6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2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12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2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6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4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8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12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-3"/>
            <w:w w:val="112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5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5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8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12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2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4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5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8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4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4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4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4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8"/>
          </w:rPr>
          <w:t>we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6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6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2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12"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//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ddi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2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2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bo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23"/>
            <w:w w:val="102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550" w:lineRule="atLeast"/>
        <w:ind w:left="120" w:right="47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13"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4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82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2"/>
          </w:rPr>
          <w:t>//d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2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rg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9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9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ro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88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-3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5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8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ura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5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4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hyperlink r:id="rId14"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7"/>
          </w:rPr>
          <w:t>tt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7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82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4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9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9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4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4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6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5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2"/>
          </w:rPr>
          <w:t>oo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1"/>
          </w:rPr>
          <w:t>b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2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3"/>
            <w:w w:val="102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9"/>
          </w:rPr>
          <w:t>k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3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93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3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3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6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9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7"/>
          </w:rPr>
          <w:t>~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6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97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7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1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94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9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9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4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2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66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2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9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pgMar w:header="0" w:footer="827" w:top="1380" w:bottom="1220" w:left="960" w:right="10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8.720001pt;margin-top:729.672302pt;width:14.55424pt;height:13.04pt;mso-position-horizontal-relative:page;mso-position-vertical-relative:page;z-index:-553" type="#_x0000_t202" filled="f" stroked="f">
          <v:textbox inset="0,0,0,0">
            <w:txbxContent>
              <w:p>
                <w:pPr>
                  <w:spacing w:before="0" w:after="0" w:line="226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2"/>
                    <w:szCs w:val="22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w w:val="96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hyperlink" Target="http://sites.google.com/site/webtoolsbox/bots" TargetMode="External"/><Relationship Id="rId9" Type="http://schemas.openxmlformats.org/officeDocument/2006/relationships/hyperlink" Target="http://www.nlp-class.org/" TargetMode="External"/><Relationship Id="rId10" Type="http://schemas.openxmlformats.org/officeDocument/2006/relationships/hyperlink" Target="http://nsf.gov/cise/csbytes/newsletter/vol1i4.html" TargetMode="External"/><Relationship Id="rId11" Type="http://schemas.openxmlformats.org/officeDocument/2006/relationships/hyperlink" Target="http://www-03.ibm.com/innovation/us/watson/what-is-watson/science-behind-an-answer.html" TargetMode="External"/><Relationship Id="rId12" Type="http://schemas.openxmlformats.org/officeDocument/2006/relationships/hyperlink" Target="http://nlp-addiction.com/chatbot" TargetMode="External"/><Relationship Id="rId13" Type="http://schemas.openxmlformats.org/officeDocument/2006/relationships/hyperlink" Target="http://dotdiva.org/profiles/laura.html" TargetMode="External"/><Relationship Id="rId14" Type="http://schemas.openxmlformats.org/officeDocument/2006/relationships/hyperlink" Target="http://people.ischool.berkeley.edu/%7Ehearst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SOE Manager</dc:creator>
  <dcterms:created xsi:type="dcterms:W3CDTF">2017-10-22T21:01:48Z</dcterms:created>
  <dcterms:modified xsi:type="dcterms:W3CDTF">2017-10-22T21:01:48Z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2014-09-24T00:00:00Z</vt:filetime>
  </property>
  <property fmtid="{D5CDD505-2E9C-101B-9397-08002B2CF9AE}" pid="3" name="LastSaved">
    <vt:filetime>2017-10-23T00:00:00Z</vt:filetime>
  </property>
</Properties>
</file>