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F8E" w:rsidRPr="00D7332F" w:rsidRDefault="00121D01">
      <w:pPr>
        <w:pStyle w:val="Heading1"/>
        <w:rPr>
          <w:rFonts w:ascii="Bodoni MT Black" w:hAnsi="Bodoni MT Black"/>
          <w:sz w:val="70"/>
          <w:szCs w:val="70"/>
        </w:rPr>
      </w:pPr>
      <w:r w:rsidRPr="00D7332F">
        <w:rPr>
          <w:rFonts w:ascii="Bodoni MT Black" w:hAnsi="Bodoni MT Black"/>
          <w:sz w:val="70"/>
          <w:szCs w:val="70"/>
        </w:rPr>
        <w:t>agenda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title, date and time"/>
      </w:tblPr>
      <w:tblGrid>
        <w:gridCol w:w="7064"/>
        <w:gridCol w:w="3736"/>
      </w:tblGrid>
      <w:tr w:rsidR="00615F8E">
        <w:tc>
          <w:tcPr>
            <w:tcW w:w="6122" w:type="dxa"/>
          </w:tcPr>
          <w:p w:rsidR="00615F8E" w:rsidRPr="00D36088" w:rsidRDefault="007A1847" w:rsidP="002B25A3">
            <w:pPr>
              <w:pStyle w:val="Heading2"/>
              <w:rPr>
                <w:sz w:val="28"/>
                <w:szCs w:val="28"/>
              </w:rPr>
            </w:pPr>
            <w:r>
              <w:rPr>
                <w:rStyle w:val="Heading2Char"/>
                <w:b/>
                <w:bCs/>
                <w:sz w:val="28"/>
                <w:szCs w:val="28"/>
              </w:rPr>
              <w:t>Special Education Citizen’s Advisory Committee</w:t>
            </w:r>
            <w:bookmarkStart w:id="0" w:name="_GoBack"/>
            <w:bookmarkEnd w:id="0"/>
          </w:p>
        </w:tc>
        <w:tc>
          <w:tcPr>
            <w:tcW w:w="3238" w:type="dxa"/>
          </w:tcPr>
          <w:sdt>
            <w:sdtPr>
              <w:id w:val="-1649818857"/>
              <w:placeholder>
                <w:docPart w:val="07F762880177406C88A091411D336667"/>
              </w:placeholder>
              <w:date w:fullDate="2018-02-26T00:00:00Z">
                <w:dateFormat w:val="MMMM d, 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615F8E" w:rsidRDefault="00900887">
                <w:pPr>
                  <w:pStyle w:val="Heading3"/>
                </w:pPr>
                <w:r>
                  <w:t>February 26, 2018</w:t>
                </w:r>
              </w:p>
            </w:sdtContent>
          </w:sdt>
        </w:tc>
      </w:tr>
      <w:tr w:rsidR="00615F8E">
        <w:tc>
          <w:tcPr>
            <w:tcW w:w="6122" w:type="dxa"/>
          </w:tcPr>
          <w:p w:rsidR="00615F8E" w:rsidRDefault="00615F8E">
            <w:pPr>
              <w:pStyle w:val="Heading3"/>
            </w:pPr>
          </w:p>
        </w:tc>
        <w:tc>
          <w:tcPr>
            <w:tcW w:w="3238" w:type="dxa"/>
          </w:tcPr>
          <w:p w:rsidR="00615F8E" w:rsidRDefault="00900887" w:rsidP="00900887">
            <w:pPr>
              <w:pStyle w:val="Heading3"/>
            </w:pPr>
            <w:r>
              <w:t>7:00-9:0</w:t>
            </w:r>
            <w:r w:rsidR="002B25A3">
              <w:t>0 p.m.</w:t>
            </w:r>
          </w:p>
        </w:tc>
      </w:tr>
    </w:tbl>
    <w:p w:rsidR="00615F8E" w:rsidRDefault="00615F8E"/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rticipants and reading/supplies lists"/>
      </w:tblPr>
      <w:tblGrid>
        <w:gridCol w:w="2700"/>
        <w:gridCol w:w="8100"/>
      </w:tblGrid>
      <w:tr w:rsidR="00615F8E">
        <w:trPr>
          <w:trHeight w:val="504"/>
        </w:trPr>
        <w:tc>
          <w:tcPr>
            <w:tcW w:w="2700" w:type="dxa"/>
            <w:vAlign w:val="bottom"/>
          </w:tcPr>
          <w:p w:rsidR="00615F8E" w:rsidRDefault="00B174BE">
            <w:pPr>
              <w:pStyle w:val="Heading3"/>
            </w:pPr>
            <w:r>
              <w:t>Participants:</w:t>
            </w:r>
          </w:p>
        </w:tc>
        <w:tc>
          <w:tcPr>
            <w:tcW w:w="8100" w:type="dxa"/>
            <w:vAlign w:val="bottom"/>
          </w:tcPr>
          <w:p w:rsidR="00615F8E" w:rsidRDefault="00900887" w:rsidP="002B25A3">
            <w:r>
              <w:t xml:space="preserve">Community members, SECAC, </w:t>
            </w:r>
            <w:proofErr w:type="spellStart"/>
            <w:r>
              <w:t>Mr</w:t>
            </w:r>
            <w:proofErr w:type="spellEnd"/>
            <w:r>
              <w:t xml:space="preserve"> Barnes and </w:t>
            </w:r>
            <w:proofErr w:type="spellStart"/>
            <w:r>
              <w:t>Dr</w:t>
            </w:r>
            <w:proofErr w:type="spellEnd"/>
            <w:r>
              <w:t xml:space="preserve"> Nixon</w:t>
            </w:r>
          </w:p>
        </w:tc>
      </w:tr>
      <w:tr w:rsidR="00615F8E">
        <w:trPr>
          <w:trHeight w:val="504"/>
        </w:trPr>
        <w:tc>
          <w:tcPr>
            <w:tcW w:w="2700" w:type="dxa"/>
            <w:vAlign w:val="bottom"/>
          </w:tcPr>
          <w:p w:rsidR="00615F8E" w:rsidRDefault="002B25A3">
            <w:pPr>
              <w:pStyle w:val="Heading3"/>
            </w:pPr>
            <w:r>
              <w:t>Facilitator</w:t>
            </w:r>
            <w:r w:rsidR="00121D01">
              <w:t>:</w:t>
            </w:r>
          </w:p>
        </w:tc>
        <w:tc>
          <w:tcPr>
            <w:tcW w:w="8100" w:type="dxa"/>
            <w:vAlign w:val="bottom"/>
          </w:tcPr>
          <w:p w:rsidR="00615F8E" w:rsidRDefault="00900887" w:rsidP="002B25A3">
            <w:r>
              <w:t>Lori Scott</w:t>
            </w:r>
          </w:p>
        </w:tc>
      </w:tr>
      <w:tr w:rsidR="00BD2EBD">
        <w:trPr>
          <w:trHeight w:val="504"/>
        </w:trPr>
        <w:tc>
          <w:tcPr>
            <w:tcW w:w="2700" w:type="dxa"/>
            <w:vAlign w:val="bottom"/>
          </w:tcPr>
          <w:p w:rsidR="00BD2EBD" w:rsidRDefault="00BD2EBD">
            <w:pPr>
              <w:pStyle w:val="Heading3"/>
            </w:pPr>
            <w:r>
              <w:t>Location:</w:t>
            </w:r>
          </w:p>
        </w:tc>
        <w:tc>
          <w:tcPr>
            <w:tcW w:w="8100" w:type="dxa"/>
            <w:vAlign w:val="bottom"/>
          </w:tcPr>
          <w:p w:rsidR="00BD2EBD" w:rsidRDefault="00900887" w:rsidP="002B25A3">
            <w:r>
              <w:t>Freedom Room Clarksville Fire Station</w:t>
            </w:r>
          </w:p>
        </w:tc>
      </w:tr>
      <w:tr w:rsidR="00615F8E">
        <w:trPr>
          <w:trHeight w:val="504"/>
        </w:trPr>
        <w:tc>
          <w:tcPr>
            <w:tcW w:w="2700" w:type="dxa"/>
            <w:vAlign w:val="bottom"/>
          </w:tcPr>
          <w:p w:rsidR="00615F8E" w:rsidRDefault="00615F8E">
            <w:pPr>
              <w:pStyle w:val="Heading3"/>
            </w:pPr>
          </w:p>
        </w:tc>
        <w:tc>
          <w:tcPr>
            <w:tcW w:w="8100" w:type="dxa"/>
            <w:vAlign w:val="bottom"/>
          </w:tcPr>
          <w:p w:rsidR="00615F8E" w:rsidRDefault="00615F8E" w:rsidP="002B25A3"/>
        </w:tc>
      </w:tr>
    </w:tbl>
    <w:p w:rsidR="00615F8E" w:rsidRDefault="00615F8E"/>
    <w:tbl>
      <w:tblPr>
        <w:tblW w:w="4412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ctivity table"/>
      </w:tblPr>
      <w:tblGrid>
        <w:gridCol w:w="1340"/>
        <w:gridCol w:w="5850"/>
        <w:gridCol w:w="2340"/>
      </w:tblGrid>
      <w:tr w:rsidR="00615F8E" w:rsidTr="00CC5493">
        <w:trPr>
          <w:trHeight w:val="504"/>
        </w:trPr>
        <w:tc>
          <w:tcPr>
            <w:tcW w:w="1340" w:type="dxa"/>
          </w:tcPr>
          <w:p w:rsidR="00615F8E" w:rsidRDefault="00900887" w:rsidP="00900887">
            <w:pPr>
              <w:pStyle w:val="Heading3"/>
            </w:pPr>
            <w:r>
              <w:t>7:00p</w:t>
            </w:r>
          </w:p>
        </w:tc>
        <w:tc>
          <w:tcPr>
            <w:tcW w:w="5850" w:type="dxa"/>
          </w:tcPr>
          <w:p w:rsidR="00615F8E" w:rsidRDefault="00B6365B">
            <w:pPr>
              <w:pStyle w:val="Heading3"/>
            </w:pPr>
            <w:r>
              <w:rPr>
                <w:rStyle w:val="Heading3Char"/>
                <w:b/>
                <w:bCs/>
              </w:rPr>
              <w:t>Welcome and Introductions</w:t>
            </w:r>
          </w:p>
          <w:p w:rsidR="00615F8E" w:rsidRDefault="00615F8E"/>
        </w:tc>
        <w:tc>
          <w:tcPr>
            <w:tcW w:w="2340" w:type="dxa"/>
          </w:tcPr>
          <w:p w:rsidR="00615F8E" w:rsidRDefault="00900887" w:rsidP="002B25A3">
            <w:pPr>
              <w:pStyle w:val="Heading3"/>
            </w:pPr>
            <w:r>
              <w:rPr>
                <w:rStyle w:val="Heading3Char"/>
                <w:b/>
                <w:bCs/>
              </w:rPr>
              <w:t>Lori</w:t>
            </w:r>
          </w:p>
        </w:tc>
      </w:tr>
      <w:tr w:rsidR="00615F8E" w:rsidTr="00CC5493">
        <w:trPr>
          <w:trHeight w:val="504"/>
        </w:trPr>
        <w:tc>
          <w:tcPr>
            <w:tcW w:w="1340" w:type="dxa"/>
          </w:tcPr>
          <w:p w:rsidR="00615F8E" w:rsidRDefault="00900887" w:rsidP="00900887">
            <w:pPr>
              <w:pStyle w:val="Heading3"/>
            </w:pPr>
            <w:r>
              <w:t>7:10Pm</w:t>
            </w:r>
          </w:p>
        </w:tc>
        <w:tc>
          <w:tcPr>
            <w:tcW w:w="5850" w:type="dxa"/>
          </w:tcPr>
          <w:p w:rsidR="00615F8E" w:rsidRDefault="00B6365B">
            <w:pPr>
              <w:pStyle w:val="Heading3"/>
            </w:pPr>
            <w:r>
              <w:rPr>
                <w:rStyle w:val="Heading3Char"/>
                <w:b/>
                <w:bCs/>
              </w:rPr>
              <w:t xml:space="preserve">Agenda </w:t>
            </w:r>
          </w:p>
          <w:p w:rsidR="00615F8E" w:rsidRDefault="00615F8E"/>
        </w:tc>
        <w:tc>
          <w:tcPr>
            <w:tcW w:w="2340" w:type="dxa"/>
          </w:tcPr>
          <w:p w:rsidR="00615F8E" w:rsidRDefault="00900887" w:rsidP="002B25A3">
            <w:pPr>
              <w:pStyle w:val="Heading3"/>
            </w:pPr>
            <w:r>
              <w:rPr>
                <w:rStyle w:val="Heading3Char"/>
                <w:b/>
                <w:bCs/>
              </w:rPr>
              <w:t>Lori</w:t>
            </w:r>
          </w:p>
        </w:tc>
      </w:tr>
      <w:tr w:rsidR="002B25A3" w:rsidTr="00CC5493">
        <w:trPr>
          <w:trHeight w:val="504"/>
        </w:trPr>
        <w:tc>
          <w:tcPr>
            <w:tcW w:w="1340" w:type="dxa"/>
          </w:tcPr>
          <w:p w:rsidR="002B25A3" w:rsidRDefault="002B25A3" w:rsidP="002B25A3">
            <w:pPr>
              <w:pStyle w:val="Heading3"/>
            </w:pPr>
          </w:p>
        </w:tc>
        <w:tc>
          <w:tcPr>
            <w:tcW w:w="5850" w:type="dxa"/>
          </w:tcPr>
          <w:p w:rsidR="002B25A3" w:rsidRDefault="002B25A3" w:rsidP="00900887">
            <w:pPr>
              <w:pStyle w:val="Heading3"/>
            </w:pPr>
          </w:p>
        </w:tc>
        <w:tc>
          <w:tcPr>
            <w:tcW w:w="2340" w:type="dxa"/>
          </w:tcPr>
          <w:p w:rsidR="002B25A3" w:rsidRDefault="002B25A3" w:rsidP="002B25A3">
            <w:pPr>
              <w:pStyle w:val="Heading3"/>
            </w:pPr>
          </w:p>
        </w:tc>
      </w:tr>
      <w:tr w:rsidR="002B25A3" w:rsidTr="00CC5493">
        <w:trPr>
          <w:trHeight w:val="504"/>
        </w:trPr>
        <w:tc>
          <w:tcPr>
            <w:tcW w:w="1340" w:type="dxa"/>
          </w:tcPr>
          <w:p w:rsidR="002B25A3" w:rsidRDefault="00900887" w:rsidP="00D7332F">
            <w:pPr>
              <w:pStyle w:val="Heading3"/>
            </w:pPr>
            <w:r>
              <w:t>7:15pm</w:t>
            </w:r>
            <w:r w:rsidR="00D7332F">
              <w:t xml:space="preserve"> </w:t>
            </w:r>
          </w:p>
        </w:tc>
        <w:tc>
          <w:tcPr>
            <w:tcW w:w="5850" w:type="dxa"/>
          </w:tcPr>
          <w:p w:rsidR="002B25A3" w:rsidRDefault="00900887" w:rsidP="00900887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Community input</w:t>
            </w:r>
            <w:r w:rsidR="007073C0">
              <w:rPr>
                <w:rStyle w:val="Heading3Char"/>
                <w:b/>
                <w:bCs/>
              </w:rPr>
              <w:t xml:space="preserve"> on </w:t>
            </w:r>
            <w:r>
              <w:rPr>
                <w:rStyle w:val="Heading3Char"/>
                <w:b/>
                <w:bCs/>
              </w:rPr>
              <w:t xml:space="preserve">Dir of Special Ed </w:t>
            </w:r>
          </w:p>
        </w:tc>
        <w:tc>
          <w:tcPr>
            <w:tcW w:w="2340" w:type="dxa"/>
          </w:tcPr>
          <w:p w:rsidR="002B25A3" w:rsidRDefault="00900887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Barnes/Nixon</w:t>
            </w:r>
          </w:p>
        </w:tc>
      </w:tr>
      <w:tr w:rsidR="00CC5493" w:rsidTr="00CC5493">
        <w:trPr>
          <w:trHeight w:val="504"/>
        </w:trPr>
        <w:tc>
          <w:tcPr>
            <w:tcW w:w="134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50" w:type="dxa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  <w:tc>
          <w:tcPr>
            <w:tcW w:w="2340" w:type="dxa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2B25A3" w:rsidTr="00CC5493">
        <w:trPr>
          <w:trHeight w:val="504"/>
        </w:trPr>
        <w:tc>
          <w:tcPr>
            <w:tcW w:w="1340" w:type="dxa"/>
          </w:tcPr>
          <w:p w:rsidR="002B25A3" w:rsidRDefault="00900887" w:rsidP="00900887">
            <w:pPr>
              <w:pStyle w:val="Heading3"/>
            </w:pPr>
            <w:r>
              <w:t>7:45 pm</w:t>
            </w:r>
          </w:p>
        </w:tc>
        <w:tc>
          <w:tcPr>
            <w:tcW w:w="5850" w:type="dxa"/>
          </w:tcPr>
          <w:p w:rsidR="002B25A3" w:rsidRDefault="00900887" w:rsidP="007073C0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Small groups</w:t>
            </w:r>
          </w:p>
        </w:tc>
        <w:tc>
          <w:tcPr>
            <w:tcW w:w="2340" w:type="dxa"/>
          </w:tcPr>
          <w:p w:rsidR="002B25A3" w:rsidRDefault="00900887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All</w:t>
            </w:r>
          </w:p>
        </w:tc>
      </w:tr>
      <w:tr w:rsidR="00CC5493" w:rsidTr="00CC5493">
        <w:trPr>
          <w:trHeight w:val="504"/>
        </w:trPr>
        <w:tc>
          <w:tcPr>
            <w:tcW w:w="1340" w:type="dxa"/>
          </w:tcPr>
          <w:p w:rsidR="00CC5493" w:rsidRDefault="00900887" w:rsidP="00D7332F">
            <w:pPr>
              <w:pStyle w:val="Heading3"/>
            </w:pPr>
            <w:r>
              <w:t>8:00 pm</w:t>
            </w:r>
          </w:p>
        </w:tc>
        <w:tc>
          <w:tcPr>
            <w:tcW w:w="5850" w:type="dxa"/>
          </w:tcPr>
          <w:p w:rsidR="00CC5493" w:rsidRDefault="00900887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Reconvene back to large group to go over info</w:t>
            </w:r>
          </w:p>
        </w:tc>
        <w:tc>
          <w:tcPr>
            <w:tcW w:w="2340" w:type="dxa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All</w:t>
            </w:r>
          </w:p>
        </w:tc>
      </w:tr>
      <w:tr w:rsidR="00CC5493" w:rsidTr="00CC5493">
        <w:trPr>
          <w:trHeight w:val="504"/>
        </w:trPr>
        <w:tc>
          <w:tcPr>
            <w:tcW w:w="134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50" w:type="dxa"/>
          </w:tcPr>
          <w:p w:rsidR="00CC5493" w:rsidRDefault="00900887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Report Out</w:t>
            </w:r>
          </w:p>
        </w:tc>
        <w:tc>
          <w:tcPr>
            <w:tcW w:w="2340" w:type="dxa"/>
          </w:tcPr>
          <w:p w:rsidR="00CC5493" w:rsidRDefault="00CC549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7073C0" w:rsidTr="00CC5493">
        <w:trPr>
          <w:trHeight w:val="504"/>
        </w:trPr>
        <w:tc>
          <w:tcPr>
            <w:tcW w:w="1340" w:type="dxa"/>
          </w:tcPr>
          <w:p w:rsidR="007073C0" w:rsidRDefault="00900887" w:rsidP="00D7332F">
            <w:pPr>
              <w:pStyle w:val="Heading3"/>
            </w:pPr>
            <w:r>
              <w:t>8:30</w:t>
            </w:r>
          </w:p>
        </w:tc>
        <w:tc>
          <w:tcPr>
            <w:tcW w:w="5850" w:type="dxa"/>
          </w:tcPr>
          <w:p w:rsidR="007073C0" w:rsidRDefault="00900887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Other SECAC Agenda items/Legislative review</w:t>
            </w:r>
          </w:p>
        </w:tc>
        <w:tc>
          <w:tcPr>
            <w:tcW w:w="2340" w:type="dxa"/>
          </w:tcPr>
          <w:p w:rsidR="007073C0" w:rsidRDefault="00900887" w:rsidP="002B25A3">
            <w:pPr>
              <w:pStyle w:val="Heading3"/>
              <w:rPr>
                <w:rStyle w:val="Heading3Char"/>
                <w:b/>
                <w:bCs/>
              </w:rPr>
            </w:pPr>
            <w:r>
              <w:rPr>
                <w:rStyle w:val="Heading3Char"/>
                <w:b/>
                <w:bCs/>
              </w:rPr>
              <w:t>Lori</w:t>
            </w:r>
          </w:p>
        </w:tc>
      </w:tr>
      <w:tr w:rsidR="002B25A3" w:rsidTr="00CC5493">
        <w:trPr>
          <w:trHeight w:val="1602"/>
        </w:trPr>
        <w:tc>
          <w:tcPr>
            <w:tcW w:w="1340" w:type="dxa"/>
          </w:tcPr>
          <w:p w:rsidR="002B25A3" w:rsidRDefault="00900887" w:rsidP="002B25A3">
            <w:pPr>
              <w:pStyle w:val="Heading3"/>
            </w:pPr>
            <w:r>
              <w:t>9:00</w:t>
            </w:r>
            <w:r w:rsidR="007073C0">
              <w:t xml:space="preserve"> </w:t>
            </w:r>
          </w:p>
        </w:tc>
        <w:tc>
          <w:tcPr>
            <w:tcW w:w="585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76"/>
              <w:gridCol w:w="1674"/>
            </w:tblGrid>
            <w:tr w:rsidR="002B25A3" w:rsidRPr="004C36B0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Pr="004C36B0" w:rsidRDefault="00900887" w:rsidP="007073C0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  <w:r>
                    <w:rPr>
                      <w:rStyle w:val="Heading3Char"/>
                      <w:b/>
                      <w:bCs/>
                    </w:rPr>
                    <w:t>End meeting</w:t>
                  </w:r>
                </w:p>
              </w:tc>
              <w:tc>
                <w:tcPr>
                  <w:tcW w:w="234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</w:tr>
            <w:tr w:rsidR="002B25A3" w:rsidRPr="004C36B0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  <w:tc>
                <w:tcPr>
                  <w:tcW w:w="234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</w:tr>
          </w:tbl>
          <w:p w:rsidR="002B25A3" w:rsidRDefault="002B25A3" w:rsidP="002B25A3"/>
        </w:tc>
        <w:tc>
          <w:tcPr>
            <w:tcW w:w="234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5"/>
              <w:gridCol w:w="675"/>
            </w:tblGrid>
            <w:tr w:rsidR="002B25A3" w:rsidRPr="004C36B0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  <w:tc>
                <w:tcPr>
                  <w:tcW w:w="2340" w:type="dxa"/>
                </w:tcPr>
                <w:p w:rsidR="002B25A3" w:rsidRPr="004C36B0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</w:rPr>
                  </w:pPr>
                </w:p>
              </w:tc>
            </w:tr>
          </w:tbl>
          <w:p w:rsidR="002B25A3" w:rsidRDefault="002B25A3" w:rsidP="002B25A3"/>
        </w:tc>
      </w:tr>
    </w:tbl>
    <w:p w:rsidR="00615F8E" w:rsidRDefault="00615F8E">
      <w:pPr>
        <w:pStyle w:val="Heading2"/>
      </w:pPr>
    </w:p>
    <w:p w:rsidR="00615F8E" w:rsidRDefault="00615F8E"/>
    <w:sectPr w:rsidR="00615F8E"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439" w:rsidRDefault="00947439">
      <w:pPr>
        <w:spacing w:after="0"/>
      </w:pPr>
      <w:r>
        <w:separator/>
      </w:r>
    </w:p>
  </w:endnote>
  <w:endnote w:type="continuationSeparator" w:id="0">
    <w:p w:rsidR="00947439" w:rsidRDefault="0094743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8E" w:rsidRDefault="00121D01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D3608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439" w:rsidRDefault="00947439">
      <w:pPr>
        <w:spacing w:after="0"/>
      </w:pPr>
      <w:r>
        <w:separator/>
      </w:r>
    </w:p>
  </w:footnote>
  <w:footnote w:type="continuationSeparator" w:id="0">
    <w:p w:rsidR="00947439" w:rsidRDefault="0094743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C6A62"/>
    <w:multiLevelType w:val="hybridMultilevel"/>
    <w:tmpl w:val="C22CCA72"/>
    <w:lvl w:ilvl="0" w:tplc="015447E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7A625E4F"/>
    <w:multiLevelType w:val="hybridMultilevel"/>
    <w:tmpl w:val="AEDE0E3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5A3"/>
    <w:rsid w:val="00121D01"/>
    <w:rsid w:val="0013618E"/>
    <w:rsid w:val="00136BB4"/>
    <w:rsid w:val="002B25A3"/>
    <w:rsid w:val="0033238D"/>
    <w:rsid w:val="00415289"/>
    <w:rsid w:val="004F591C"/>
    <w:rsid w:val="00615F8E"/>
    <w:rsid w:val="00702E12"/>
    <w:rsid w:val="007073C0"/>
    <w:rsid w:val="007432DC"/>
    <w:rsid w:val="007A1847"/>
    <w:rsid w:val="007D3686"/>
    <w:rsid w:val="00900887"/>
    <w:rsid w:val="00947439"/>
    <w:rsid w:val="00973D90"/>
    <w:rsid w:val="00AA2BAC"/>
    <w:rsid w:val="00B174BE"/>
    <w:rsid w:val="00B6365B"/>
    <w:rsid w:val="00BD2EBD"/>
    <w:rsid w:val="00CC5493"/>
    <w:rsid w:val="00D36088"/>
    <w:rsid w:val="00D7332F"/>
    <w:rsid w:val="00F1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2"/>
  </w:style>
  <w:style w:type="paragraph" w:styleId="BalloonText">
    <w:name w:val="Balloon Text"/>
    <w:basedOn w:val="Normal"/>
    <w:link w:val="BalloonTextChar"/>
    <w:uiPriority w:val="99"/>
    <w:semiHidden/>
    <w:unhideWhenUsed/>
    <w:rsid w:val="0033238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2"/>
  </w:style>
  <w:style w:type="paragraph" w:styleId="BalloonText">
    <w:name w:val="Balloon Text"/>
    <w:basedOn w:val="Normal"/>
    <w:link w:val="BalloonTextChar"/>
    <w:uiPriority w:val="99"/>
    <w:semiHidden/>
    <w:unhideWhenUsed/>
    <w:rsid w:val="0033238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hropshire\AppData\Roaming\Microsoft\Templates\All%20day%20meeting%20agenda%20(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7F762880177406C88A091411D336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F1565-DDC4-4F91-ABC5-56CA190E04DE}"/>
      </w:docPartPr>
      <w:docPartBody>
        <w:p w:rsidR="00AA0671" w:rsidRDefault="00EF0D55">
          <w:pPr>
            <w:pStyle w:val="07F762880177406C88A091411D336667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55"/>
    <w:rsid w:val="00265BE6"/>
    <w:rsid w:val="003438E1"/>
    <w:rsid w:val="00AA0671"/>
    <w:rsid w:val="00EF0D55"/>
    <w:rsid w:val="00F87462"/>
    <w:rsid w:val="00FB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D3D11B05B943578CDEE0B70CB49D79">
    <w:name w:val="5AD3D11B05B943578CDEE0B70CB49D79"/>
  </w:style>
  <w:style w:type="paragraph" w:customStyle="1" w:styleId="07F762880177406C88A091411D336667">
    <w:name w:val="07F762880177406C88A091411D336667"/>
  </w:style>
  <w:style w:type="paragraph" w:customStyle="1" w:styleId="983D2D4CAA2D4770A39063F795799A13">
    <w:name w:val="983D2D4CAA2D4770A39063F795799A13"/>
  </w:style>
  <w:style w:type="paragraph" w:customStyle="1" w:styleId="9EF6B6BEAC2A48E491E7F8C04DA35E9D">
    <w:name w:val="9EF6B6BEAC2A48E491E7F8C04DA35E9D"/>
  </w:style>
  <w:style w:type="paragraph" w:customStyle="1" w:styleId="029485D352584009ACCC836FA503D290">
    <w:name w:val="029485D352584009ACCC836FA503D290"/>
  </w:style>
  <w:style w:type="paragraph" w:customStyle="1" w:styleId="743CCDA9DB424ACAA560833C98CD77A5">
    <w:name w:val="743CCDA9DB424ACAA560833C98CD77A5"/>
  </w:style>
  <w:style w:type="paragraph" w:customStyle="1" w:styleId="E58F1F191E5B469ABD78ADBF4C4DBA33">
    <w:name w:val="E58F1F191E5B469ABD78ADBF4C4DBA33"/>
  </w:style>
  <w:style w:type="paragraph" w:customStyle="1" w:styleId="A45A030F52B7438E9A96AB99D2822980">
    <w:name w:val="A45A030F52B7438E9A96AB99D2822980"/>
  </w:style>
  <w:style w:type="paragraph" w:customStyle="1" w:styleId="CCD9189A83CC4CBF99EBE56C8350DB5D">
    <w:name w:val="CCD9189A83CC4CBF99EBE56C8350DB5D"/>
  </w:style>
  <w:style w:type="paragraph" w:customStyle="1" w:styleId="103C21967D654079B1D972A7F1AD04AE">
    <w:name w:val="103C21967D654079B1D972A7F1AD04AE"/>
  </w:style>
  <w:style w:type="paragraph" w:customStyle="1" w:styleId="FEF696DD17034235AA05A900252DA698">
    <w:name w:val="FEF696DD17034235AA05A900252DA698"/>
  </w:style>
  <w:style w:type="paragraph" w:customStyle="1" w:styleId="15BAB9D2553845A7B5F5902A8DD1733B">
    <w:name w:val="15BAB9D2553845A7B5F5902A8DD1733B"/>
  </w:style>
  <w:style w:type="paragraph" w:customStyle="1" w:styleId="4D02BE32C05940A09BCABD56C4F83A15">
    <w:name w:val="4D02BE32C05940A09BCABD56C4F83A1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D3D11B05B943578CDEE0B70CB49D79">
    <w:name w:val="5AD3D11B05B943578CDEE0B70CB49D79"/>
  </w:style>
  <w:style w:type="paragraph" w:customStyle="1" w:styleId="07F762880177406C88A091411D336667">
    <w:name w:val="07F762880177406C88A091411D336667"/>
  </w:style>
  <w:style w:type="paragraph" w:customStyle="1" w:styleId="983D2D4CAA2D4770A39063F795799A13">
    <w:name w:val="983D2D4CAA2D4770A39063F795799A13"/>
  </w:style>
  <w:style w:type="paragraph" w:customStyle="1" w:styleId="9EF6B6BEAC2A48E491E7F8C04DA35E9D">
    <w:name w:val="9EF6B6BEAC2A48E491E7F8C04DA35E9D"/>
  </w:style>
  <w:style w:type="paragraph" w:customStyle="1" w:styleId="029485D352584009ACCC836FA503D290">
    <w:name w:val="029485D352584009ACCC836FA503D290"/>
  </w:style>
  <w:style w:type="paragraph" w:customStyle="1" w:styleId="743CCDA9DB424ACAA560833C98CD77A5">
    <w:name w:val="743CCDA9DB424ACAA560833C98CD77A5"/>
  </w:style>
  <w:style w:type="paragraph" w:customStyle="1" w:styleId="E58F1F191E5B469ABD78ADBF4C4DBA33">
    <w:name w:val="E58F1F191E5B469ABD78ADBF4C4DBA33"/>
  </w:style>
  <w:style w:type="paragraph" w:customStyle="1" w:styleId="A45A030F52B7438E9A96AB99D2822980">
    <w:name w:val="A45A030F52B7438E9A96AB99D2822980"/>
  </w:style>
  <w:style w:type="paragraph" w:customStyle="1" w:styleId="CCD9189A83CC4CBF99EBE56C8350DB5D">
    <w:name w:val="CCD9189A83CC4CBF99EBE56C8350DB5D"/>
  </w:style>
  <w:style w:type="paragraph" w:customStyle="1" w:styleId="103C21967D654079B1D972A7F1AD04AE">
    <w:name w:val="103C21967D654079B1D972A7F1AD04AE"/>
  </w:style>
  <w:style w:type="paragraph" w:customStyle="1" w:styleId="FEF696DD17034235AA05A900252DA698">
    <w:name w:val="FEF696DD17034235AA05A900252DA698"/>
  </w:style>
  <w:style w:type="paragraph" w:customStyle="1" w:styleId="15BAB9D2553845A7B5F5902A8DD1733B">
    <w:name w:val="15BAB9D2553845A7B5F5902A8DD1733B"/>
  </w:style>
  <w:style w:type="paragraph" w:customStyle="1" w:styleId="4D02BE32C05940A09BCABD56C4F83A15">
    <w:name w:val="4D02BE32C05940A09BCABD56C4F83A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Agend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88CB5-E18E-4F66-BAE3-AD0151325E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 day meeting agenda (formal)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2018-02-26T19:22:00Z</dcterms:created>
  <dcterms:modified xsi:type="dcterms:W3CDTF">2018-02-26T19:39:00Z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TC039918309991</vt:lpwstr>
  </property>
</Properties>
</file>