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BE1" w:rsidRDefault="0069269E" w:rsidP="00E36CE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bookmarkStart w:id="0" w:name="_GoBack"/>
      <w:bookmarkEnd w:id="0"/>
      <w:r w:rsidRPr="00480B05">
        <w:rPr>
          <w:rFonts w:ascii="Arial" w:eastAsia="Times New Roman" w:hAnsi="Arial" w:cs="Arial"/>
          <w:b/>
          <w:sz w:val="32"/>
          <w:szCs w:val="32"/>
        </w:rPr>
        <w:t>ROSE GARDEN VILLAS</w:t>
      </w:r>
    </w:p>
    <w:p w:rsidR="0069269E" w:rsidRPr="00480B05" w:rsidRDefault="00497A11" w:rsidP="002E4F5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80B05">
        <w:rPr>
          <w:rFonts w:ascii="Arial" w:eastAsia="Times New Roman" w:hAnsi="Arial" w:cs="Arial"/>
          <w:b/>
          <w:sz w:val="32"/>
          <w:szCs w:val="32"/>
        </w:rPr>
        <w:t>CONDOMINIUM ASSOCIATION</w:t>
      </w:r>
      <w:r w:rsidR="00E20BE1">
        <w:rPr>
          <w:rFonts w:ascii="Arial" w:eastAsia="Times New Roman" w:hAnsi="Arial" w:cs="Arial"/>
          <w:b/>
          <w:sz w:val="32"/>
          <w:szCs w:val="32"/>
        </w:rPr>
        <w:t xml:space="preserve"> INC</w:t>
      </w:r>
      <w:r w:rsidR="000F2E7F">
        <w:rPr>
          <w:rFonts w:ascii="Arial" w:eastAsia="Times New Roman" w:hAnsi="Arial" w:cs="Arial"/>
          <w:b/>
          <w:sz w:val="32"/>
          <w:szCs w:val="32"/>
        </w:rPr>
        <w:t>.</w:t>
      </w:r>
    </w:p>
    <w:p w:rsidR="002E4F5E" w:rsidRDefault="002E4F5E" w:rsidP="00E20BE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D736A" w:rsidRDefault="00E3563A" w:rsidP="00E20BE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>
        <w:rPr>
          <w:rFonts w:ascii="Arial" w:eastAsia="Times New Roman" w:hAnsi="Arial" w:cs="Arial"/>
          <w:b/>
          <w:sz w:val="36"/>
          <w:szCs w:val="36"/>
        </w:rPr>
        <w:t>CONSENT FOR EMAIL TRANSMISSIONS</w:t>
      </w:r>
    </w:p>
    <w:p w:rsidR="00E3563A" w:rsidRPr="00FD736A" w:rsidRDefault="00E3563A" w:rsidP="00E20BE1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</w:p>
    <w:p w:rsidR="00C77D9A" w:rsidRPr="00E3563A" w:rsidRDefault="00022646" w:rsidP="00E20BE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</w:t>
      </w:r>
      <w:r w:rsidR="00E20BE1" w:rsidRPr="00022646">
        <w:rPr>
          <w:rFonts w:ascii="Arial" w:eastAsia="Times New Roman" w:hAnsi="Arial" w:cs="Arial"/>
          <w:sz w:val="24"/>
          <w:szCs w:val="24"/>
        </w:rPr>
        <w:t>he Board of Directors</w:t>
      </w:r>
      <w:r>
        <w:rPr>
          <w:rFonts w:ascii="Arial" w:eastAsia="Times New Roman" w:hAnsi="Arial" w:cs="Arial"/>
          <w:sz w:val="24"/>
          <w:szCs w:val="24"/>
        </w:rPr>
        <w:t xml:space="preserve"> would like to:</w:t>
      </w:r>
    </w:p>
    <w:p w:rsidR="00E20BE1" w:rsidRDefault="00022646" w:rsidP="00E20BE1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 xml:space="preserve">reduce </w:t>
      </w:r>
      <w:r w:rsidR="00FD736A">
        <w:rPr>
          <w:rFonts w:ascii="Arial" w:eastAsia="Times New Roman" w:hAnsi="Arial" w:cs="Arial"/>
          <w:i/>
          <w:sz w:val="24"/>
          <w:szCs w:val="24"/>
        </w:rPr>
        <w:t>administrative expense (paper, envelopes, photocopying and postage)</w:t>
      </w:r>
    </w:p>
    <w:p w:rsidR="00022646" w:rsidRPr="00022646" w:rsidRDefault="00C914AB" w:rsidP="0002264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 xml:space="preserve">improve </w:t>
      </w:r>
      <w:r w:rsidR="00022646">
        <w:rPr>
          <w:rFonts w:ascii="Arial" w:eastAsia="Times New Roman" w:hAnsi="Arial" w:cs="Arial"/>
          <w:i/>
          <w:sz w:val="24"/>
          <w:szCs w:val="24"/>
        </w:rPr>
        <w:t>communication between</w:t>
      </w:r>
      <w:r w:rsidR="007B7317">
        <w:rPr>
          <w:rFonts w:ascii="Arial" w:eastAsia="Times New Roman" w:hAnsi="Arial" w:cs="Arial"/>
          <w:i/>
          <w:sz w:val="24"/>
          <w:szCs w:val="24"/>
        </w:rPr>
        <w:t xml:space="preserve"> the Board and condominium </w:t>
      </w:r>
      <w:r w:rsidR="00022646">
        <w:rPr>
          <w:rFonts w:ascii="Arial" w:eastAsia="Times New Roman" w:hAnsi="Arial" w:cs="Arial"/>
          <w:i/>
          <w:sz w:val="24"/>
          <w:szCs w:val="24"/>
        </w:rPr>
        <w:t>owners</w:t>
      </w:r>
    </w:p>
    <w:p w:rsidR="002E4F5E" w:rsidRPr="0093323A" w:rsidRDefault="007B7317" w:rsidP="009332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 xml:space="preserve">lessen </w:t>
      </w:r>
      <w:r w:rsidR="00D07445">
        <w:rPr>
          <w:rFonts w:ascii="Arial" w:eastAsia="Times New Roman" w:hAnsi="Arial" w:cs="Arial"/>
          <w:i/>
          <w:sz w:val="24"/>
          <w:szCs w:val="24"/>
        </w:rPr>
        <w:t xml:space="preserve">the </w:t>
      </w:r>
      <w:r w:rsidR="005947BD">
        <w:rPr>
          <w:rFonts w:ascii="Arial" w:eastAsia="Times New Roman" w:hAnsi="Arial" w:cs="Arial"/>
          <w:i/>
          <w:sz w:val="24"/>
          <w:szCs w:val="24"/>
        </w:rPr>
        <w:t>Pro</w:t>
      </w:r>
      <w:r w:rsidR="00022646">
        <w:rPr>
          <w:rFonts w:ascii="Arial" w:eastAsia="Times New Roman" w:hAnsi="Arial" w:cs="Arial"/>
          <w:i/>
          <w:sz w:val="24"/>
          <w:szCs w:val="24"/>
        </w:rPr>
        <w:t>perty Manager’s time tending to administrative tasks</w:t>
      </w:r>
    </w:p>
    <w:p w:rsidR="00E20BE1" w:rsidRPr="00FD736A" w:rsidRDefault="00D07445" w:rsidP="00E20BE1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be environmentally conscious</w:t>
      </w:r>
      <w:r w:rsidR="000F2E7F" w:rsidRPr="00FD736A">
        <w:rPr>
          <w:rFonts w:ascii="Arial" w:eastAsia="Times New Roman" w:hAnsi="Arial" w:cs="Arial"/>
          <w:i/>
          <w:sz w:val="24"/>
          <w:szCs w:val="24"/>
        </w:rPr>
        <w:t xml:space="preserve"> </w:t>
      </w:r>
    </w:p>
    <w:p w:rsidR="0093323A" w:rsidRPr="0093323A" w:rsidRDefault="000259BC" w:rsidP="009332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 xml:space="preserve">expediently disseminate information </w:t>
      </w:r>
      <w:r w:rsidR="0093323A">
        <w:rPr>
          <w:rFonts w:ascii="Arial" w:eastAsia="Times New Roman" w:hAnsi="Arial" w:cs="Arial"/>
          <w:i/>
          <w:sz w:val="24"/>
          <w:szCs w:val="24"/>
        </w:rPr>
        <w:t>to owners (</w:t>
      </w:r>
      <w:r w:rsidR="007B7317">
        <w:rPr>
          <w:rFonts w:ascii="Arial" w:eastAsia="Times New Roman" w:hAnsi="Arial" w:cs="Arial"/>
          <w:i/>
          <w:sz w:val="24"/>
          <w:szCs w:val="24"/>
        </w:rPr>
        <w:t xml:space="preserve">agendas, </w:t>
      </w:r>
      <w:r w:rsidR="00D07445">
        <w:rPr>
          <w:rFonts w:ascii="Arial" w:eastAsia="Times New Roman" w:hAnsi="Arial" w:cs="Arial"/>
          <w:i/>
          <w:sz w:val="24"/>
          <w:szCs w:val="24"/>
        </w:rPr>
        <w:t>minutes, newsletters, notices</w:t>
      </w:r>
      <w:r w:rsidR="00AE1548">
        <w:rPr>
          <w:rFonts w:ascii="Arial" w:eastAsia="Times New Roman" w:hAnsi="Arial" w:cs="Arial"/>
          <w:i/>
          <w:sz w:val="24"/>
          <w:szCs w:val="24"/>
        </w:rPr>
        <w:t>, residential contact information</w:t>
      </w:r>
      <w:r w:rsidR="00D07445">
        <w:rPr>
          <w:rFonts w:ascii="Arial" w:eastAsia="Times New Roman" w:hAnsi="Arial" w:cs="Arial"/>
          <w:i/>
          <w:sz w:val="24"/>
          <w:szCs w:val="24"/>
        </w:rPr>
        <w:t xml:space="preserve"> and other condo related documents</w:t>
      </w:r>
      <w:r w:rsidR="0093323A">
        <w:rPr>
          <w:rFonts w:ascii="Arial" w:eastAsia="Times New Roman" w:hAnsi="Arial" w:cs="Arial"/>
          <w:i/>
          <w:sz w:val="24"/>
          <w:szCs w:val="24"/>
        </w:rPr>
        <w:t xml:space="preserve">) </w:t>
      </w:r>
    </w:p>
    <w:p w:rsidR="00C77D9A" w:rsidRPr="0093323A" w:rsidRDefault="0093323A" w:rsidP="009332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 xml:space="preserve">provide </w:t>
      </w:r>
      <w:r w:rsidR="007B7317">
        <w:rPr>
          <w:rFonts w:ascii="Arial" w:eastAsia="Times New Roman" w:hAnsi="Arial" w:cs="Arial"/>
          <w:i/>
          <w:sz w:val="24"/>
          <w:szCs w:val="24"/>
        </w:rPr>
        <w:t xml:space="preserve">informational </w:t>
      </w:r>
      <w:r>
        <w:rPr>
          <w:rFonts w:ascii="Arial" w:eastAsia="Times New Roman" w:hAnsi="Arial" w:cs="Arial"/>
          <w:i/>
          <w:sz w:val="24"/>
          <w:szCs w:val="24"/>
        </w:rPr>
        <w:t xml:space="preserve">updates on projects undertaken </w:t>
      </w:r>
    </w:p>
    <w:p w:rsidR="000F2E7F" w:rsidRDefault="000F2E7F" w:rsidP="000F2E7F">
      <w:pPr>
        <w:pStyle w:val="ListParagraph"/>
        <w:spacing w:after="0" w:line="240" w:lineRule="auto"/>
        <w:ind w:left="765"/>
        <w:rPr>
          <w:rFonts w:ascii="Arial" w:eastAsia="Times New Roman" w:hAnsi="Arial" w:cs="Arial"/>
          <w:b/>
          <w:i/>
          <w:sz w:val="24"/>
          <w:szCs w:val="24"/>
        </w:rPr>
      </w:pPr>
    </w:p>
    <w:p w:rsidR="00D07445" w:rsidRDefault="0093323A" w:rsidP="00E36C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In o</w:t>
      </w:r>
      <w:r w:rsidR="00C914AB">
        <w:rPr>
          <w:rFonts w:ascii="Arial" w:eastAsia="Times New Roman" w:hAnsi="Arial" w:cs="Arial"/>
          <w:sz w:val="24"/>
          <w:szCs w:val="24"/>
        </w:rPr>
        <w:t xml:space="preserve">rder to accomplish this, </w:t>
      </w:r>
      <w:r w:rsidR="000259BC">
        <w:rPr>
          <w:rFonts w:ascii="Arial" w:eastAsia="Times New Roman" w:hAnsi="Arial" w:cs="Arial"/>
          <w:sz w:val="24"/>
          <w:szCs w:val="24"/>
        </w:rPr>
        <w:t xml:space="preserve">we require </w:t>
      </w:r>
      <w:r w:rsidR="006E4D70">
        <w:rPr>
          <w:rFonts w:ascii="Arial" w:eastAsia="Times New Roman" w:hAnsi="Arial" w:cs="Arial"/>
          <w:sz w:val="24"/>
          <w:szCs w:val="24"/>
        </w:rPr>
        <w:t>your written consent enabling</w:t>
      </w:r>
      <w:r w:rsidR="000259BC">
        <w:rPr>
          <w:rFonts w:ascii="Arial" w:eastAsia="Times New Roman" w:hAnsi="Arial" w:cs="Arial"/>
          <w:sz w:val="24"/>
          <w:szCs w:val="24"/>
        </w:rPr>
        <w:t xml:space="preserve"> us</w:t>
      </w:r>
      <w:r>
        <w:rPr>
          <w:rFonts w:ascii="Arial" w:eastAsia="Times New Roman" w:hAnsi="Arial" w:cs="Arial"/>
          <w:sz w:val="24"/>
          <w:szCs w:val="24"/>
        </w:rPr>
        <w:t xml:space="preserve"> to communicate with you by </w:t>
      </w:r>
      <w:r w:rsidRPr="0093323A">
        <w:rPr>
          <w:rFonts w:ascii="Arial" w:eastAsia="Times New Roman" w:hAnsi="Arial" w:cs="Arial"/>
          <w:b/>
          <w:sz w:val="24"/>
          <w:szCs w:val="24"/>
        </w:rPr>
        <w:t>EMAIL</w:t>
      </w:r>
      <w:r>
        <w:rPr>
          <w:rFonts w:ascii="Arial" w:eastAsia="Times New Roman" w:hAnsi="Arial" w:cs="Arial"/>
          <w:sz w:val="24"/>
          <w:szCs w:val="24"/>
        </w:rPr>
        <w:t>.</w:t>
      </w:r>
      <w:r w:rsidR="00E36CEE">
        <w:rPr>
          <w:rFonts w:ascii="Arial" w:eastAsia="Times New Roman" w:hAnsi="Arial" w:cs="Arial"/>
          <w:sz w:val="24"/>
          <w:szCs w:val="24"/>
        </w:rPr>
        <w:t xml:space="preserve">  </w:t>
      </w:r>
      <w:r w:rsidR="00C914AB">
        <w:rPr>
          <w:rFonts w:ascii="Arial" w:eastAsia="Times New Roman" w:hAnsi="Arial" w:cs="Arial"/>
          <w:sz w:val="24"/>
          <w:szCs w:val="24"/>
        </w:rPr>
        <w:t>Cur</w:t>
      </w:r>
      <w:r w:rsidR="006E4D70">
        <w:rPr>
          <w:rFonts w:ascii="Arial" w:eastAsia="Times New Roman" w:hAnsi="Arial" w:cs="Arial"/>
          <w:sz w:val="24"/>
          <w:szCs w:val="24"/>
        </w:rPr>
        <w:t xml:space="preserve">rently, </w:t>
      </w:r>
      <w:r w:rsidR="00C914AB">
        <w:rPr>
          <w:rFonts w:ascii="Arial" w:eastAsia="Times New Roman" w:hAnsi="Arial" w:cs="Arial"/>
          <w:sz w:val="24"/>
          <w:szCs w:val="24"/>
        </w:rPr>
        <w:t>notice</w:t>
      </w:r>
      <w:r w:rsidR="000259BC">
        <w:rPr>
          <w:rFonts w:ascii="Arial" w:eastAsia="Times New Roman" w:hAnsi="Arial" w:cs="Arial"/>
          <w:sz w:val="24"/>
          <w:szCs w:val="24"/>
        </w:rPr>
        <w:t>s</w:t>
      </w:r>
      <w:r w:rsidR="00C914AB">
        <w:rPr>
          <w:rFonts w:ascii="Arial" w:eastAsia="Times New Roman" w:hAnsi="Arial" w:cs="Arial"/>
          <w:sz w:val="24"/>
          <w:szCs w:val="24"/>
        </w:rPr>
        <w:t xml:space="preserve"> to membership </w:t>
      </w:r>
      <w:r w:rsidR="00A634C8">
        <w:rPr>
          <w:rFonts w:ascii="Arial" w:eastAsia="Times New Roman" w:hAnsi="Arial" w:cs="Arial"/>
          <w:sz w:val="24"/>
          <w:szCs w:val="24"/>
        </w:rPr>
        <w:t xml:space="preserve">for annual meetings </w:t>
      </w:r>
      <w:r w:rsidR="00C914AB">
        <w:rPr>
          <w:rFonts w:ascii="Arial" w:eastAsia="Times New Roman" w:hAnsi="Arial" w:cs="Arial"/>
          <w:sz w:val="24"/>
          <w:szCs w:val="24"/>
        </w:rPr>
        <w:t>may be provided by:</w:t>
      </w:r>
    </w:p>
    <w:p w:rsidR="00D07445" w:rsidRDefault="00D07445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07445" w:rsidRDefault="00C914AB" w:rsidP="00C914AB">
      <w:pPr>
        <w:pStyle w:val="ListParagraph"/>
        <w:numPr>
          <w:ilvl w:val="0"/>
          <w:numId w:val="3"/>
        </w:num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US Mail to the last addre</w:t>
      </w:r>
      <w:r w:rsidR="000259BC">
        <w:rPr>
          <w:rFonts w:ascii="Arial" w:eastAsia="Times New Roman" w:hAnsi="Arial" w:cs="Arial"/>
          <w:sz w:val="24"/>
          <w:szCs w:val="24"/>
        </w:rPr>
        <w:t>ss forwarded to the Association OR</w:t>
      </w:r>
    </w:p>
    <w:p w:rsidR="00C914AB" w:rsidRDefault="00C914AB" w:rsidP="00C914AB">
      <w:pPr>
        <w:pStyle w:val="ListParagraph"/>
        <w:numPr>
          <w:ilvl w:val="0"/>
          <w:numId w:val="3"/>
        </w:num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Hand delivery, requiring the owner to waive, in writing, the righ</w:t>
      </w:r>
      <w:r w:rsidR="000259BC">
        <w:rPr>
          <w:rFonts w:ascii="Arial" w:eastAsia="Times New Roman" w:hAnsi="Arial" w:cs="Arial"/>
          <w:sz w:val="24"/>
          <w:szCs w:val="24"/>
        </w:rPr>
        <w:t xml:space="preserve">t to receive the </w:t>
      </w:r>
      <w:r w:rsidR="0059470C">
        <w:rPr>
          <w:rFonts w:ascii="Arial" w:eastAsia="Times New Roman" w:hAnsi="Arial" w:cs="Arial"/>
          <w:sz w:val="24"/>
          <w:szCs w:val="24"/>
        </w:rPr>
        <w:t xml:space="preserve">  </w:t>
      </w:r>
      <w:r w:rsidR="000259BC">
        <w:rPr>
          <w:rFonts w:ascii="Arial" w:eastAsia="Times New Roman" w:hAnsi="Arial" w:cs="Arial"/>
          <w:sz w:val="24"/>
          <w:szCs w:val="24"/>
        </w:rPr>
        <w:t>notice by mail OR</w:t>
      </w:r>
    </w:p>
    <w:p w:rsidR="000259BC" w:rsidRPr="00E676B9" w:rsidRDefault="000259BC" w:rsidP="00E676B9">
      <w:pPr>
        <w:pStyle w:val="ListParagraph"/>
        <w:numPr>
          <w:ilvl w:val="0"/>
          <w:numId w:val="3"/>
        </w:num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  <w:r w:rsidRPr="00E676B9">
        <w:rPr>
          <w:rFonts w:ascii="Arial" w:eastAsia="Times New Roman" w:hAnsi="Arial" w:cs="Arial"/>
          <w:sz w:val="24"/>
          <w:szCs w:val="24"/>
        </w:rPr>
        <w:t>Electronic transmission, which includes facsimile transmissions, telegrams</w:t>
      </w:r>
      <w:r w:rsidRPr="00E676B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E676B9">
        <w:rPr>
          <w:rFonts w:ascii="Arial" w:eastAsia="Times New Roman" w:hAnsi="Arial" w:cs="Arial"/>
          <w:sz w:val="24"/>
          <w:szCs w:val="24"/>
        </w:rPr>
        <w:t>or email.</w:t>
      </w:r>
      <w:r w:rsidRPr="00E676B9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E676B9">
        <w:rPr>
          <w:rFonts w:ascii="Arial" w:eastAsia="Times New Roman" w:hAnsi="Arial" w:cs="Arial"/>
          <w:b/>
          <w:sz w:val="24"/>
          <w:szCs w:val="24"/>
          <w:u w:val="single"/>
        </w:rPr>
        <w:t>Members must agree in writing to receive notices electronically.</w:t>
      </w:r>
    </w:p>
    <w:p w:rsidR="006E4D70" w:rsidRPr="007B7317" w:rsidRDefault="006E4D70" w:rsidP="006E4D70">
      <w:pPr>
        <w:pStyle w:val="ListParagraph"/>
        <w:tabs>
          <w:tab w:val="left" w:pos="393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</w:p>
    <w:p w:rsidR="00934CF5" w:rsidRDefault="00934CF5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914AB" w:rsidRPr="000259BC" w:rsidRDefault="000259BC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YES</w:t>
      </w:r>
      <w:r w:rsidR="005919C2">
        <w:rPr>
          <w:rFonts w:ascii="Arial" w:eastAsia="Times New Roman" w:hAnsi="Arial" w:cs="Arial"/>
          <w:b/>
          <w:sz w:val="24"/>
          <w:szCs w:val="24"/>
        </w:rPr>
        <w:t xml:space="preserve"> PLEASE</w:t>
      </w:r>
      <w:r>
        <w:rPr>
          <w:rFonts w:ascii="Arial" w:eastAsia="Times New Roman" w:hAnsi="Arial" w:cs="Arial"/>
          <w:b/>
          <w:sz w:val="24"/>
          <w:szCs w:val="24"/>
        </w:rPr>
        <w:t xml:space="preserve">:  I agree to receiving information via email     </w:t>
      </w:r>
      <w:r w:rsidR="007B7317">
        <w:rPr>
          <w:rFonts w:ascii="Arial" w:eastAsia="Times New Roman" w:hAnsi="Arial" w:cs="Arial"/>
          <w:b/>
          <w:sz w:val="24"/>
          <w:szCs w:val="24"/>
        </w:rPr>
        <w:t xml:space="preserve">            </w:t>
      </w:r>
      <w:r w:rsidRPr="00E36CEE">
        <w:rPr>
          <w:rFonts w:ascii="Arial" w:eastAsia="Times New Roman" w:hAnsi="Arial" w:cs="Arial"/>
          <w:b/>
          <w:sz w:val="32"/>
          <w:szCs w:val="32"/>
        </w:rPr>
        <w:t xml:space="preserve">   </w:t>
      </w: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</w:p>
    <w:p w:rsidR="00E36CEE" w:rsidRDefault="00E36CEE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259BC" w:rsidRDefault="000259BC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Name:                     ____________________________________      Unit #:________</w:t>
      </w:r>
    </w:p>
    <w:p w:rsidR="000259BC" w:rsidRDefault="000259BC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 w:cs="Arial"/>
          <w:sz w:val="24"/>
          <w:szCs w:val="24"/>
        </w:rPr>
        <w:tab/>
      </w:r>
    </w:p>
    <w:p w:rsidR="000259BC" w:rsidRDefault="000259BC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EMAIL ADDRESS:  _____________________________________________</w:t>
      </w:r>
    </w:p>
    <w:p w:rsidR="000259BC" w:rsidRDefault="000259BC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C61F1" w:rsidRDefault="009C61F1" w:rsidP="009C61F1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For those who do not have </w:t>
      </w:r>
      <w:r w:rsidRPr="000F2E7F">
        <w:rPr>
          <w:rFonts w:ascii="Arial" w:eastAsia="Times New Roman" w:hAnsi="Arial" w:cs="Arial"/>
          <w:sz w:val="24"/>
          <w:szCs w:val="24"/>
        </w:rPr>
        <w:t xml:space="preserve">computer </w:t>
      </w:r>
      <w:r>
        <w:rPr>
          <w:rFonts w:ascii="Arial" w:eastAsia="Times New Roman" w:hAnsi="Arial" w:cs="Arial"/>
          <w:sz w:val="24"/>
          <w:szCs w:val="24"/>
        </w:rPr>
        <w:t xml:space="preserve">access, </w:t>
      </w:r>
      <w:r w:rsidRPr="000F2E7F">
        <w:rPr>
          <w:rFonts w:ascii="Arial" w:eastAsia="Times New Roman" w:hAnsi="Arial" w:cs="Arial"/>
          <w:sz w:val="24"/>
          <w:szCs w:val="24"/>
        </w:rPr>
        <w:t>an email address,</w:t>
      </w:r>
      <w:r>
        <w:rPr>
          <w:rFonts w:ascii="Arial" w:eastAsia="Times New Roman" w:hAnsi="Arial" w:cs="Arial"/>
          <w:sz w:val="24"/>
          <w:szCs w:val="24"/>
        </w:rPr>
        <w:t xml:space="preserve"> or wish to continue receiving communication via</w:t>
      </w:r>
      <w:r w:rsidRPr="000F2E7F">
        <w:rPr>
          <w:rFonts w:ascii="Arial" w:eastAsia="Times New Roman" w:hAnsi="Arial" w:cs="Arial"/>
          <w:sz w:val="24"/>
          <w:szCs w:val="24"/>
        </w:rPr>
        <w:t xml:space="preserve"> US Post</w:t>
      </w:r>
      <w:r>
        <w:rPr>
          <w:rFonts w:ascii="Arial" w:eastAsia="Times New Roman" w:hAnsi="Arial" w:cs="Arial"/>
          <w:sz w:val="24"/>
          <w:szCs w:val="24"/>
        </w:rPr>
        <w:t xml:space="preserve">al Service, we will comply.  </w:t>
      </w:r>
    </w:p>
    <w:p w:rsidR="009C61F1" w:rsidRDefault="009C61F1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C61F1" w:rsidRPr="005919C2" w:rsidRDefault="009C61F1" w:rsidP="009C61F1">
      <w:pPr>
        <w:tabs>
          <w:tab w:val="left" w:pos="3930"/>
        </w:tabs>
        <w:spacing w:after="0" w:line="240" w:lineRule="auto"/>
        <w:rPr>
          <w:rFonts w:ascii="Algerian" w:eastAsia="Times New Roman" w:hAnsi="Algerian" w:cs="Arial"/>
          <w:b/>
          <w:sz w:val="32"/>
          <w:szCs w:val="32"/>
        </w:rPr>
      </w:pPr>
      <w:r w:rsidRPr="005919C2">
        <w:rPr>
          <w:rFonts w:ascii="Arial" w:eastAsia="Times New Roman" w:hAnsi="Arial" w:cs="Arial"/>
          <w:b/>
          <w:sz w:val="24"/>
          <w:szCs w:val="24"/>
        </w:rPr>
        <w:t>NO</w:t>
      </w:r>
      <w:r>
        <w:rPr>
          <w:rFonts w:ascii="Arial" w:eastAsia="Times New Roman" w:hAnsi="Arial" w:cs="Arial"/>
          <w:b/>
          <w:sz w:val="24"/>
          <w:szCs w:val="24"/>
        </w:rPr>
        <w:t xml:space="preserve"> THANKS</w:t>
      </w:r>
      <w:r w:rsidRPr="005919C2">
        <w:rPr>
          <w:rFonts w:ascii="Arial" w:eastAsia="Times New Roman" w:hAnsi="Arial" w:cs="Arial"/>
          <w:b/>
          <w:sz w:val="24"/>
          <w:szCs w:val="24"/>
        </w:rPr>
        <w:t xml:space="preserve">:    I prefer to receive information by US Mail                      </w:t>
      </w:r>
    </w:p>
    <w:p w:rsidR="009C61F1" w:rsidRDefault="009C61F1" w:rsidP="00E36CE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36CEE" w:rsidRDefault="00E36CEE" w:rsidP="00E36CE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Name:                  ______________________________________  </w:t>
      </w:r>
      <w:r w:rsidR="002F1E4A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Unit #</w:t>
      </w:r>
      <w:r w:rsidR="002F1E4A">
        <w:rPr>
          <w:rFonts w:ascii="Arial" w:eastAsia="Times New Roman" w:hAnsi="Arial" w:cs="Arial"/>
          <w:sz w:val="24"/>
          <w:szCs w:val="24"/>
        </w:rPr>
        <w:t>_________</w:t>
      </w:r>
    </w:p>
    <w:p w:rsidR="002F1E4A" w:rsidRDefault="002F1E4A" w:rsidP="00E36CE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7B2664" w:rsidRDefault="007B2664" w:rsidP="007B2664">
      <w:pPr>
        <w:tabs>
          <w:tab w:val="left" w:pos="3930"/>
        </w:tabs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E4D70" w:rsidRDefault="00E36CEE" w:rsidP="007B2664">
      <w:pPr>
        <w:tabs>
          <w:tab w:val="left" w:pos="3930"/>
        </w:tabs>
        <w:spacing w:after="0" w:line="240" w:lineRule="auto"/>
        <w:ind w:left="720"/>
        <w:jc w:val="center"/>
        <w:rPr>
          <w:rFonts w:ascii="Arial" w:eastAsia="Times New Roman" w:hAnsi="Arial" w:cs="Arial"/>
          <w:sz w:val="28"/>
          <w:szCs w:val="28"/>
        </w:rPr>
      </w:pPr>
      <w:r w:rsidRPr="00961743">
        <w:rPr>
          <w:rFonts w:ascii="Arial" w:eastAsia="Times New Roman" w:hAnsi="Arial" w:cs="Arial"/>
          <w:b/>
          <w:sz w:val="24"/>
          <w:szCs w:val="24"/>
        </w:rPr>
        <w:t xml:space="preserve">KINDLY RETURN </w:t>
      </w:r>
      <w:r w:rsidR="00E3563A" w:rsidRPr="00961743">
        <w:rPr>
          <w:rFonts w:ascii="Arial" w:eastAsia="Times New Roman" w:hAnsi="Arial" w:cs="Arial"/>
          <w:b/>
          <w:sz w:val="24"/>
          <w:szCs w:val="24"/>
        </w:rPr>
        <w:t>THIS SIGNED NOTICE</w:t>
      </w:r>
      <w:r w:rsidR="007B2664">
        <w:rPr>
          <w:rFonts w:ascii="Arial" w:eastAsia="Times New Roman" w:hAnsi="Arial" w:cs="Arial"/>
          <w:b/>
          <w:sz w:val="24"/>
          <w:szCs w:val="24"/>
        </w:rPr>
        <w:t xml:space="preserve"> BY EMAILING IT TO: robin@amcondo.net:</w:t>
      </w:r>
    </w:p>
    <w:p w:rsidR="00B64247" w:rsidRPr="00C87DE4" w:rsidRDefault="00B64247" w:rsidP="00E36CE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B2664" w:rsidRDefault="007B2664" w:rsidP="00E36CE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C61F1" w:rsidRPr="00933AC2" w:rsidRDefault="00933AC2" w:rsidP="00E36CE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Form 5</w:t>
      </w:r>
    </w:p>
    <w:p w:rsidR="00E36CEE" w:rsidRPr="00E36CEE" w:rsidRDefault="00E36CEE" w:rsidP="00E36CE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259BC" w:rsidRDefault="000259BC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259BC" w:rsidRDefault="000259BC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36CEE" w:rsidRDefault="00E36CEE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36CEE" w:rsidRDefault="00E36CEE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36CEE" w:rsidRDefault="00E36CEE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259BC" w:rsidRDefault="000259BC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F2E7F" w:rsidRDefault="000F2E7F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F2E7F" w:rsidRDefault="000F2E7F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F2E7F" w:rsidRDefault="000F2E7F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F2E7F" w:rsidRDefault="000F2E7F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9269E" w:rsidRPr="000F2E7F" w:rsidRDefault="002E4F5E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F2E7F">
        <w:rPr>
          <w:rFonts w:ascii="Arial" w:eastAsia="Times New Roman" w:hAnsi="Arial" w:cs="Arial"/>
          <w:sz w:val="24"/>
          <w:szCs w:val="24"/>
        </w:rPr>
        <w:tab/>
      </w:r>
      <w:r w:rsidR="00927502" w:rsidRPr="000F2E7F">
        <w:rPr>
          <w:rFonts w:ascii="Arial" w:eastAsia="Times New Roman" w:hAnsi="Arial" w:cs="Arial"/>
          <w:sz w:val="24"/>
          <w:szCs w:val="24"/>
        </w:rPr>
        <w:tab/>
      </w:r>
    </w:p>
    <w:p w:rsidR="002E4F5E" w:rsidRPr="0069269E" w:rsidRDefault="002E4F5E" w:rsidP="0069269E">
      <w:pPr>
        <w:tabs>
          <w:tab w:val="left" w:pos="393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2E4F5E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DC0FDA" w:rsidRDefault="00DC0FDA" w:rsidP="002E4F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B604B" w:rsidRDefault="000B604B" w:rsidP="002E4F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sectPr w:rsidR="000B604B" w:rsidSect="002F1E4A">
      <w:head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035" w:rsidRDefault="00CD0035" w:rsidP="002E4F5E">
      <w:pPr>
        <w:spacing w:after="0" w:line="240" w:lineRule="auto"/>
      </w:pPr>
      <w:r>
        <w:separator/>
      </w:r>
    </w:p>
  </w:endnote>
  <w:endnote w:type="continuationSeparator" w:id="0">
    <w:p w:rsidR="00CD0035" w:rsidRDefault="00CD0035" w:rsidP="002E4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035" w:rsidRDefault="00CD0035" w:rsidP="002E4F5E">
      <w:pPr>
        <w:spacing w:after="0" w:line="240" w:lineRule="auto"/>
      </w:pPr>
      <w:r>
        <w:separator/>
      </w:r>
    </w:p>
  </w:footnote>
  <w:footnote w:type="continuationSeparator" w:id="0">
    <w:p w:rsidR="00CD0035" w:rsidRDefault="00CD0035" w:rsidP="002E4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502" w:rsidRDefault="009275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0006"/>
    <w:multiLevelType w:val="hybridMultilevel"/>
    <w:tmpl w:val="922646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86989"/>
    <w:multiLevelType w:val="hybridMultilevel"/>
    <w:tmpl w:val="1ABC0F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6422FD"/>
    <w:multiLevelType w:val="hybridMultilevel"/>
    <w:tmpl w:val="FABA5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03D"/>
    <w:rsid w:val="00022646"/>
    <w:rsid w:val="000259BC"/>
    <w:rsid w:val="000B604B"/>
    <w:rsid w:val="000F2E7F"/>
    <w:rsid w:val="001060A4"/>
    <w:rsid w:val="0018208A"/>
    <w:rsid w:val="002D2B6A"/>
    <w:rsid w:val="002E4F5E"/>
    <w:rsid w:val="002F1E4A"/>
    <w:rsid w:val="00317EF3"/>
    <w:rsid w:val="00374932"/>
    <w:rsid w:val="003768FB"/>
    <w:rsid w:val="003E182A"/>
    <w:rsid w:val="00461304"/>
    <w:rsid w:val="0047503D"/>
    <w:rsid w:val="00476349"/>
    <w:rsid w:val="00480B05"/>
    <w:rsid w:val="00490D87"/>
    <w:rsid w:val="00497A11"/>
    <w:rsid w:val="005919C2"/>
    <w:rsid w:val="0059470C"/>
    <w:rsid w:val="005947BD"/>
    <w:rsid w:val="00597171"/>
    <w:rsid w:val="005A4B76"/>
    <w:rsid w:val="005F7D44"/>
    <w:rsid w:val="0069269E"/>
    <w:rsid w:val="006C797B"/>
    <w:rsid w:val="006E4D70"/>
    <w:rsid w:val="006E520F"/>
    <w:rsid w:val="00724B70"/>
    <w:rsid w:val="00746CB5"/>
    <w:rsid w:val="0077038E"/>
    <w:rsid w:val="00772F59"/>
    <w:rsid w:val="007B2664"/>
    <w:rsid w:val="007B7317"/>
    <w:rsid w:val="007E361A"/>
    <w:rsid w:val="00810E9A"/>
    <w:rsid w:val="00816C80"/>
    <w:rsid w:val="008224CB"/>
    <w:rsid w:val="00822A88"/>
    <w:rsid w:val="008D21C7"/>
    <w:rsid w:val="00910BD2"/>
    <w:rsid w:val="00924A5E"/>
    <w:rsid w:val="00927502"/>
    <w:rsid w:val="0093323A"/>
    <w:rsid w:val="00933AC2"/>
    <w:rsid w:val="00934CF5"/>
    <w:rsid w:val="009524FC"/>
    <w:rsid w:val="00961743"/>
    <w:rsid w:val="0099735B"/>
    <w:rsid w:val="009C2B53"/>
    <w:rsid w:val="009C2DE3"/>
    <w:rsid w:val="009C61F1"/>
    <w:rsid w:val="00A634C8"/>
    <w:rsid w:val="00A873E7"/>
    <w:rsid w:val="00AA4EDF"/>
    <w:rsid w:val="00AB11DE"/>
    <w:rsid w:val="00AB365B"/>
    <w:rsid w:val="00AB3938"/>
    <w:rsid w:val="00AE1548"/>
    <w:rsid w:val="00B223BD"/>
    <w:rsid w:val="00B53361"/>
    <w:rsid w:val="00B64247"/>
    <w:rsid w:val="00B82961"/>
    <w:rsid w:val="00BE1083"/>
    <w:rsid w:val="00BF0E5C"/>
    <w:rsid w:val="00C249D4"/>
    <w:rsid w:val="00C40F9A"/>
    <w:rsid w:val="00C779B5"/>
    <w:rsid w:val="00C77D9A"/>
    <w:rsid w:val="00C87DE4"/>
    <w:rsid w:val="00C914AB"/>
    <w:rsid w:val="00CA20E8"/>
    <w:rsid w:val="00CB0180"/>
    <w:rsid w:val="00CC6110"/>
    <w:rsid w:val="00CD0035"/>
    <w:rsid w:val="00D07445"/>
    <w:rsid w:val="00DC0FDA"/>
    <w:rsid w:val="00DC7A77"/>
    <w:rsid w:val="00E132CB"/>
    <w:rsid w:val="00E20BE1"/>
    <w:rsid w:val="00E2359A"/>
    <w:rsid w:val="00E3563A"/>
    <w:rsid w:val="00E36CEE"/>
    <w:rsid w:val="00E43B72"/>
    <w:rsid w:val="00E5717C"/>
    <w:rsid w:val="00E676B9"/>
    <w:rsid w:val="00EA6046"/>
    <w:rsid w:val="00EA7519"/>
    <w:rsid w:val="00EB7207"/>
    <w:rsid w:val="00ED28D1"/>
    <w:rsid w:val="00FC2C99"/>
    <w:rsid w:val="00FD0E25"/>
    <w:rsid w:val="00FD736A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F5E"/>
  </w:style>
  <w:style w:type="paragraph" w:styleId="Footer">
    <w:name w:val="footer"/>
    <w:basedOn w:val="Normal"/>
    <w:link w:val="FooterChar"/>
    <w:uiPriority w:val="99"/>
    <w:unhideWhenUsed/>
    <w:rsid w:val="002E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F5E"/>
  </w:style>
  <w:style w:type="paragraph" w:styleId="BalloonText">
    <w:name w:val="Balloon Text"/>
    <w:basedOn w:val="Normal"/>
    <w:link w:val="BalloonTextChar"/>
    <w:uiPriority w:val="99"/>
    <w:semiHidden/>
    <w:unhideWhenUsed/>
    <w:rsid w:val="00BF0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E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0B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1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F5E"/>
  </w:style>
  <w:style w:type="paragraph" w:styleId="Footer">
    <w:name w:val="footer"/>
    <w:basedOn w:val="Normal"/>
    <w:link w:val="FooterChar"/>
    <w:uiPriority w:val="99"/>
    <w:unhideWhenUsed/>
    <w:rsid w:val="002E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F5E"/>
  </w:style>
  <w:style w:type="paragraph" w:styleId="BalloonText">
    <w:name w:val="Balloon Text"/>
    <w:basedOn w:val="Normal"/>
    <w:link w:val="BalloonTextChar"/>
    <w:uiPriority w:val="99"/>
    <w:semiHidden/>
    <w:unhideWhenUsed/>
    <w:rsid w:val="00BF0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E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0B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1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DOCUMENT%20TEMPLATES\Approval%20Body%20Meeting%20Agenda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EA835-D498-4A15-A141-B4AE9D8E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Approval Body Meeting Agenda Template</Template>
  <TotalTime>1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Headwaters Healthcare Centre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 Critchley</dc:creator>
  <cp:lastModifiedBy>Doreen</cp:lastModifiedBy>
  <cp:revision>2</cp:revision>
  <cp:lastPrinted>2014-01-21T23:53:00Z</cp:lastPrinted>
  <dcterms:created xsi:type="dcterms:W3CDTF">2019-02-02T08:35:00Z</dcterms:created>
  <dcterms:modified xsi:type="dcterms:W3CDTF">2019-02-02T08:35:00Z</dcterms:modified>
</cp:coreProperties>
</file>